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drawings/drawing18.xml" ContentType="application/vnd.openxmlformats-officedocument.drawingml.chartshapes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drawings/drawing19.xml" ContentType="application/vnd.openxmlformats-officedocument.drawingml.chartshapes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drawings/drawing20.xml" ContentType="application/vnd.openxmlformats-officedocument.drawingml.chartshapes+xml"/>
  <Override PartName="/word/charts/chart21.xml" ContentType="application/vnd.openxmlformats-officedocument.drawingml.chart+xml"/>
  <Override PartName="/word/theme/themeOverride21.xml" ContentType="application/vnd.openxmlformats-officedocument.themeOverride+xml"/>
  <Override PartName="/word/drawings/drawing21.xml" ContentType="application/vnd.openxmlformats-officedocument.drawingml.chartshapes+xml"/>
  <Override PartName="/word/charts/chart22.xml" ContentType="application/vnd.openxmlformats-officedocument.drawingml.chart+xml"/>
  <Override PartName="/word/theme/themeOverride22.xml" ContentType="application/vnd.openxmlformats-officedocument.themeOverride+xml"/>
  <Override PartName="/word/drawings/drawing22.xml" ContentType="application/vnd.openxmlformats-officedocument.drawingml.chartshapes+xml"/>
  <Override PartName="/word/charts/chart23.xml" ContentType="application/vnd.openxmlformats-officedocument.drawingml.chart+xml"/>
  <Override PartName="/word/theme/themeOverride23.xml" ContentType="application/vnd.openxmlformats-officedocument.themeOverride+xml"/>
  <Override PartName="/word/drawings/drawing23.xml" ContentType="application/vnd.openxmlformats-officedocument.drawingml.chartshapes+xml"/>
  <Override PartName="/word/charts/chart24.xml" ContentType="application/vnd.openxmlformats-officedocument.drawingml.chart+xml"/>
  <Override PartName="/word/theme/themeOverride24.xml" ContentType="application/vnd.openxmlformats-officedocument.themeOverride+xml"/>
  <Override PartName="/word/drawings/drawing24.xml" ContentType="application/vnd.openxmlformats-officedocument.drawingml.chartshapes+xml"/>
  <Override PartName="/word/charts/chart25.xml" ContentType="application/vnd.openxmlformats-officedocument.drawingml.chart+xml"/>
  <Override PartName="/word/theme/themeOverride25.xml" ContentType="application/vnd.openxmlformats-officedocument.themeOverride+xml"/>
  <Override PartName="/word/drawings/drawing25.xml" ContentType="application/vnd.openxmlformats-officedocument.drawingml.chartshapes+xml"/>
  <Override PartName="/word/charts/chart26.xml" ContentType="application/vnd.openxmlformats-officedocument.drawingml.chart+xml"/>
  <Override PartName="/word/theme/themeOverride26.xml" ContentType="application/vnd.openxmlformats-officedocument.themeOverride+xml"/>
  <Override PartName="/word/drawings/drawing26.xml" ContentType="application/vnd.openxmlformats-officedocument.drawingml.chartshapes+xml"/>
  <Override PartName="/word/charts/chart27.xml" ContentType="application/vnd.openxmlformats-officedocument.drawingml.chart+xml"/>
  <Override PartName="/word/theme/themeOverride27.xml" ContentType="application/vnd.openxmlformats-officedocument.themeOverride+xml"/>
  <Override PartName="/word/drawings/drawing27.xml" ContentType="application/vnd.openxmlformats-officedocument.drawingml.chartshapes+xml"/>
  <Override PartName="/word/charts/chart28.xml" ContentType="application/vnd.openxmlformats-officedocument.drawingml.chart+xml"/>
  <Override PartName="/word/theme/themeOverride28.xml" ContentType="application/vnd.openxmlformats-officedocument.themeOverride+xml"/>
  <Override PartName="/word/drawings/drawing28.xml" ContentType="application/vnd.openxmlformats-officedocument.drawingml.chartshapes+xml"/>
  <Override PartName="/word/charts/chart29.xml" ContentType="application/vnd.openxmlformats-officedocument.drawingml.chart+xml"/>
  <Override PartName="/word/theme/themeOverride29.xml" ContentType="application/vnd.openxmlformats-officedocument.themeOverride+xml"/>
  <Override PartName="/word/drawings/drawing29.xml" ContentType="application/vnd.openxmlformats-officedocument.drawingml.chartshapes+xml"/>
  <Override PartName="/word/charts/chart30.xml" ContentType="application/vnd.openxmlformats-officedocument.drawingml.chart+xml"/>
  <Override PartName="/word/theme/themeOverride30.xml" ContentType="application/vnd.openxmlformats-officedocument.themeOverride+xml"/>
  <Override PartName="/word/drawings/drawing30.xml" ContentType="application/vnd.openxmlformats-officedocument.drawingml.chartshapes+xml"/>
  <Override PartName="/word/charts/chart31.xml" ContentType="application/vnd.openxmlformats-officedocument.drawingml.chart+xml"/>
  <Override PartName="/word/theme/themeOverride31.xml" ContentType="application/vnd.openxmlformats-officedocument.themeOverride+xml"/>
  <Override PartName="/word/drawings/drawing31.xml" ContentType="application/vnd.openxmlformats-officedocument.drawingml.chartshapes+xml"/>
  <Override PartName="/word/charts/chart32.xml" ContentType="application/vnd.openxmlformats-officedocument.drawingml.chart+xml"/>
  <Override PartName="/word/theme/themeOverride32.xml" ContentType="application/vnd.openxmlformats-officedocument.themeOverride+xml"/>
  <Override PartName="/word/drawings/drawing32.xml" ContentType="application/vnd.openxmlformats-officedocument.drawingml.chartshapes+xml"/>
  <Override PartName="/word/charts/chart33.xml" ContentType="application/vnd.openxmlformats-officedocument.drawingml.chart+xml"/>
  <Override PartName="/word/theme/themeOverride33.xml" ContentType="application/vnd.openxmlformats-officedocument.themeOverride+xml"/>
  <Override PartName="/word/drawings/drawing33.xml" ContentType="application/vnd.openxmlformats-officedocument.drawingml.chartshapes+xml"/>
  <Override PartName="/word/charts/chart34.xml" ContentType="application/vnd.openxmlformats-officedocument.drawingml.chart+xml"/>
  <Override PartName="/word/theme/themeOverride34.xml" ContentType="application/vnd.openxmlformats-officedocument.themeOverride+xml"/>
  <Override PartName="/word/drawings/drawing34.xml" ContentType="application/vnd.openxmlformats-officedocument.drawingml.chartshapes+xml"/>
  <Override PartName="/word/charts/chart35.xml" ContentType="application/vnd.openxmlformats-officedocument.drawingml.chart+xml"/>
  <Override PartName="/word/theme/themeOverride35.xml" ContentType="application/vnd.openxmlformats-officedocument.themeOverride+xml"/>
  <Override PartName="/word/drawings/drawing35.xml" ContentType="application/vnd.openxmlformats-officedocument.drawingml.chartshapes+xml"/>
  <Override PartName="/word/charts/chart36.xml" ContentType="application/vnd.openxmlformats-officedocument.drawingml.chart+xml"/>
  <Override PartName="/word/theme/themeOverride36.xml" ContentType="application/vnd.openxmlformats-officedocument.themeOverride+xml"/>
  <Override PartName="/word/drawings/drawing36.xml" ContentType="application/vnd.openxmlformats-officedocument.drawingml.chartshapes+xml"/>
  <Override PartName="/word/charts/chart37.xml" ContentType="application/vnd.openxmlformats-officedocument.drawingml.chart+xml"/>
  <Override PartName="/word/theme/themeOverride37.xml" ContentType="application/vnd.openxmlformats-officedocument.themeOverride+xml"/>
  <Override PartName="/word/drawings/drawing37.xml" ContentType="application/vnd.openxmlformats-officedocument.drawingml.chartshapes+xml"/>
  <Override PartName="/word/charts/chart38.xml" ContentType="application/vnd.openxmlformats-officedocument.drawingml.chart+xml"/>
  <Override PartName="/word/theme/themeOverride38.xml" ContentType="application/vnd.openxmlformats-officedocument.themeOverride+xml"/>
  <Override PartName="/word/drawings/drawing38.xml" ContentType="application/vnd.openxmlformats-officedocument.drawingml.chartshapes+xml"/>
  <Override PartName="/word/charts/chart39.xml" ContentType="application/vnd.openxmlformats-officedocument.drawingml.chart+xml"/>
  <Override PartName="/word/theme/themeOverride39.xml" ContentType="application/vnd.openxmlformats-officedocument.themeOverride+xml"/>
  <Override PartName="/word/drawings/drawing39.xml" ContentType="application/vnd.openxmlformats-officedocument.drawingml.chartshapes+xml"/>
  <Override PartName="/word/charts/chart40.xml" ContentType="application/vnd.openxmlformats-officedocument.drawingml.chart+xml"/>
  <Override PartName="/word/theme/themeOverride40.xml" ContentType="application/vnd.openxmlformats-officedocument.themeOverride+xml"/>
  <Override PartName="/word/drawings/drawing40.xml" ContentType="application/vnd.openxmlformats-officedocument.drawingml.chartshapes+xml"/>
  <Override PartName="/word/charts/chart41.xml" ContentType="application/vnd.openxmlformats-officedocument.drawingml.chart+xml"/>
  <Override PartName="/word/theme/themeOverride41.xml" ContentType="application/vnd.openxmlformats-officedocument.themeOverride+xml"/>
  <Override PartName="/word/drawings/drawing41.xml" ContentType="application/vnd.openxmlformats-officedocument.drawingml.chartshapes+xml"/>
  <Override PartName="/word/charts/chart42.xml" ContentType="application/vnd.openxmlformats-officedocument.drawingml.chart+xml"/>
  <Override PartName="/word/theme/themeOverride42.xml" ContentType="application/vnd.openxmlformats-officedocument.themeOverride+xml"/>
  <Override PartName="/word/drawings/drawing42.xml" ContentType="application/vnd.openxmlformats-officedocument.drawingml.chartshapes+xml"/>
  <Override PartName="/word/charts/chart43.xml" ContentType="application/vnd.openxmlformats-officedocument.drawingml.chart+xml"/>
  <Override PartName="/word/theme/themeOverride43.xml" ContentType="application/vnd.openxmlformats-officedocument.themeOverride+xml"/>
  <Override PartName="/word/drawings/drawing43.xml" ContentType="application/vnd.openxmlformats-officedocument.drawingml.chartshapes+xml"/>
  <Override PartName="/word/charts/chart44.xml" ContentType="application/vnd.openxmlformats-officedocument.drawingml.chart+xml"/>
  <Override PartName="/word/theme/themeOverride44.xml" ContentType="application/vnd.openxmlformats-officedocument.themeOverride+xml"/>
  <Override PartName="/word/drawings/drawing44.xml" ContentType="application/vnd.openxmlformats-officedocument.drawingml.chartshapes+xml"/>
  <Override PartName="/word/charts/chart45.xml" ContentType="application/vnd.openxmlformats-officedocument.drawingml.chart+xml"/>
  <Override PartName="/word/theme/themeOverride45.xml" ContentType="application/vnd.openxmlformats-officedocument.themeOverride+xml"/>
  <Override PartName="/word/drawings/drawing45.xml" ContentType="application/vnd.openxmlformats-officedocument.drawingml.chartshapes+xml"/>
  <Override PartName="/word/charts/chart46.xml" ContentType="application/vnd.openxmlformats-officedocument.drawingml.chart+xml"/>
  <Override PartName="/word/theme/themeOverride46.xml" ContentType="application/vnd.openxmlformats-officedocument.themeOverride+xml"/>
  <Override PartName="/word/drawings/drawing46.xml" ContentType="application/vnd.openxmlformats-officedocument.drawingml.chartshapes+xml"/>
  <Override PartName="/word/charts/chart47.xml" ContentType="application/vnd.openxmlformats-officedocument.drawingml.chart+xml"/>
  <Override PartName="/word/theme/themeOverride47.xml" ContentType="application/vnd.openxmlformats-officedocument.themeOverride+xml"/>
  <Override PartName="/word/drawings/drawing47.xml" ContentType="application/vnd.openxmlformats-officedocument.drawingml.chartshapes+xml"/>
  <Override PartName="/word/charts/chart48.xml" ContentType="application/vnd.openxmlformats-officedocument.drawingml.chart+xml"/>
  <Override PartName="/word/theme/themeOverride48.xml" ContentType="application/vnd.openxmlformats-officedocument.themeOverride+xml"/>
  <Override PartName="/word/drawings/drawing48.xml" ContentType="application/vnd.openxmlformats-officedocument.drawingml.chartshapes+xml"/>
  <Override PartName="/word/charts/chart49.xml" ContentType="application/vnd.openxmlformats-officedocument.drawingml.chart+xml"/>
  <Override PartName="/word/theme/themeOverride49.xml" ContentType="application/vnd.openxmlformats-officedocument.themeOverride+xml"/>
  <Override PartName="/word/drawings/drawing49.xml" ContentType="application/vnd.openxmlformats-officedocument.drawingml.chartshapes+xml"/>
  <Override PartName="/word/charts/chart50.xml" ContentType="application/vnd.openxmlformats-officedocument.drawingml.chart+xml"/>
  <Override PartName="/word/theme/themeOverride50.xml" ContentType="application/vnd.openxmlformats-officedocument.themeOverride+xml"/>
  <Override PartName="/word/drawings/drawing50.xml" ContentType="application/vnd.openxmlformats-officedocument.drawingml.chartshapes+xml"/>
  <Override PartName="/word/charts/chart51.xml" ContentType="application/vnd.openxmlformats-officedocument.drawingml.chart+xml"/>
  <Override PartName="/word/theme/themeOverride51.xml" ContentType="application/vnd.openxmlformats-officedocument.themeOverride+xml"/>
  <Override PartName="/word/drawings/drawing51.xml" ContentType="application/vnd.openxmlformats-officedocument.drawingml.chartshapes+xml"/>
  <Override PartName="/word/charts/chart52.xml" ContentType="application/vnd.openxmlformats-officedocument.drawingml.chart+xml"/>
  <Override PartName="/word/theme/themeOverride52.xml" ContentType="application/vnd.openxmlformats-officedocument.themeOverride+xml"/>
  <Override PartName="/word/drawings/drawing52.xml" ContentType="application/vnd.openxmlformats-officedocument.drawingml.chartshapes+xml"/>
  <Override PartName="/word/charts/chart53.xml" ContentType="application/vnd.openxmlformats-officedocument.drawingml.chart+xml"/>
  <Override PartName="/word/theme/themeOverride53.xml" ContentType="application/vnd.openxmlformats-officedocument.themeOverride+xml"/>
  <Override PartName="/word/drawings/drawing53.xml" ContentType="application/vnd.openxmlformats-officedocument.drawingml.chartshapes+xml"/>
  <Override PartName="/word/charts/chart54.xml" ContentType="application/vnd.openxmlformats-officedocument.drawingml.chart+xml"/>
  <Override PartName="/word/theme/themeOverride54.xml" ContentType="application/vnd.openxmlformats-officedocument.themeOverride+xml"/>
  <Override PartName="/word/drawings/drawing54.xml" ContentType="application/vnd.openxmlformats-officedocument.drawingml.chartshapes+xml"/>
  <Override PartName="/word/charts/chart55.xml" ContentType="application/vnd.openxmlformats-officedocument.drawingml.chart+xml"/>
  <Override PartName="/word/theme/themeOverride55.xml" ContentType="application/vnd.openxmlformats-officedocument.themeOverride+xml"/>
  <Override PartName="/word/drawings/drawing55.xml" ContentType="application/vnd.openxmlformats-officedocument.drawingml.chartshapes+xml"/>
  <Override PartName="/word/charts/chart56.xml" ContentType="application/vnd.openxmlformats-officedocument.drawingml.chart+xml"/>
  <Override PartName="/word/theme/themeOverride56.xml" ContentType="application/vnd.openxmlformats-officedocument.themeOverride+xml"/>
  <Override PartName="/word/drawings/drawing56.xml" ContentType="application/vnd.openxmlformats-officedocument.drawingml.chartshapes+xml"/>
  <Override PartName="/word/charts/chart57.xml" ContentType="application/vnd.openxmlformats-officedocument.drawingml.chart+xml"/>
  <Override PartName="/word/theme/themeOverride57.xml" ContentType="application/vnd.openxmlformats-officedocument.themeOverride+xml"/>
  <Override PartName="/word/drawings/drawing57.xml" ContentType="application/vnd.openxmlformats-officedocument.drawingml.chartshapes+xml"/>
  <Override PartName="/word/charts/chart58.xml" ContentType="application/vnd.openxmlformats-officedocument.drawingml.chart+xml"/>
  <Override PartName="/word/theme/themeOverride58.xml" ContentType="application/vnd.openxmlformats-officedocument.themeOverride+xml"/>
  <Override PartName="/word/drawings/drawing58.xml" ContentType="application/vnd.openxmlformats-officedocument.drawingml.chartshapes+xml"/>
  <Override PartName="/word/charts/chart59.xml" ContentType="application/vnd.openxmlformats-officedocument.drawingml.chart+xml"/>
  <Override PartName="/word/theme/themeOverride59.xml" ContentType="application/vnd.openxmlformats-officedocument.themeOverride+xml"/>
  <Override PartName="/word/drawings/drawing59.xml" ContentType="application/vnd.openxmlformats-officedocument.drawingml.chartshapes+xml"/>
  <Override PartName="/word/charts/chart60.xml" ContentType="application/vnd.openxmlformats-officedocument.drawingml.chart+xml"/>
  <Override PartName="/word/theme/themeOverride60.xml" ContentType="application/vnd.openxmlformats-officedocument.themeOverride+xml"/>
  <Override PartName="/word/drawings/drawing60.xml" ContentType="application/vnd.openxmlformats-officedocument.drawingml.chartshapes+xml"/>
  <Override PartName="/word/charts/chart61.xml" ContentType="application/vnd.openxmlformats-officedocument.drawingml.chart+xml"/>
  <Override PartName="/word/theme/themeOverride61.xml" ContentType="application/vnd.openxmlformats-officedocument.themeOverride+xml"/>
  <Override PartName="/word/drawings/drawing61.xml" ContentType="application/vnd.openxmlformats-officedocument.drawingml.chartshapes+xml"/>
  <Override PartName="/word/charts/chart62.xml" ContentType="application/vnd.openxmlformats-officedocument.drawingml.chart+xml"/>
  <Override PartName="/word/theme/themeOverride62.xml" ContentType="application/vnd.openxmlformats-officedocument.themeOverride+xml"/>
  <Override PartName="/word/drawings/drawing62.xml" ContentType="application/vnd.openxmlformats-officedocument.drawingml.chartshapes+xml"/>
  <Override PartName="/word/charts/chart63.xml" ContentType="application/vnd.openxmlformats-officedocument.drawingml.chart+xml"/>
  <Override PartName="/word/theme/themeOverride63.xml" ContentType="application/vnd.openxmlformats-officedocument.themeOverride+xml"/>
  <Override PartName="/word/drawings/drawing63.xml" ContentType="application/vnd.openxmlformats-officedocument.drawingml.chartshapes+xml"/>
  <Override PartName="/word/charts/chart64.xml" ContentType="application/vnd.openxmlformats-officedocument.drawingml.chart+xml"/>
  <Override PartName="/word/theme/themeOverride64.xml" ContentType="application/vnd.openxmlformats-officedocument.themeOverride+xml"/>
  <Override PartName="/word/drawings/drawing64.xml" ContentType="application/vnd.openxmlformats-officedocument.drawingml.chartshapes+xml"/>
  <Override PartName="/word/charts/chart65.xml" ContentType="application/vnd.openxmlformats-officedocument.drawingml.chart+xml"/>
  <Override PartName="/word/theme/themeOverride65.xml" ContentType="application/vnd.openxmlformats-officedocument.themeOverride+xml"/>
  <Override PartName="/word/drawings/drawing65.xml" ContentType="application/vnd.openxmlformats-officedocument.drawingml.chartshapes+xml"/>
  <Override PartName="/word/charts/chart66.xml" ContentType="application/vnd.openxmlformats-officedocument.drawingml.chart+xml"/>
  <Override PartName="/word/theme/themeOverride66.xml" ContentType="application/vnd.openxmlformats-officedocument.themeOverride+xml"/>
  <Override PartName="/word/drawings/drawing66.xml" ContentType="application/vnd.openxmlformats-officedocument.drawingml.chartshapes+xml"/>
  <Override PartName="/word/charts/chart67.xml" ContentType="application/vnd.openxmlformats-officedocument.drawingml.chart+xml"/>
  <Override PartName="/word/theme/themeOverride67.xml" ContentType="application/vnd.openxmlformats-officedocument.themeOverride+xml"/>
  <Override PartName="/word/drawings/drawing67.xml" ContentType="application/vnd.openxmlformats-officedocument.drawingml.chartshapes+xml"/>
  <Override PartName="/word/charts/chart68.xml" ContentType="application/vnd.openxmlformats-officedocument.drawingml.chart+xml"/>
  <Override PartName="/word/theme/themeOverride68.xml" ContentType="application/vnd.openxmlformats-officedocument.themeOverride+xml"/>
  <Override PartName="/word/drawings/drawing68.xml" ContentType="application/vnd.openxmlformats-officedocument.drawingml.chartshapes+xml"/>
  <Override PartName="/word/charts/chart69.xml" ContentType="application/vnd.openxmlformats-officedocument.drawingml.chart+xml"/>
  <Override PartName="/word/theme/themeOverride69.xml" ContentType="application/vnd.openxmlformats-officedocument.themeOverride+xml"/>
  <Override PartName="/word/drawings/drawing69.xml" ContentType="application/vnd.openxmlformats-officedocument.drawingml.chartshapes+xml"/>
  <Override PartName="/word/charts/chart70.xml" ContentType="application/vnd.openxmlformats-officedocument.drawingml.chart+xml"/>
  <Override PartName="/word/theme/themeOverride70.xml" ContentType="application/vnd.openxmlformats-officedocument.themeOverride+xml"/>
  <Override PartName="/word/drawings/drawing70.xml" ContentType="application/vnd.openxmlformats-officedocument.drawingml.chartshapes+xml"/>
  <Override PartName="/word/charts/chart71.xml" ContentType="application/vnd.openxmlformats-officedocument.drawingml.chart+xml"/>
  <Override PartName="/word/theme/themeOverride71.xml" ContentType="application/vnd.openxmlformats-officedocument.themeOverride+xml"/>
  <Override PartName="/word/drawings/drawing71.xml" ContentType="application/vnd.openxmlformats-officedocument.drawingml.chartshapes+xml"/>
  <Override PartName="/word/charts/chart72.xml" ContentType="application/vnd.openxmlformats-officedocument.drawingml.chart+xml"/>
  <Override PartName="/word/theme/themeOverride72.xml" ContentType="application/vnd.openxmlformats-officedocument.themeOverride+xml"/>
  <Override PartName="/word/drawings/drawing72.xml" ContentType="application/vnd.openxmlformats-officedocument.drawingml.chartshapes+xml"/>
  <Override PartName="/word/charts/chart73.xml" ContentType="application/vnd.openxmlformats-officedocument.drawingml.chart+xml"/>
  <Override PartName="/word/theme/themeOverride73.xml" ContentType="application/vnd.openxmlformats-officedocument.themeOverride+xml"/>
  <Override PartName="/word/drawings/drawing73.xml" ContentType="application/vnd.openxmlformats-officedocument.drawingml.chartshapes+xml"/>
  <Override PartName="/word/charts/chart74.xml" ContentType="application/vnd.openxmlformats-officedocument.drawingml.chart+xml"/>
  <Override PartName="/word/theme/themeOverride74.xml" ContentType="application/vnd.openxmlformats-officedocument.themeOverride+xml"/>
  <Override PartName="/word/drawings/drawing74.xml" ContentType="application/vnd.openxmlformats-officedocument.drawingml.chartshapes+xml"/>
  <Override PartName="/word/charts/chart75.xml" ContentType="application/vnd.openxmlformats-officedocument.drawingml.chart+xml"/>
  <Override PartName="/word/theme/themeOverride75.xml" ContentType="application/vnd.openxmlformats-officedocument.themeOverride+xml"/>
  <Override PartName="/word/drawings/drawing75.xml" ContentType="application/vnd.openxmlformats-officedocument.drawingml.chartshapes+xml"/>
  <Override PartName="/word/charts/chart76.xml" ContentType="application/vnd.openxmlformats-officedocument.drawingml.chart+xml"/>
  <Override PartName="/word/theme/themeOverride76.xml" ContentType="application/vnd.openxmlformats-officedocument.themeOverride+xml"/>
  <Override PartName="/word/drawings/drawing76.xml" ContentType="application/vnd.openxmlformats-officedocument.drawingml.chartshapes+xml"/>
  <Override PartName="/word/charts/chart77.xml" ContentType="application/vnd.openxmlformats-officedocument.drawingml.chart+xml"/>
  <Override PartName="/word/theme/themeOverride77.xml" ContentType="application/vnd.openxmlformats-officedocument.themeOverride+xml"/>
  <Override PartName="/word/drawings/drawing77.xml" ContentType="application/vnd.openxmlformats-officedocument.drawingml.chartshapes+xml"/>
  <Override PartName="/word/charts/chart78.xml" ContentType="application/vnd.openxmlformats-officedocument.drawingml.chart+xml"/>
  <Override PartName="/word/theme/themeOverride78.xml" ContentType="application/vnd.openxmlformats-officedocument.themeOverride+xml"/>
  <Override PartName="/word/drawings/drawing78.xml" ContentType="application/vnd.openxmlformats-officedocument.drawingml.chartshapes+xml"/>
  <Override PartName="/word/charts/chart79.xml" ContentType="application/vnd.openxmlformats-officedocument.drawingml.chart+xml"/>
  <Override PartName="/word/theme/themeOverride79.xml" ContentType="application/vnd.openxmlformats-officedocument.themeOverride+xml"/>
  <Override PartName="/word/drawings/drawing79.xml" ContentType="application/vnd.openxmlformats-officedocument.drawingml.chartshapes+xml"/>
  <Override PartName="/word/charts/chart80.xml" ContentType="application/vnd.openxmlformats-officedocument.drawingml.chart+xml"/>
  <Override PartName="/word/theme/themeOverride80.xml" ContentType="application/vnd.openxmlformats-officedocument.themeOverride+xml"/>
  <Override PartName="/word/drawings/drawing80.xml" ContentType="application/vnd.openxmlformats-officedocument.drawingml.chartshapes+xml"/>
  <Override PartName="/word/charts/chart81.xml" ContentType="application/vnd.openxmlformats-officedocument.drawingml.chart+xml"/>
  <Override PartName="/word/theme/themeOverride81.xml" ContentType="application/vnd.openxmlformats-officedocument.themeOverride+xml"/>
  <Override PartName="/word/drawings/drawing81.xml" ContentType="application/vnd.openxmlformats-officedocument.drawingml.chartshapes+xml"/>
  <Override PartName="/word/charts/chart82.xml" ContentType="application/vnd.openxmlformats-officedocument.drawingml.chart+xml"/>
  <Override PartName="/word/theme/themeOverride82.xml" ContentType="application/vnd.openxmlformats-officedocument.themeOverride+xml"/>
  <Override PartName="/word/drawings/drawing82.xml" ContentType="application/vnd.openxmlformats-officedocument.drawingml.chartshapes+xml"/>
  <Override PartName="/word/charts/chart83.xml" ContentType="application/vnd.openxmlformats-officedocument.drawingml.chart+xml"/>
  <Override PartName="/word/theme/themeOverride83.xml" ContentType="application/vnd.openxmlformats-officedocument.themeOverride+xml"/>
  <Override PartName="/word/drawings/drawing83.xml" ContentType="application/vnd.openxmlformats-officedocument.drawingml.chartshapes+xml"/>
  <Override PartName="/word/charts/chart84.xml" ContentType="application/vnd.openxmlformats-officedocument.drawingml.chart+xml"/>
  <Override PartName="/word/theme/themeOverride84.xml" ContentType="application/vnd.openxmlformats-officedocument.themeOverride+xml"/>
  <Override PartName="/word/drawings/drawing84.xml" ContentType="application/vnd.openxmlformats-officedocument.drawingml.chartshapes+xml"/>
  <Override PartName="/word/charts/chart85.xml" ContentType="application/vnd.openxmlformats-officedocument.drawingml.chart+xml"/>
  <Override PartName="/word/theme/themeOverride85.xml" ContentType="application/vnd.openxmlformats-officedocument.themeOverride+xml"/>
  <Override PartName="/word/drawings/drawing85.xml" ContentType="application/vnd.openxmlformats-officedocument.drawingml.chartshapes+xml"/>
  <Override PartName="/word/charts/chart86.xml" ContentType="application/vnd.openxmlformats-officedocument.drawingml.chart+xml"/>
  <Override PartName="/word/theme/themeOverride86.xml" ContentType="application/vnd.openxmlformats-officedocument.themeOverride+xml"/>
  <Override PartName="/word/drawings/drawing86.xml" ContentType="application/vnd.openxmlformats-officedocument.drawingml.chartshapes+xml"/>
  <Override PartName="/word/charts/chart87.xml" ContentType="application/vnd.openxmlformats-officedocument.drawingml.chart+xml"/>
  <Override PartName="/word/theme/themeOverride87.xml" ContentType="application/vnd.openxmlformats-officedocument.themeOverride+xml"/>
  <Override PartName="/word/drawings/drawing87.xml" ContentType="application/vnd.openxmlformats-officedocument.drawingml.chartshapes+xml"/>
  <Override PartName="/word/charts/chart88.xml" ContentType="application/vnd.openxmlformats-officedocument.drawingml.chart+xml"/>
  <Override PartName="/word/theme/themeOverride88.xml" ContentType="application/vnd.openxmlformats-officedocument.themeOverride+xml"/>
  <Override PartName="/word/drawings/drawing88.xml" ContentType="application/vnd.openxmlformats-officedocument.drawingml.chartshapes+xml"/>
  <Override PartName="/word/charts/chart89.xml" ContentType="application/vnd.openxmlformats-officedocument.drawingml.chart+xml"/>
  <Override PartName="/word/theme/themeOverride89.xml" ContentType="application/vnd.openxmlformats-officedocument.themeOverride+xml"/>
  <Override PartName="/word/drawings/drawing89.xml" ContentType="application/vnd.openxmlformats-officedocument.drawingml.chartshapes+xml"/>
  <Override PartName="/word/charts/chart90.xml" ContentType="application/vnd.openxmlformats-officedocument.drawingml.chart+xml"/>
  <Override PartName="/word/theme/themeOverride90.xml" ContentType="application/vnd.openxmlformats-officedocument.themeOverride+xml"/>
  <Override PartName="/word/drawings/drawing90.xml" ContentType="application/vnd.openxmlformats-officedocument.drawingml.chartshapes+xml"/>
  <Override PartName="/word/charts/chart91.xml" ContentType="application/vnd.openxmlformats-officedocument.drawingml.chart+xml"/>
  <Override PartName="/word/theme/themeOverride91.xml" ContentType="application/vnd.openxmlformats-officedocument.themeOverride+xml"/>
  <Override PartName="/word/drawings/drawing91.xml" ContentType="application/vnd.openxmlformats-officedocument.drawingml.chartshapes+xml"/>
  <Override PartName="/word/charts/chart92.xml" ContentType="application/vnd.openxmlformats-officedocument.drawingml.chart+xml"/>
  <Override PartName="/word/theme/themeOverride92.xml" ContentType="application/vnd.openxmlformats-officedocument.themeOverride+xml"/>
  <Override PartName="/word/drawings/drawing92.xml" ContentType="application/vnd.openxmlformats-officedocument.drawingml.chartshapes+xml"/>
  <Override PartName="/word/charts/chart93.xml" ContentType="application/vnd.openxmlformats-officedocument.drawingml.chart+xml"/>
  <Override PartName="/word/theme/themeOverride93.xml" ContentType="application/vnd.openxmlformats-officedocument.themeOverride+xml"/>
  <Override PartName="/word/drawings/drawing93.xml" ContentType="application/vnd.openxmlformats-officedocument.drawingml.chartshapes+xml"/>
  <Override PartName="/word/charts/chart94.xml" ContentType="application/vnd.openxmlformats-officedocument.drawingml.chart+xml"/>
  <Override PartName="/word/theme/themeOverride94.xml" ContentType="application/vnd.openxmlformats-officedocument.themeOverride+xml"/>
  <Override PartName="/word/drawings/drawing94.xml" ContentType="application/vnd.openxmlformats-officedocument.drawingml.chartshapes+xml"/>
  <Override PartName="/word/charts/chart95.xml" ContentType="application/vnd.openxmlformats-officedocument.drawingml.chart+xml"/>
  <Override PartName="/word/theme/themeOverride95.xml" ContentType="application/vnd.openxmlformats-officedocument.themeOverride+xml"/>
  <Override PartName="/word/drawings/drawing95.xml" ContentType="application/vnd.openxmlformats-officedocument.drawingml.chartshapes+xml"/>
  <Override PartName="/word/charts/chart96.xml" ContentType="application/vnd.openxmlformats-officedocument.drawingml.chart+xml"/>
  <Override PartName="/word/theme/themeOverride96.xml" ContentType="application/vnd.openxmlformats-officedocument.themeOverride+xml"/>
  <Override PartName="/word/drawings/drawing96.xml" ContentType="application/vnd.openxmlformats-officedocument.drawingml.chartshapes+xml"/>
  <Override PartName="/word/charts/chart97.xml" ContentType="application/vnd.openxmlformats-officedocument.drawingml.chart+xml"/>
  <Override PartName="/word/theme/themeOverride97.xml" ContentType="application/vnd.openxmlformats-officedocument.themeOverride+xml"/>
  <Override PartName="/word/drawings/drawing97.xml" ContentType="application/vnd.openxmlformats-officedocument.drawingml.chartshapes+xml"/>
  <Override PartName="/word/charts/chart98.xml" ContentType="application/vnd.openxmlformats-officedocument.drawingml.chart+xml"/>
  <Override PartName="/word/theme/themeOverride98.xml" ContentType="application/vnd.openxmlformats-officedocument.themeOverride+xml"/>
  <Override PartName="/word/drawings/drawing98.xml" ContentType="application/vnd.openxmlformats-officedocument.drawingml.chartshapes+xml"/>
  <Override PartName="/word/charts/chart99.xml" ContentType="application/vnd.openxmlformats-officedocument.drawingml.chart+xml"/>
  <Override PartName="/word/theme/themeOverride99.xml" ContentType="application/vnd.openxmlformats-officedocument.themeOverride+xml"/>
  <Override PartName="/word/drawings/drawing99.xml" ContentType="application/vnd.openxmlformats-officedocument.drawingml.chartshapes+xml"/>
  <Override PartName="/word/charts/chart100.xml" ContentType="application/vnd.openxmlformats-officedocument.drawingml.chart+xml"/>
  <Override PartName="/word/theme/themeOverride100.xml" ContentType="application/vnd.openxmlformats-officedocument.themeOverride+xml"/>
  <Override PartName="/word/drawings/drawing100.xml" ContentType="application/vnd.openxmlformats-officedocument.drawingml.chartshapes+xml"/>
  <Override PartName="/word/charts/chart101.xml" ContentType="application/vnd.openxmlformats-officedocument.drawingml.chart+xml"/>
  <Override PartName="/word/theme/themeOverride101.xml" ContentType="application/vnd.openxmlformats-officedocument.themeOverride+xml"/>
  <Override PartName="/word/drawings/drawing101.xml" ContentType="application/vnd.openxmlformats-officedocument.drawingml.chartshapes+xml"/>
  <Override PartName="/word/charts/chart102.xml" ContentType="application/vnd.openxmlformats-officedocument.drawingml.chart+xml"/>
  <Override PartName="/word/theme/themeOverride102.xml" ContentType="application/vnd.openxmlformats-officedocument.themeOverride+xml"/>
  <Override PartName="/word/drawings/drawing102.xml" ContentType="application/vnd.openxmlformats-officedocument.drawingml.chartshapes+xml"/>
  <Override PartName="/word/charts/chart103.xml" ContentType="application/vnd.openxmlformats-officedocument.drawingml.chart+xml"/>
  <Override PartName="/word/theme/themeOverride103.xml" ContentType="application/vnd.openxmlformats-officedocument.themeOverride+xml"/>
  <Override PartName="/word/drawings/drawing103.xml" ContentType="application/vnd.openxmlformats-officedocument.drawingml.chartshapes+xml"/>
  <Override PartName="/word/charts/chart104.xml" ContentType="application/vnd.openxmlformats-officedocument.drawingml.chart+xml"/>
  <Override PartName="/word/theme/themeOverride104.xml" ContentType="application/vnd.openxmlformats-officedocument.themeOverride+xml"/>
  <Override PartName="/word/drawings/drawing104.xml" ContentType="application/vnd.openxmlformats-officedocument.drawingml.chartshapes+xml"/>
  <Override PartName="/word/charts/chart105.xml" ContentType="application/vnd.openxmlformats-officedocument.drawingml.chart+xml"/>
  <Override PartName="/word/theme/themeOverride105.xml" ContentType="application/vnd.openxmlformats-officedocument.themeOverride+xml"/>
  <Override PartName="/word/drawings/drawing105.xml" ContentType="application/vnd.openxmlformats-officedocument.drawingml.chartshapes+xml"/>
  <Override PartName="/word/charts/chart106.xml" ContentType="application/vnd.openxmlformats-officedocument.drawingml.chart+xml"/>
  <Override PartName="/word/theme/themeOverride106.xml" ContentType="application/vnd.openxmlformats-officedocument.themeOverride+xml"/>
  <Override PartName="/word/drawings/drawing106.xml" ContentType="application/vnd.openxmlformats-officedocument.drawingml.chartshapes+xml"/>
  <Override PartName="/word/charts/chart107.xml" ContentType="application/vnd.openxmlformats-officedocument.drawingml.chart+xml"/>
  <Override PartName="/word/theme/themeOverride107.xml" ContentType="application/vnd.openxmlformats-officedocument.themeOverride+xml"/>
  <Override PartName="/word/drawings/drawing107.xml" ContentType="application/vnd.openxmlformats-officedocument.drawingml.chartshapes+xml"/>
  <Override PartName="/word/charts/chart108.xml" ContentType="application/vnd.openxmlformats-officedocument.drawingml.chart+xml"/>
  <Override PartName="/word/theme/themeOverride108.xml" ContentType="application/vnd.openxmlformats-officedocument.themeOverride+xml"/>
  <Override PartName="/word/drawings/drawing108.xml" ContentType="application/vnd.openxmlformats-officedocument.drawingml.chartshapes+xml"/>
  <Override PartName="/word/charts/chart109.xml" ContentType="application/vnd.openxmlformats-officedocument.drawingml.chart+xml"/>
  <Override PartName="/word/theme/themeOverride109.xml" ContentType="application/vnd.openxmlformats-officedocument.themeOverride+xml"/>
  <Override PartName="/word/drawings/drawing109.xml" ContentType="application/vnd.openxmlformats-officedocument.drawingml.chartshapes+xml"/>
  <Override PartName="/word/charts/chart110.xml" ContentType="application/vnd.openxmlformats-officedocument.drawingml.chart+xml"/>
  <Override PartName="/word/theme/themeOverride110.xml" ContentType="application/vnd.openxmlformats-officedocument.themeOverride+xml"/>
  <Override PartName="/word/drawings/drawing110.xml" ContentType="application/vnd.openxmlformats-officedocument.drawingml.chartshapes+xml"/>
  <Override PartName="/word/charts/chart111.xml" ContentType="application/vnd.openxmlformats-officedocument.drawingml.chart+xml"/>
  <Override PartName="/word/theme/themeOverride111.xml" ContentType="application/vnd.openxmlformats-officedocument.themeOverride+xml"/>
  <Override PartName="/word/drawings/drawing111.xml" ContentType="application/vnd.openxmlformats-officedocument.drawingml.chartshapes+xml"/>
  <Override PartName="/word/charts/chart112.xml" ContentType="application/vnd.openxmlformats-officedocument.drawingml.chart+xml"/>
  <Override PartName="/word/theme/themeOverride112.xml" ContentType="application/vnd.openxmlformats-officedocument.themeOverride+xml"/>
  <Override PartName="/word/drawings/drawing112.xml" ContentType="application/vnd.openxmlformats-officedocument.drawingml.chartshapes+xml"/>
  <Override PartName="/word/charts/chart113.xml" ContentType="application/vnd.openxmlformats-officedocument.drawingml.chart+xml"/>
  <Override PartName="/word/theme/themeOverride113.xml" ContentType="application/vnd.openxmlformats-officedocument.themeOverride+xml"/>
  <Override PartName="/word/drawings/drawing113.xml" ContentType="application/vnd.openxmlformats-officedocument.drawingml.chartshapes+xml"/>
  <Override PartName="/word/charts/chart114.xml" ContentType="application/vnd.openxmlformats-officedocument.drawingml.chart+xml"/>
  <Override PartName="/word/theme/themeOverride114.xml" ContentType="application/vnd.openxmlformats-officedocument.themeOverride+xml"/>
  <Override PartName="/word/drawings/drawing114.xml" ContentType="application/vnd.openxmlformats-officedocument.drawingml.chartshapes+xml"/>
  <Override PartName="/word/charts/chart115.xml" ContentType="application/vnd.openxmlformats-officedocument.drawingml.chart+xml"/>
  <Override PartName="/word/theme/themeOverride115.xml" ContentType="application/vnd.openxmlformats-officedocument.themeOverride+xml"/>
  <Override PartName="/word/drawings/drawing115.xml" ContentType="application/vnd.openxmlformats-officedocument.drawingml.chartshapes+xml"/>
  <Override PartName="/word/charts/chart116.xml" ContentType="application/vnd.openxmlformats-officedocument.drawingml.chart+xml"/>
  <Override PartName="/word/theme/themeOverride116.xml" ContentType="application/vnd.openxmlformats-officedocument.themeOverride+xml"/>
  <Override PartName="/word/drawings/drawing116.xml" ContentType="application/vnd.openxmlformats-officedocument.drawingml.chartshapes+xml"/>
  <Override PartName="/word/charts/chart117.xml" ContentType="application/vnd.openxmlformats-officedocument.drawingml.chart+xml"/>
  <Override PartName="/word/theme/themeOverride117.xml" ContentType="application/vnd.openxmlformats-officedocument.themeOverride+xml"/>
  <Override PartName="/word/drawings/drawing117.xml" ContentType="application/vnd.openxmlformats-officedocument.drawingml.chartshapes+xml"/>
  <Override PartName="/word/charts/chart118.xml" ContentType="application/vnd.openxmlformats-officedocument.drawingml.chart+xml"/>
  <Override PartName="/word/theme/themeOverride118.xml" ContentType="application/vnd.openxmlformats-officedocument.themeOverride+xml"/>
  <Override PartName="/word/drawings/drawing118.xml" ContentType="application/vnd.openxmlformats-officedocument.drawingml.chartshapes+xml"/>
  <Override PartName="/word/charts/chart119.xml" ContentType="application/vnd.openxmlformats-officedocument.drawingml.chart+xml"/>
  <Override PartName="/word/theme/themeOverride119.xml" ContentType="application/vnd.openxmlformats-officedocument.themeOverride+xml"/>
  <Override PartName="/word/drawings/drawing119.xml" ContentType="application/vnd.openxmlformats-officedocument.drawingml.chartshapes+xml"/>
  <Override PartName="/word/charts/chart120.xml" ContentType="application/vnd.openxmlformats-officedocument.drawingml.chart+xml"/>
  <Override PartName="/word/theme/themeOverride120.xml" ContentType="application/vnd.openxmlformats-officedocument.themeOverride+xml"/>
  <Override PartName="/word/drawings/drawing120.xml" ContentType="application/vnd.openxmlformats-officedocument.drawingml.chartshapes+xml"/>
  <Override PartName="/word/charts/chart121.xml" ContentType="application/vnd.openxmlformats-officedocument.drawingml.chart+xml"/>
  <Override PartName="/word/theme/themeOverride121.xml" ContentType="application/vnd.openxmlformats-officedocument.themeOverride+xml"/>
  <Override PartName="/word/drawings/drawing121.xml" ContentType="application/vnd.openxmlformats-officedocument.drawingml.chartshapes+xml"/>
  <Override PartName="/word/charts/chart122.xml" ContentType="application/vnd.openxmlformats-officedocument.drawingml.chart+xml"/>
  <Override PartName="/word/theme/themeOverride122.xml" ContentType="application/vnd.openxmlformats-officedocument.themeOverride+xml"/>
  <Override PartName="/word/drawings/drawing122.xml" ContentType="application/vnd.openxmlformats-officedocument.drawingml.chartshapes+xml"/>
  <Override PartName="/word/charts/chart123.xml" ContentType="application/vnd.openxmlformats-officedocument.drawingml.chart+xml"/>
  <Override PartName="/word/theme/themeOverride123.xml" ContentType="application/vnd.openxmlformats-officedocument.themeOverride+xml"/>
  <Override PartName="/word/drawings/drawing123.xml" ContentType="application/vnd.openxmlformats-officedocument.drawingml.chartshapes+xml"/>
  <Override PartName="/word/charts/chart124.xml" ContentType="application/vnd.openxmlformats-officedocument.drawingml.chart+xml"/>
  <Override PartName="/word/theme/themeOverride124.xml" ContentType="application/vnd.openxmlformats-officedocument.themeOverride+xml"/>
  <Override PartName="/word/drawings/drawing124.xml" ContentType="application/vnd.openxmlformats-officedocument.drawingml.chartshapes+xml"/>
  <Override PartName="/word/charts/chart125.xml" ContentType="application/vnd.openxmlformats-officedocument.drawingml.chart+xml"/>
  <Override PartName="/word/theme/themeOverride125.xml" ContentType="application/vnd.openxmlformats-officedocument.themeOverride+xml"/>
  <Override PartName="/word/drawings/drawing125.xml" ContentType="application/vnd.openxmlformats-officedocument.drawingml.chartshapes+xml"/>
  <Override PartName="/word/charts/chart126.xml" ContentType="application/vnd.openxmlformats-officedocument.drawingml.chart+xml"/>
  <Override PartName="/word/theme/themeOverride126.xml" ContentType="application/vnd.openxmlformats-officedocument.themeOverride+xml"/>
  <Override PartName="/word/drawings/drawing126.xml" ContentType="application/vnd.openxmlformats-officedocument.drawingml.chartshapes+xml"/>
  <Override PartName="/word/charts/chart127.xml" ContentType="application/vnd.openxmlformats-officedocument.drawingml.chart+xml"/>
  <Override PartName="/word/theme/themeOverride127.xml" ContentType="application/vnd.openxmlformats-officedocument.themeOverride+xml"/>
  <Override PartName="/word/drawings/drawing127.xml" ContentType="application/vnd.openxmlformats-officedocument.drawingml.chartshapes+xml"/>
  <Override PartName="/word/charts/chart128.xml" ContentType="application/vnd.openxmlformats-officedocument.drawingml.chart+xml"/>
  <Override PartName="/word/theme/themeOverride128.xml" ContentType="application/vnd.openxmlformats-officedocument.themeOverride+xml"/>
  <Override PartName="/word/drawings/drawing128.xml" ContentType="application/vnd.openxmlformats-officedocument.drawingml.chartshapes+xml"/>
  <Override PartName="/word/charts/chart129.xml" ContentType="application/vnd.openxmlformats-officedocument.drawingml.chart+xml"/>
  <Override PartName="/word/theme/themeOverride129.xml" ContentType="application/vnd.openxmlformats-officedocument.themeOverride+xml"/>
  <Override PartName="/word/drawings/drawing129.xml" ContentType="application/vnd.openxmlformats-officedocument.drawingml.chartshapes+xml"/>
  <Override PartName="/word/charts/chart130.xml" ContentType="application/vnd.openxmlformats-officedocument.drawingml.chart+xml"/>
  <Override PartName="/word/theme/themeOverride130.xml" ContentType="application/vnd.openxmlformats-officedocument.themeOverride+xml"/>
  <Override PartName="/word/drawings/drawing130.xml" ContentType="application/vnd.openxmlformats-officedocument.drawingml.chartshapes+xml"/>
  <Override PartName="/word/charts/chart131.xml" ContentType="application/vnd.openxmlformats-officedocument.drawingml.chart+xml"/>
  <Override PartName="/word/theme/themeOverride131.xml" ContentType="application/vnd.openxmlformats-officedocument.themeOverride+xml"/>
  <Override PartName="/word/drawings/drawing131.xml" ContentType="application/vnd.openxmlformats-officedocument.drawingml.chartshapes+xml"/>
  <Override PartName="/word/charts/chart132.xml" ContentType="application/vnd.openxmlformats-officedocument.drawingml.chart+xml"/>
  <Override PartName="/word/theme/themeOverride132.xml" ContentType="application/vnd.openxmlformats-officedocument.themeOverride+xml"/>
  <Override PartName="/word/drawings/drawing132.xml" ContentType="application/vnd.openxmlformats-officedocument.drawingml.chartshapes+xml"/>
  <Override PartName="/word/charts/chart133.xml" ContentType="application/vnd.openxmlformats-officedocument.drawingml.chart+xml"/>
  <Override PartName="/word/theme/themeOverride133.xml" ContentType="application/vnd.openxmlformats-officedocument.themeOverride+xml"/>
  <Override PartName="/word/drawings/drawing133.xml" ContentType="application/vnd.openxmlformats-officedocument.drawingml.chartshapes+xml"/>
  <Override PartName="/word/charts/chart134.xml" ContentType="application/vnd.openxmlformats-officedocument.drawingml.chart+xml"/>
  <Override PartName="/word/theme/themeOverride134.xml" ContentType="application/vnd.openxmlformats-officedocument.themeOverride+xml"/>
  <Override PartName="/word/drawings/drawing134.xml" ContentType="application/vnd.openxmlformats-officedocument.drawingml.chartshapes+xml"/>
  <Override PartName="/word/charts/chart135.xml" ContentType="application/vnd.openxmlformats-officedocument.drawingml.chart+xml"/>
  <Override PartName="/word/theme/themeOverride135.xml" ContentType="application/vnd.openxmlformats-officedocument.themeOverride+xml"/>
  <Override PartName="/word/drawings/drawing135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F7E81" w14:textId="77E8ADB0" w:rsidR="00F72D61" w:rsidRDefault="00406A03" w:rsidP="00F72D61">
      <w:pPr>
        <w:pStyle w:val="Heading1"/>
      </w:pPr>
      <w:bookmarkStart w:id="0" w:name="_Toc171261859"/>
      <w:bookmarkStart w:id="1" w:name="_Toc172068143"/>
      <w:bookmarkStart w:id="2" w:name="_Toc186356100"/>
      <w:r>
        <w:t xml:space="preserve">Online </w:t>
      </w:r>
      <w:r w:rsidR="00F72D61" w:rsidRPr="00E5331E">
        <w:t>Annex</w:t>
      </w:r>
      <w:r w:rsidR="00F72D61">
        <w:t xml:space="preserve">. Country </w:t>
      </w:r>
      <w:r w:rsidR="0001734A">
        <w:t>S</w:t>
      </w:r>
      <w:r w:rsidR="00F72D61">
        <w:t xml:space="preserve">pecific </w:t>
      </w:r>
      <w:r w:rsidR="0001734A">
        <w:t>V</w:t>
      </w:r>
      <w:r w:rsidR="00F72D61">
        <w:t>ariables</w:t>
      </w:r>
      <w:bookmarkEnd w:id="0"/>
      <w:bookmarkEnd w:id="1"/>
      <w:bookmarkEnd w:id="2"/>
    </w:p>
    <w:p w14:paraId="68C51CB8" w14:textId="40ECECB3" w:rsidR="00F72D61" w:rsidRPr="00556E2A" w:rsidRDefault="00F72D61" w:rsidP="1D3BD72E">
      <w:pPr>
        <w:rPr>
          <w:rFonts w:asciiTheme="minorHAnsi" w:hAnsiTheme="minorHAnsi" w:cstheme="minorBidi"/>
        </w:rPr>
      </w:pPr>
      <w:r w:rsidRPr="1D3BD72E">
        <w:rPr>
          <w:rFonts w:asciiTheme="minorHAnsi" w:hAnsiTheme="minorHAnsi" w:cstheme="minorBidi"/>
        </w:rPr>
        <w:t>This annex graphically presents</w:t>
      </w:r>
      <w:r w:rsidR="00E64C5C" w:rsidRPr="1D3BD72E">
        <w:rPr>
          <w:rFonts w:asciiTheme="minorHAnsi" w:hAnsiTheme="minorHAnsi" w:cstheme="minorBidi"/>
        </w:rPr>
        <w:t xml:space="preserve"> the</w:t>
      </w:r>
      <w:r w:rsidRPr="1D3BD72E">
        <w:rPr>
          <w:rFonts w:asciiTheme="minorHAnsi" w:hAnsiTheme="minorHAnsi" w:cstheme="minorBidi"/>
        </w:rPr>
        <w:t xml:space="preserve"> five sets </w:t>
      </w:r>
      <w:r w:rsidR="00E64C5C" w:rsidRPr="1D3BD72E">
        <w:rPr>
          <w:rFonts w:asciiTheme="minorHAnsi" w:hAnsiTheme="minorHAnsi" w:cstheme="minorBidi"/>
        </w:rPr>
        <w:t xml:space="preserve">of </w:t>
      </w:r>
      <w:r w:rsidRPr="1D3BD72E">
        <w:rPr>
          <w:rFonts w:asciiTheme="minorHAnsi" w:hAnsiTheme="minorHAnsi" w:cstheme="minorBidi"/>
        </w:rPr>
        <w:t>variables</w:t>
      </w:r>
      <w:r w:rsidR="005F5F5B" w:rsidRPr="1D3BD72E">
        <w:rPr>
          <w:rFonts w:asciiTheme="minorHAnsi" w:hAnsiTheme="minorHAnsi" w:cstheme="minorBidi"/>
        </w:rPr>
        <w:t xml:space="preserve"> that we use in the paper for all 27 sample countries during 198</w:t>
      </w:r>
      <w:r w:rsidR="00B673C5" w:rsidRPr="1D3BD72E">
        <w:rPr>
          <w:rFonts w:asciiTheme="minorHAnsi" w:hAnsiTheme="minorHAnsi" w:cstheme="minorBidi"/>
        </w:rPr>
        <w:t>0–2</w:t>
      </w:r>
      <w:r w:rsidR="005F5F5B" w:rsidRPr="1D3BD72E">
        <w:rPr>
          <w:rFonts w:asciiTheme="minorHAnsi" w:hAnsiTheme="minorHAnsi" w:cstheme="minorBidi"/>
        </w:rPr>
        <w:t>022 or whenever the series start</w:t>
      </w:r>
      <w:r w:rsidR="00E64C5C" w:rsidRPr="1D3BD72E">
        <w:rPr>
          <w:rFonts w:asciiTheme="minorHAnsi" w:hAnsiTheme="minorHAnsi" w:cstheme="minorBidi"/>
        </w:rPr>
        <w:t>s</w:t>
      </w:r>
      <w:r w:rsidRPr="1D3BD72E">
        <w:rPr>
          <w:rFonts w:asciiTheme="minorHAnsi" w:hAnsiTheme="minorHAnsi" w:cstheme="minorBidi"/>
        </w:rPr>
        <w:t>: (1) the output gap, (2) cyclical government spending, (3) the cyclically</w:t>
      </w:r>
      <w:r w:rsidR="00D32590" w:rsidRPr="1D3BD72E">
        <w:rPr>
          <w:rFonts w:asciiTheme="minorHAnsi" w:hAnsiTheme="minorHAnsi" w:cstheme="minorBidi"/>
        </w:rPr>
        <w:t>-</w:t>
      </w:r>
      <w:r w:rsidRPr="1D3BD72E">
        <w:rPr>
          <w:rFonts w:asciiTheme="minorHAnsi" w:hAnsiTheme="minorHAnsi" w:cstheme="minorBidi"/>
        </w:rPr>
        <w:t xml:space="preserve">adjusted primary balance, (4) the debt-to-GDP ratio, and (5) </w:t>
      </w:r>
      <w:r w:rsidR="00D069D7">
        <w:rPr>
          <w:rFonts w:asciiTheme="minorHAnsi" w:hAnsiTheme="minorHAnsi" w:cstheme="minorBidi"/>
        </w:rPr>
        <w:t xml:space="preserve">effective </w:t>
      </w:r>
      <w:r w:rsidR="000552D7">
        <w:rPr>
          <w:rFonts w:asciiTheme="minorHAnsi" w:hAnsiTheme="minorHAnsi" w:cstheme="minorBidi"/>
        </w:rPr>
        <w:t>interest rate d</w:t>
      </w:r>
      <w:r w:rsidR="003C7517" w:rsidRPr="1D3BD72E">
        <w:rPr>
          <w:rFonts w:asciiTheme="minorHAnsi" w:hAnsiTheme="minorHAnsi" w:cstheme="minorBidi"/>
        </w:rPr>
        <w:t xml:space="preserve">ifferential </w:t>
      </w:r>
      <w:r w:rsidR="000552D7">
        <w:rPr>
          <w:rFonts w:asciiTheme="minorHAnsi" w:hAnsiTheme="minorHAnsi" w:cstheme="minorBidi"/>
        </w:rPr>
        <w:t>v</w:t>
      </w:r>
      <w:r w:rsidR="003C7517" w:rsidRPr="1D3BD72E">
        <w:rPr>
          <w:rFonts w:asciiTheme="minorHAnsi" w:hAnsiTheme="minorHAnsi" w:cstheme="minorBidi"/>
        </w:rPr>
        <w:t>is-à-vis Germany</w:t>
      </w:r>
      <w:r w:rsidR="005F5F5B" w:rsidRPr="1D3BD72E">
        <w:rPr>
          <w:rFonts w:asciiTheme="minorHAnsi" w:hAnsiTheme="minorHAnsi" w:cstheme="minorBidi"/>
        </w:rPr>
        <w:t>.</w:t>
      </w:r>
      <w:r w:rsidRPr="1D3BD72E">
        <w:rPr>
          <w:rFonts w:asciiTheme="minorHAnsi" w:hAnsiTheme="minorHAnsi" w:cstheme="minorBidi"/>
        </w:rPr>
        <w:t xml:space="preserve"> </w:t>
      </w:r>
    </w:p>
    <w:p w14:paraId="2F09E6C0" w14:textId="1D4087F9" w:rsidR="00F72D61" w:rsidRPr="00556E2A" w:rsidRDefault="00F72D61" w:rsidP="1D3BD72E">
      <w:pPr>
        <w:rPr>
          <w:rFonts w:asciiTheme="minorHAnsi" w:hAnsiTheme="minorHAnsi" w:cstheme="minorBidi"/>
        </w:rPr>
      </w:pPr>
    </w:p>
    <w:p w14:paraId="1455C164" w14:textId="3AFB6AF1" w:rsidR="00F72D61" w:rsidRPr="00556E2A" w:rsidRDefault="00F72D61" w:rsidP="1D3BD72E">
      <w:pPr>
        <w:rPr>
          <w:rFonts w:asciiTheme="minorHAnsi" w:hAnsiTheme="minorHAnsi" w:cstheme="minorBidi"/>
        </w:rPr>
      </w:pPr>
    </w:p>
    <w:p w14:paraId="4805469C" w14:textId="0F6109A8" w:rsidR="00F72D61" w:rsidRPr="00556E2A" w:rsidRDefault="00F72D61" w:rsidP="1D3BD72E">
      <w:pPr>
        <w:rPr>
          <w:rFonts w:asciiTheme="minorHAnsi" w:hAnsiTheme="minorHAnsi" w:cstheme="minorBidi"/>
        </w:rPr>
      </w:pPr>
    </w:p>
    <w:p w14:paraId="3A6A2BB9" w14:textId="71F0D671" w:rsidR="00F72D61" w:rsidRPr="00556E2A" w:rsidRDefault="00F72D61" w:rsidP="1D3BD72E">
      <w:pPr>
        <w:rPr>
          <w:rFonts w:asciiTheme="minorHAnsi" w:hAnsiTheme="minorHAnsi" w:cstheme="minorBidi"/>
        </w:rPr>
      </w:pPr>
    </w:p>
    <w:p w14:paraId="2F5950E7" w14:textId="2B387748" w:rsidR="00F72D61" w:rsidRPr="00556E2A" w:rsidRDefault="00F72D61" w:rsidP="1D3BD72E">
      <w:pPr>
        <w:rPr>
          <w:rFonts w:asciiTheme="minorHAnsi" w:hAnsiTheme="minorHAnsi" w:cstheme="minorBidi"/>
        </w:rPr>
      </w:pPr>
    </w:p>
    <w:p w14:paraId="1BFDF6C7" w14:textId="3A62BF0E" w:rsidR="00F72D61" w:rsidRPr="00556E2A" w:rsidRDefault="00F72D61" w:rsidP="1D3BD72E">
      <w:pPr>
        <w:rPr>
          <w:rFonts w:asciiTheme="minorHAnsi" w:hAnsiTheme="minorHAnsi" w:cstheme="minorBidi"/>
        </w:rPr>
      </w:pPr>
    </w:p>
    <w:p w14:paraId="4ADD8AF8" w14:textId="58C203BF" w:rsidR="00F72D61" w:rsidRPr="00556E2A" w:rsidRDefault="00F72D61" w:rsidP="1D3BD72E">
      <w:pPr>
        <w:rPr>
          <w:rFonts w:asciiTheme="minorHAnsi" w:hAnsiTheme="minorHAnsi" w:cstheme="minorBidi"/>
        </w:rPr>
      </w:pPr>
    </w:p>
    <w:p w14:paraId="2BF57F74" w14:textId="1DFE60CD" w:rsidR="00F72D61" w:rsidRPr="00556E2A" w:rsidRDefault="00F72D61" w:rsidP="1D3BD72E">
      <w:pPr>
        <w:rPr>
          <w:rFonts w:asciiTheme="minorHAnsi" w:hAnsiTheme="minorHAnsi" w:cstheme="minorBidi"/>
        </w:rPr>
      </w:pPr>
    </w:p>
    <w:p w14:paraId="56A44833" w14:textId="40B131EC" w:rsidR="00F72D61" w:rsidRPr="00556E2A" w:rsidRDefault="00F72D61" w:rsidP="1D3BD72E">
      <w:pPr>
        <w:rPr>
          <w:rFonts w:asciiTheme="minorHAnsi" w:hAnsiTheme="minorHAnsi" w:cstheme="minorBidi"/>
        </w:rPr>
      </w:pPr>
    </w:p>
    <w:p w14:paraId="362E5631" w14:textId="45781AF9" w:rsidR="00F72D61" w:rsidRPr="00556E2A" w:rsidRDefault="00F72D61" w:rsidP="1D3BD72E">
      <w:pPr>
        <w:rPr>
          <w:rFonts w:asciiTheme="minorHAnsi" w:hAnsiTheme="minorHAnsi" w:cstheme="minorBidi"/>
        </w:rPr>
      </w:pPr>
    </w:p>
    <w:p w14:paraId="5576F4D1" w14:textId="444E0108" w:rsidR="00F72D61" w:rsidRPr="00556E2A" w:rsidRDefault="00F72D61" w:rsidP="1D3BD72E">
      <w:pPr>
        <w:rPr>
          <w:rFonts w:asciiTheme="minorHAnsi" w:hAnsiTheme="minorHAnsi" w:cstheme="minorBidi"/>
        </w:rPr>
      </w:pPr>
    </w:p>
    <w:p w14:paraId="39D7CE48" w14:textId="72290082" w:rsidR="00F72D61" w:rsidRPr="00556E2A" w:rsidRDefault="00F72D61" w:rsidP="1D3BD72E">
      <w:pPr>
        <w:rPr>
          <w:rFonts w:asciiTheme="minorHAnsi" w:hAnsiTheme="minorHAnsi" w:cstheme="minorBidi"/>
        </w:rPr>
      </w:pPr>
    </w:p>
    <w:p w14:paraId="468A6C5F" w14:textId="7E41C9DC" w:rsidR="00F72D61" w:rsidRPr="00556E2A" w:rsidRDefault="00F72D61" w:rsidP="1D3BD72E">
      <w:pPr>
        <w:rPr>
          <w:rFonts w:asciiTheme="minorHAnsi" w:hAnsiTheme="minorHAnsi" w:cstheme="minorBidi"/>
        </w:rPr>
      </w:pPr>
    </w:p>
    <w:p w14:paraId="2FBD63AC" w14:textId="6ECF1EE6" w:rsidR="00F72D61" w:rsidRPr="00556E2A" w:rsidRDefault="00F72D61" w:rsidP="1D3BD72E">
      <w:pPr>
        <w:rPr>
          <w:rFonts w:asciiTheme="minorHAnsi" w:hAnsiTheme="minorHAnsi" w:cstheme="minorBidi"/>
        </w:rPr>
      </w:pPr>
    </w:p>
    <w:p w14:paraId="59123DB7" w14:textId="40645FC9" w:rsidR="00F72D61" w:rsidRPr="00556E2A" w:rsidRDefault="00F72D61" w:rsidP="1D3BD72E">
      <w:pPr>
        <w:rPr>
          <w:rFonts w:asciiTheme="minorHAnsi" w:hAnsiTheme="minorHAnsi" w:cstheme="minorBidi"/>
        </w:rPr>
      </w:pPr>
    </w:p>
    <w:p w14:paraId="148E7BB0" w14:textId="5D0B7592" w:rsidR="00F72D61" w:rsidRPr="00556E2A" w:rsidRDefault="00F72D61" w:rsidP="1D3BD72E">
      <w:pPr>
        <w:rPr>
          <w:rFonts w:asciiTheme="minorHAnsi" w:hAnsiTheme="minorHAnsi" w:cstheme="minorBidi"/>
        </w:rPr>
      </w:pPr>
    </w:p>
    <w:p w14:paraId="616CE385" w14:textId="012EB72E" w:rsidR="00F72D61" w:rsidRPr="00556E2A" w:rsidRDefault="00F72D61" w:rsidP="1D3BD72E">
      <w:pPr>
        <w:rPr>
          <w:rFonts w:asciiTheme="minorHAnsi" w:hAnsiTheme="minorHAnsi" w:cstheme="minorBidi"/>
        </w:rPr>
      </w:pPr>
    </w:p>
    <w:p w14:paraId="4DC4DAC5" w14:textId="313F769C" w:rsidR="00F72D61" w:rsidRPr="00556E2A" w:rsidRDefault="00F72D61" w:rsidP="1D3BD72E">
      <w:pPr>
        <w:rPr>
          <w:rFonts w:asciiTheme="minorHAnsi" w:hAnsiTheme="minorHAnsi" w:cstheme="minorBidi"/>
        </w:rPr>
      </w:pPr>
    </w:p>
    <w:p w14:paraId="01204155" w14:textId="64D5BC3E" w:rsidR="00F72D61" w:rsidRPr="00556E2A" w:rsidRDefault="00F72D61" w:rsidP="1D3BD72E">
      <w:pPr>
        <w:rPr>
          <w:rFonts w:asciiTheme="minorHAnsi" w:hAnsiTheme="minorHAnsi" w:cstheme="minorBidi"/>
        </w:rPr>
      </w:pPr>
    </w:p>
    <w:p w14:paraId="57E7FF14" w14:textId="468FC076" w:rsidR="00F72D61" w:rsidRPr="00556E2A" w:rsidRDefault="00F72D61" w:rsidP="1D3BD72E">
      <w:pPr>
        <w:rPr>
          <w:rFonts w:asciiTheme="minorHAnsi" w:hAnsiTheme="minorHAnsi" w:cstheme="minorBidi"/>
        </w:rPr>
      </w:pPr>
    </w:p>
    <w:p w14:paraId="471986CD" w14:textId="4FED775B" w:rsidR="00F72D61" w:rsidRPr="00556E2A" w:rsidRDefault="00F72D61" w:rsidP="1D3BD72E">
      <w:pPr>
        <w:rPr>
          <w:rFonts w:asciiTheme="minorHAnsi" w:hAnsiTheme="minorHAnsi" w:cstheme="minorBidi"/>
        </w:rPr>
      </w:pPr>
    </w:p>
    <w:p w14:paraId="0B9D708B" w14:textId="1EF036ED" w:rsidR="00F72D61" w:rsidRPr="00556E2A" w:rsidRDefault="00F72D61" w:rsidP="1D3BD72E">
      <w:pPr>
        <w:rPr>
          <w:rFonts w:asciiTheme="minorHAnsi" w:hAnsiTheme="minorHAnsi" w:cstheme="minorBidi"/>
        </w:rPr>
      </w:pPr>
    </w:p>
    <w:p w14:paraId="6A933623" w14:textId="591FCFF5" w:rsidR="00F72D61" w:rsidRPr="00556E2A" w:rsidRDefault="00F72D61" w:rsidP="1D3BD72E">
      <w:pPr>
        <w:rPr>
          <w:rFonts w:asciiTheme="minorHAnsi" w:hAnsiTheme="minorHAnsi" w:cstheme="minorBidi"/>
        </w:rPr>
      </w:pPr>
    </w:p>
    <w:p w14:paraId="5422426F" w14:textId="54CA7015" w:rsidR="00F72D61" w:rsidRPr="00556E2A" w:rsidRDefault="00F72D61" w:rsidP="1D3BD72E">
      <w:pPr>
        <w:rPr>
          <w:rFonts w:asciiTheme="minorHAnsi" w:hAnsiTheme="minorHAnsi" w:cstheme="minorBidi"/>
        </w:rPr>
      </w:pPr>
    </w:p>
    <w:p w14:paraId="18697CC2" w14:textId="68DB1C8B" w:rsidR="00F72D61" w:rsidRPr="00556E2A" w:rsidRDefault="00F72D61" w:rsidP="1D3BD72E">
      <w:pPr>
        <w:rPr>
          <w:rFonts w:asciiTheme="minorHAnsi" w:hAnsiTheme="minorHAnsi" w:cstheme="minorBidi"/>
        </w:rPr>
      </w:pPr>
    </w:p>
    <w:p w14:paraId="761E2640" w14:textId="0941A80A" w:rsidR="00F72D61" w:rsidRPr="00556E2A" w:rsidRDefault="00F72D61" w:rsidP="1D3BD72E">
      <w:pPr>
        <w:rPr>
          <w:rFonts w:asciiTheme="minorHAnsi" w:hAnsiTheme="minorHAnsi" w:cstheme="minorBidi"/>
        </w:rPr>
      </w:pPr>
    </w:p>
    <w:p w14:paraId="6A9FA1E0" w14:textId="03D5B408" w:rsidR="00F72D61" w:rsidRPr="00556E2A" w:rsidRDefault="00F72D61" w:rsidP="1D3BD72E">
      <w:pPr>
        <w:rPr>
          <w:rFonts w:asciiTheme="minorHAnsi" w:hAnsiTheme="minorHAnsi" w:cstheme="minorBidi"/>
        </w:rPr>
      </w:pPr>
    </w:p>
    <w:p w14:paraId="16A3E465" w14:textId="1D4E97A6" w:rsidR="00F72D61" w:rsidRPr="00556E2A" w:rsidRDefault="00F72D61" w:rsidP="1D3BD72E">
      <w:pPr>
        <w:rPr>
          <w:rFonts w:asciiTheme="minorHAnsi" w:hAnsiTheme="minorHAnsi" w:cstheme="minorBidi"/>
        </w:rPr>
      </w:pPr>
    </w:p>
    <w:p w14:paraId="2CC2F4C7" w14:textId="341E2F53" w:rsidR="00F72D61" w:rsidRPr="00556E2A" w:rsidRDefault="00F72D61" w:rsidP="1D3BD72E">
      <w:pPr>
        <w:rPr>
          <w:rFonts w:asciiTheme="minorHAnsi" w:hAnsiTheme="minorHAnsi" w:cstheme="minorBidi"/>
        </w:rPr>
      </w:pPr>
    </w:p>
    <w:p w14:paraId="76064334" w14:textId="78E52C4F" w:rsidR="00F72D61" w:rsidRPr="00556E2A" w:rsidRDefault="00F72D61" w:rsidP="1D3BD72E">
      <w:pPr>
        <w:rPr>
          <w:rFonts w:asciiTheme="minorHAnsi" w:hAnsiTheme="minorHAnsi" w:cstheme="minorBidi"/>
        </w:rPr>
      </w:pPr>
    </w:p>
    <w:p w14:paraId="16372FD4" w14:textId="6EF152C0" w:rsidR="00F72D61" w:rsidRPr="00556E2A" w:rsidRDefault="00F72D61" w:rsidP="1D3BD72E">
      <w:pPr>
        <w:rPr>
          <w:rFonts w:asciiTheme="minorHAnsi" w:hAnsiTheme="minorHAnsi" w:cstheme="minorBidi"/>
        </w:rPr>
      </w:pPr>
    </w:p>
    <w:p w14:paraId="32D94567" w14:textId="5E683356" w:rsidR="00F72D61" w:rsidRPr="00556E2A" w:rsidRDefault="00F72D61" w:rsidP="1D3BD72E">
      <w:pPr>
        <w:rPr>
          <w:rFonts w:asciiTheme="minorHAnsi" w:hAnsiTheme="minorHAnsi" w:cstheme="minorBidi"/>
        </w:rPr>
      </w:pPr>
    </w:p>
    <w:p w14:paraId="32C18E0B" w14:textId="5D836943" w:rsidR="00F72D61" w:rsidRPr="00556E2A" w:rsidRDefault="00F72D61" w:rsidP="0072C242">
      <w:pPr>
        <w:rPr>
          <w:rFonts w:asciiTheme="minorHAnsi" w:hAnsiTheme="minorHAnsi" w:cstheme="minorBidi"/>
        </w:rPr>
      </w:pPr>
    </w:p>
    <w:p w14:paraId="678FB0C8" w14:textId="77777777" w:rsidR="00DE7B86" w:rsidRDefault="00DE7B86">
      <w:pPr>
        <w:snapToGrid/>
        <w:spacing w:line="240" w:lineRule="auto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br w:type="page"/>
      </w:r>
    </w:p>
    <w:p w14:paraId="2954EC03" w14:textId="282326AE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A1 Output Gap in Percent of P</w:t>
      </w:r>
      <w:r w:rsidRPr="00556E2A">
        <w:rPr>
          <w:rFonts w:asciiTheme="minorHAnsi" w:hAnsiTheme="minorHAnsi" w:cstheme="minorHAnsi"/>
          <w:szCs w:val="19"/>
        </w:rPr>
        <w:t>otential GDP</w:t>
      </w:r>
      <w:r>
        <w:rPr>
          <w:rFonts w:asciiTheme="minorHAnsi" w:hAnsiTheme="minorHAnsi" w:cstheme="minorHAnsi"/>
          <w:szCs w:val="19"/>
        </w:rPr>
        <w:t xml:space="preserve"> (Continued)</w:t>
      </w:r>
    </w:p>
    <w:p w14:paraId="39EEEFFA" w14:textId="77777777" w:rsidR="00D67D51" w:rsidRPr="00556E2A" w:rsidRDefault="00D67D51" w:rsidP="00D67D51">
      <w:pPr>
        <w:rPr>
          <w:rFonts w:asciiTheme="minorHAnsi" w:hAnsiTheme="minorHAnsi" w:cstheme="minorHAnsi"/>
          <w:szCs w:val="19"/>
        </w:rPr>
      </w:pPr>
    </w:p>
    <w:p w14:paraId="2A148827" w14:textId="406C9386" w:rsidR="00D67D51" w:rsidRDefault="003B617A" w:rsidP="1E46EF3A">
      <w:pPr>
        <w:rPr>
          <w:rFonts w:asciiTheme="minorHAnsi" w:hAnsiTheme="minorHAnsi" w:cstheme="minorBidi"/>
          <w:sz w:val="16"/>
          <w:szCs w:val="16"/>
        </w:rPr>
      </w:pPr>
      <w:r>
        <w:rPr>
          <w:noProof/>
        </w:rPr>
        <w:drawing>
          <wp:inline distT="0" distB="0" distL="0" distR="0" wp14:anchorId="206453A6" wp14:editId="43E9C439">
            <wp:extent cx="1920240" cy="2377440"/>
            <wp:effectExtent l="0" t="0" r="0" b="0"/>
            <wp:docPr id="6406254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AA7D02E-4CE5-45DF-8341-9F9DC485CF1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31538C87" wp14:editId="4DC4056A">
            <wp:extent cx="1920240" cy="2377440"/>
            <wp:effectExtent l="0" t="0" r="0" b="0"/>
            <wp:docPr id="14" name="Chart 14">
              <a:extLst xmlns:a="http://schemas.openxmlformats.org/drawingml/2006/main">
                <a:ext uri="{FF2B5EF4-FFF2-40B4-BE49-F238E27FC236}">
                  <a16:creationId xmlns:a16="http://schemas.microsoft.com/office/drawing/2014/main" id="{B5A20BB5-FCD8-45D2-B04B-99339A464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3BDAE2E1" wp14:editId="573E9B18">
            <wp:extent cx="1920240" cy="2377440"/>
            <wp:effectExtent l="0" t="0" r="0" b="0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12F1BF44-04A1-4471-B5E7-6EC03534E8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17D0BAE4" wp14:editId="3D9E8822">
            <wp:extent cx="1920240" cy="2377440"/>
            <wp:effectExtent l="0" t="0" r="0" b="0"/>
            <wp:docPr id="16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02B9ED18-AADB-44C0-834C-BA0FD40D4EE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05D948E3" wp14:editId="7BCDD958">
            <wp:extent cx="1920240" cy="2377440"/>
            <wp:effectExtent l="0" t="0" r="0" b="0"/>
            <wp:docPr id="17" name="Chart 17">
              <a:extLst xmlns:a="http://schemas.openxmlformats.org/drawingml/2006/main">
                <a:ext uri="{FF2B5EF4-FFF2-40B4-BE49-F238E27FC236}">
                  <a16:creationId xmlns:a16="http://schemas.microsoft.com/office/drawing/2014/main" id="{CF15B7A4-6E6A-4646-BACD-F2344E64065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317FD9B" wp14:editId="6A68E7DE">
            <wp:extent cx="1920240" cy="2377440"/>
            <wp:effectExtent l="0" t="0" r="0" b="0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7B160333-ABD4-4F0D-AFFA-A59DA35F1E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55941134" wp14:editId="2C64E4C3">
            <wp:extent cx="1920240" cy="2377440"/>
            <wp:effectExtent l="0" t="0" r="0" b="0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7618F58B-85C8-49DA-B8DB-D95525FCB6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35A8E3C2" wp14:editId="2B3657EE">
            <wp:extent cx="1920240" cy="2377440"/>
            <wp:effectExtent l="0" t="0" r="0" b="0"/>
            <wp:docPr id="20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A63709A6-63D0-450B-B322-EE4A644AE7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5ED7FFC1" wp14:editId="1F7B7518">
            <wp:extent cx="1920240" cy="2377440"/>
            <wp:effectExtent l="0" t="0" r="0" b="0"/>
            <wp:docPr id="21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86CA560A-94E2-4C8E-A808-685216F75C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Source: Authors’ calculations, and IMF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(April 2024). The blue line represents output gap calculated by the authors using the HP filter and the dotted red line reports the output gap from the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>(April 2024).</w:t>
      </w:r>
      <w:r w:rsidR="00D67D51" w:rsidRPr="1E46EF3A">
        <w:rPr>
          <w:rFonts w:asciiTheme="minorHAnsi" w:hAnsiTheme="minorHAnsi" w:cstheme="minorBidi"/>
          <w:sz w:val="16"/>
          <w:szCs w:val="16"/>
        </w:rPr>
        <w:br w:type="page"/>
      </w:r>
    </w:p>
    <w:p w14:paraId="70B804BA" w14:textId="0ECB5810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A1 Output Gap in Percent of P</w:t>
      </w:r>
      <w:r w:rsidRPr="00556E2A">
        <w:rPr>
          <w:rFonts w:asciiTheme="minorHAnsi" w:hAnsiTheme="minorHAnsi" w:cstheme="minorHAnsi"/>
          <w:szCs w:val="19"/>
        </w:rPr>
        <w:t>otential GDP</w:t>
      </w:r>
      <w:r>
        <w:rPr>
          <w:rFonts w:asciiTheme="minorHAnsi" w:hAnsiTheme="minorHAnsi" w:cstheme="minorHAnsi"/>
          <w:szCs w:val="19"/>
        </w:rPr>
        <w:t xml:space="preserve"> (Continued)</w:t>
      </w:r>
    </w:p>
    <w:p w14:paraId="5E9A3520" w14:textId="77777777" w:rsidR="00D67D51" w:rsidRDefault="00D67D51" w:rsidP="00D67D51"/>
    <w:p w14:paraId="5CF4F9A5" w14:textId="0EE776C9" w:rsidR="00D67D51" w:rsidRDefault="00D67D51" w:rsidP="1E46EF3A">
      <w:pPr>
        <w:rPr>
          <w:rFonts w:asciiTheme="minorHAnsi" w:hAnsiTheme="minorHAnsi" w:cstheme="minorBidi"/>
          <w:sz w:val="16"/>
          <w:szCs w:val="16"/>
        </w:rPr>
      </w:pPr>
      <w:r>
        <w:rPr>
          <w:noProof/>
        </w:rPr>
        <w:drawing>
          <wp:inline distT="0" distB="0" distL="0" distR="0" wp14:anchorId="5E47D55C" wp14:editId="04D11ABE">
            <wp:extent cx="1920240" cy="2377440"/>
            <wp:effectExtent l="0" t="0" r="0" b="0"/>
            <wp:docPr id="32" name="Chart 32">
              <a:extLst xmlns:a="http://schemas.openxmlformats.org/drawingml/2006/main">
                <a:ext uri="{FF2B5EF4-FFF2-40B4-BE49-F238E27FC236}">
                  <a16:creationId xmlns:a16="http://schemas.microsoft.com/office/drawing/2014/main" id="{BE9AFA36-9E87-4546-87CF-52DA199BBF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FBA936" wp14:editId="259773AE">
            <wp:extent cx="1920240" cy="2377440"/>
            <wp:effectExtent l="0" t="0" r="0" b="0"/>
            <wp:docPr id="33" name="Chart 33">
              <a:extLst xmlns:a="http://schemas.openxmlformats.org/drawingml/2006/main">
                <a:ext uri="{FF2B5EF4-FFF2-40B4-BE49-F238E27FC236}">
                  <a16:creationId xmlns:a16="http://schemas.microsoft.com/office/drawing/2014/main" id="{06A39CCD-632F-43E4-845A-390D45DF20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3DA5BD" wp14:editId="5E0C2118">
            <wp:extent cx="1920240" cy="2377440"/>
            <wp:effectExtent l="0" t="0" r="0" b="0"/>
            <wp:docPr id="34" name="Chart 34">
              <a:extLst xmlns:a="http://schemas.openxmlformats.org/drawingml/2006/main">
                <a:ext uri="{FF2B5EF4-FFF2-40B4-BE49-F238E27FC236}">
                  <a16:creationId xmlns:a16="http://schemas.microsoft.com/office/drawing/2014/main" id="{C6F31106-4F4B-4E60-946E-FE999C390F5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5E82F8" wp14:editId="4ED31120">
            <wp:extent cx="1920240" cy="2377440"/>
            <wp:effectExtent l="0" t="0" r="0" b="0"/>
            <wp:docPr id="35" name="Chart 35">
              <a:extLst xmlns:a="http://schemas.openxmlformats.org/drawingml/2006/main">
                <a:ext uri="{FF2B5EF4-FFF2-40B4-BE49-F238E27FC236}">
                  <a16:creationId xmlns:a16="http://schemas.microsoft.com/office/drawing/2014/main" id="{54C4143E-3A0C-49CF-8B25-A060D6F44B7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44D8D6" wp14:editId="763F45E8">
            <wp:extent cx="1920240" cy="2377440"/>
            <wp:effectExtent l="0" t="0" r="0" b="0"/>
            <wp:docPr id="36" name="Chart 36">
              <a:extLst xmlns:a="http://schemas.openxmlformats.org/drawingml/2006/main">
                <a:ext uri="{FF2B5EF4-FFF2-40B4-BE49-F238E27FC236}">
                  <a16:creationId xmlns:a16="http://schemas.microsoft.com/office/drawing/2014/main" id="{5871016A-A890-4921-A457-6B925A595BC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69D003" wp14:editId="1A5DF150">
            <wp:extent cx="1920240" cy="2377440"/>
            <wp:effectExtent l="0" t="0" r="0" b="0"/>
            <wp:docPr id="37" name="Chart 37">
              <a:extLst xmlns:a="http://schemas.openxmlformats.org/drawingml/2006/main">
                <a:ext uri="{FF2B5EF4-FFF2-40B4-BE49-F238E27FC236}">
                  <a16:creationId xmlns:a16="http://schemas.microsoft.com/office/drawing/2014/main" id="{035B8EC8-7D6A-4302-B5CD-2B4CADC510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FF4509" wp14:editId="7C081BDE">
            <wp:extent cx="1920240" cy="2377440"/>
            <wp:effectExtent l="0" t="0" r="0" b="0"/>
            <wp:docPr id="38" name="Chart 38">
              <a:extLst xmlns:a="http://schemas.openxmlformats.org/drawingml/2006/main">
                <a:ext uri="{FF2B5EF4-FFF2-40B4-BE49-F238E27FC236}">
                  <a16:creationId xmlns:a16="http://schemas.microsoft.com/office/drawing/2014/main" id="{152AAA32-A259-49A4-ABFC-6C6B64131D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221D4A" wp14:editId="5DCA93A5">
            <wp:extent cx="1920240" cy="2377440"/>
            <wp:effectExtent l="0" t="0" r="0" b="0"/>
            <wp:docPr id="39" name="Chart 39">
              <a:extLst xmlns:a="http://schemas.openxmlformats.org/drawingml/2006/main">
                <a:ext uri="{FF2B5EF4-FFF2-40B4-BE49-F238E27FC236}">
                  <a16:creationId xmlns:a16="http://schemas.microsoft.com/office/drawing/2014/main" id="{D3B8D14A-28AC-4CEA-B101-F4AE086154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8F1322" wp14:editId="6EDDD24B">
            <wp:extent cx="1920240" cy="2377440"/>
            <wp:effectExtent l="0" t="0" r="0" b="0"/>
            <wp:docPr id="40" name="Chart 40">
              <a:extLst xmlns:a="http://schemas.openxmlformats.org/drawingml/2006/main">
                <a:ext uri="{FF2B5EF4-FFF2-40B4-BE49-F238E27FC236}">
                  <a16:creationId xmlns:a16="http://schemas.microsoft.com/office/drawing/2014/main" id="{974174F8-EB1F-47E0-A211-B7D5F368AA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 Source: Authors’ calculations, and IMF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(April 2024). The blue line represents output gap calculated by the authors using the HP filter and the dotted red line reports the output gap from the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>(April 2024).</w:t>
      </w:r>
    </w:p>
    <w:p w14:paraId="2C763F52" w14:textId="14FAFDC3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A1 Output Gap in Percent of P</w:t>
      </w:r>
      <w:r w:rsidRPr="00556E2A">
        <w:rPr>
          <w:rFonts w:asciiTheme="minorHAnsi" w:hAnsiTheme="minorHAnsi" w:cstheme="minorHAnsi"/>
          <w:szCs w:val="19"/>
        </w:rPr>
        <w:t>otential GDP</w:t>
      </w:r>
      <w:r>
        <w:rPr>
          <w:rFonts w:asciiTheme="minorHAnsi" w:hAnsiTheme="minorHAnsi" w:cstheme="minorHAnsi"/>
          <w:szCs w:val="19"/>
        </w:rPr>
        <w:t xml:space="preserve"> (Concluded)</w:t>
      </w:r>
    </w:p>
    <w:p w14:paraId="4F67E7D5" w14:textId="77777777" w:rsidR="00D67D51" w:rsidRDefault="00D67D51" w:rsidP="00D67D51"/>
    <w:p w14:paraId="5F916168" w14:textId="39C4435D" w:rsidR="00D67D51" w:rsidRDefault="00D67D51" w:rsidP="00D67D51">
      <w:pPr>
        <w:sectPr w:rsidR="00D67D51" w:rsidSect="00D67D51">
          <w:footnotePr>
            <w:numRestart w:val="eachSect"/>
          </w:footnotePr>
          <w:pgSz w:w="12240" w:h="15840" w:code="1"/>
          <w:pgMar w:top="2016" w:right="1440" w:bottom="1181" w:left="1440" w:header="1008" w:footer="432" w:gutter="0"/>
          <w:cols w:space="720"/>
          <w:docGrid w:linePitch="272"/>
        </w:sectPr>
      </w:pPr>
      <w:r>
        <w:rPr>
          <w:noProof/>
        </w:rPr>
        <w:drawing>
          <wp:inline distT="0" distB="0" distL="0" distR="0" wp14:anchorId="4ED98A5F" wp14:editId="0A9E338F">
            <wp:extent cx="1920240" cy="2377440"/>
            <wp:effectExtent l="0" t="0" r="0" b="0"/>
            <wp:docPr id="41" name="Chart 41">
              <a:extLst xmlns:a="http://schemas.openxmlformats.org/drawingml/2006/main">
                <a:ext uri="{FF2B5EF4-FFF2-40B4-BE49-F238E27FC236}">
                  <a16:creationId xmlns:a16="http://schemas.microsoft.com/office/drawing/2014/main" id="{8C565FC2-ADD7-4300-BAD4-608DEE964D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2CAEA4" wp14:editId="3734C489">
            <wp:extent cx="1920240" cy="2377440"/>
            <wp:effectExtent l="0" t="0" r="0" b="0"/>
            <wp:docPr id="42" name="Chart 42">
              <a:extLst xmlns:a="http://schemas.openxmlformats.org/drawingml/2006/main">
                <a:ext uri="{FF2B5EF4-FFF2-40B4-BE49-F238E27FC236}">
                  <a16:creationId xmlns:a16="http://schemas.microsoft.com/office/drawing/2014/main" id="{19406495-A2AA-48D8-881D-AB983AAF96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649874" wp14:editId="37E8CD63">
            <wp:extent cx="1920240" cy="2377440"/>
            <wp:effectExtent l="0" t="0" r="0" b="0"/>
            <wp:docPr id="43" name="Chart 43">
              <a:extLst xmlns:a="http://schemas.openxmlformats.org/drawingml/2006/main">
                <a:ext uri="{FF2B5EF4-FFF2-40B4-BE49-F238E27FC236}">
                  <a16:creationId xmlns:a16="http://schemas.microsoft.com/office/drawing/2014/main" id="{2405D593-5962-4F25-BB95-E54AF6EDF28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19E834" wp14:editId="7FEDEF6C">
            <wp:extent cx="1920240" cy="2377440"/>
            <wp:effectExtent l="0" t="0" r="0" b="0"/>
            <wp:docPr id="44" name="Chart 44">
              <a:extLst xmlns:a="http://schemas.openxmlformats.org/drawingml/2006/main">
                <a:ext uri="{FF2B5EF4-FFF2-40B4-BE49-F238E27FC236}">
                  <a16:creationId xmlns:a16="http://schemas.microsoft.com/office/drawing/2014/main" id="{BC0176E7-4411-407F-A555-192498B53F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070EF3" wp14:editId="37D55EEA">
            <wp:extent cx="1920240" cy="2377440"/>
            <wp:effectExtent l="0" t="0" r="0" b="0"/>
            <wp:docPr id="45" name="Chart 45">
              <a:extLst xmlns:a="http://schemas.openxmlformats.org/drawingml/2006/main">
                <a:ext uri="{FF2B5EF4-FFF2-40B4-BE49-F238E27FC236}">
                  <a16:creationId xmlns:a16="http://schemas.microsoft.com/office/drawing/2014/main" id="{B35A3E19-770A-4287-B2EF-49671040993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A6FA4C" wp14:editId="13DCED6F">
            <wp:extent cx="1920240" cy="2377440"/>
            <wp:effectExtent l="0" t="0" r="0" b="0"/>
            <wp:docPr id="46" name="Chart 46">
              <a:extLst xmlns:a="http://schemas.openxmlformats.org/drawingml/2006/main">
                <a:ext uri="{FF2B5EF4-FFF2-40B4-BE49-F238E27FC236}">
                  <a16:creationId xmlns:a16="http://schemas.microsoft.com/office/drawing/2014/main" id="{5F6EEEB9-4FFA-45A7-A086-AEE1186B2E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8D7B2A" wp14:editId="57BACACE">
            <wp:extent cx="1920240" cy="2377440"/>
            <wp:effectExtent l="0" t="0" r="0" b="0"/>
            <wp:docPr id="68" name="Chart 68">
              <a:extLst xmlns:a="http://schemas.openxmlformats.org/drawingml/2006/main">
                <a:ext uri="{FF2B5EF4-FFF2-40B4-BE49-F238E27FC236}">
                  <a16:creationId xmlns:a16="http://schemas.microsoft.com/office/drawing/2014/main" id="{7F953749-B5B6-4F9D-9729-834F3BEDFC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2B0EF2" wp14:editId="1CE9345B">
            <wp:extent cx="1920240" cy="2377440"/>
            <wp:effectExtent l="0" t="0" r="0" b="0"/>
            <wp:docPr id="70" name="Chart 70">
              <a:extLst xmlns:a="http://schemas.openxmlformats.org/drawingml/2006/main">
                <a:ext uri="{FF2B5EF4-FFF2-40B4-BE49-F238E27FC236}">
                  <a16:creationId xmlns:a16="http://schemas.microsoft.com/office/drawing/2014/main" id="{DE97027F-B25E-4370-BBF2-6C86A78ED6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 </w:t>
      </w:r>
      <w:r w:rsidR="00E404B8">
        <w:rPr>
          <w:noProof/>
        </w:rPr>
        <w:drawing>
          <wp:inline distT="0" distB="0" distL="0" distR="0" wp14:anchorId="2216044C" wp14:editId="015F22BC">
            <wp:extent cx="1920240" cy="2377440"/>
            <wp:effectExtent l="0" t="0" r="0" b="0"/>
            <wp:docPr id="1550444651" name="Chart 1550444651">
              <a:extLst xmlns:a="http://schemas.openxmlformats.org/drawingml/2006/main">
                <a:ext uri="{FF2B5EF4-FFF2-40B4-BE49-F238E27FC236}">
                  <a16:creationId xmlns:a16="http://schemas.microsoft.com/office/drawing/2014/main" id="{BEFF196E-2F7F-4ABE-B467-410EA8C6EA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Source: Authors’ calculations, and IMF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(April 2024). The blue line represents output gap calculated by the authors using the HP filter and the dotted red line reports the output gap from the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>(April 2024)</w:t>
      </w:r>
      <w:r w:rsidR="17C5D868">
        <w:t>.</w:t>
      </w:r>
    </w:p>
    <w:p w14:paraId="6752BA7B" w14:textId="3C7D075B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A2 C</w:t>
      </w:r>
      <w:r w:rsidRPr="00404D61">
        <w:rPr>
          <w:rFonts w:asciiTheme="minorHAnsi" w:hAnsiTheme="minorHAnsi" w:cstheme="minorHAnsi"/>
          <w:szCs w:val="19"/>
        </w:rPr>
        <w:t xml:space="preserve">yclical </w:t>
      </w:r>
      <w:r>
        <w:rPr>
          <w:rFonts w:asciiTheme="minorHAnsi" w:hAnsiTheme="minorHAnsi" w:cstheme="minorHAnsi"/>
          <w:szCs w:val="19"/>
        </w:rPr>
        <w:t>C</w:t>
      </w:r>
      <w:r w:rsidRPr="00404D61">
        <w:rPr>
          <w:rFonts w:asciiTheme="minorHAnsi" w:hAnsiTheme="minorHAnsi" w:cstheme="minorHAnsi"/>
          <w:szCs w:val="19"/>
        </w:rPr>
        <w:t xml:space="preserve">omponent of </w:t>
      </w:r>
      <w:r>
        <w:rPr>
          <w:rFonts w:asciiTheme="minorHAnsi" w:hAnsiTheme="minorHAnsi" w:cstheme="minorHAnsi"/>
          <w:szCs w:val="19"/>
        </w:rPr>
        <w:t>R</w:t>
      </w:r>
      <w:r w:rsidRPr="00404D61">
        <w:rPr>
          <w:rFonts w:asciiTheme="minorHAnsi" w:hAnsiTheme="minorHAnsi" w:cstheme="minorHAnsi"/>
          <w:szCs w:val="19"/>
        </w:rPr>
        <w:t xml:space="preserve">eal </w:t>
      </w:r>
      <w:r>
        <w:rPr>
          <w:rFonts w:asciiTheme="minorHAnsi" w:hAnsiTheme="minorHAnsi" w:cstheme="minorHAnsi"/>
          <w:szCs w:val="19"/>
        </w:rPr>
        <w:t>G</w:t>
      </w:r>
      <w:r w:rsidRPr="00404D61">
        <w:rPr>
          <w:rFonts w:asciiTheme="minorHAnsi" w:hAnsiTheme="minorHAnsi" w:cstheme="minorHAnsi"/>
          <w:szCs w:val="19"/>
        </w:rPr>
        <w:t xml:space="preserve">overnment </w:t>
      </w:r>
      <w:r>
        <w:rPr>
          <w:rFonts w:asciiTheme="minorHAnsi" w:hAnsiTheme="minorHAnsi" w:cstheme="minorHAnsi"/>
          <w:szCs w:val="19"/>
        </w:rPr>
        <w:t>S</w:t>
      </w:r>
      <w:r w:rsidRPr="00404D61">
        <w:rPr>
          <w:rFonts w:asciiTheme="minorHAnsi" w:hAnsiTheme="minorHAnsi" w:cstheme="minorHAnsi"/>
          <w:szCs w:val="19"/>
        </w:rPr>
        <w:t xml:space="preserve">pending </w:t>
      </w:r>
      <w:r>
        <w:rPr>
          <w:rFonts w:asciiTheme="minorHAnsi" w:hAnsiTheme="minorHAnsi" w:cstheme="minorHAnsi"/>
          <w:szCs w:val="19"/>
        </w:rPr>
        <w:t xml:space="preserve">in </w:t>
      </w:r>
      <w:r w:rsidRPr="00404D61">
        <w:rPr>
          <w:rFonts w:asciiTheme="minorHAnsi" w:hAnsiTheme="minorHAnsi" w:cstheme="minorHAnsi"/>
          <w:szCs w:val="19"/>
        </w:rPr>
        <w:t>percent of GDP</w:t>
      </w:r>
      <w:r>
        <w:rPr>
          <w:rFonts w:asciiTheme="minorHAnsi" w:hAnsiTheme="minorHAnsi" w:cstheme="minorHAnsi"/>
          <w:szCs w:val="19"/>
        </w:rPr>
        <w:t xml:space="preserve"> (Continued)</w:t>
      </w:r>
    </w:p>
    <w:p w14:paraId="6BC8E982" w14:textId="77777777" w:rsidR="00D67D51" w:rsidRDefault="00D67D51" w:rsidP="00D67D51"/>
    <w:p w14:paraId="15B2FE7D" w14:textId="77777777" w:rsidR="00D67D51" w:rsidRDefault="00D67D51" w:rsidP="00D67D51">
      <w:pPr>
        <w:rPr>
          <w:rFonts w:asciiTheme="minorHAnsi" w:hAnsiTheme="minorHAnsi" w:cstheme="minorHAnsi"/>
          <w:sz w:val="16"/>
          <w:szCs w:val="16"/>
        </w:rPr>
      </w:pPr>
      <w:r>
        <w:rPr>
          <w:noProof/>
        </w:rPr>
        <w:drawing>
          <wp:inline distT="0" distB="0" distL="0" distR="0" wp14:anchorId="398A43C0" wp14:editId="0855FB8A">
            <wp:extent cx="1920240" cy="2377440"/>
            <wp:effectExtent l="0" t="0" r="0" b="0"/>
            <wp:docPr id="80" name="Chart 80">
              <a:extLst xmlns:a="http://schemas.openxmlformats.org/drawingml/2006/main">
                <a:ext uri="{FF2B5EF4-FFF2-40B4-BE49-F238E27FC236}">
                  <a16:creationId xmlns:a16="http://schemas.microsoft.com/office/drawing/2014/main" id="{8789FA36-6850-4824-BA63-9F8CC65B1C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9F87FD" wp14:editId="3430F138">
            <wp:extent cx="1920240" cy="2377440"/>
            <wp:effectExtent l="0" t="0" r="0" b="0"/>
            <wp:docPr id="81" name="Chart 81">
              <a:extLst xmlns:a="http://schemas.openxmlformats.org/drawingml/2006/main">
                <a:ext uri="{FF2B5EF4-FFF2-40B4-BE49-F238E27FC236}">
                  <a16:creationId xmlns:a16="http://schemas.microsoft.com/office/drawing/2014/main" id="{E0A7CA0F-511A-4D1D-AB71-6B906594E8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2B1EE" wp14:editId="0090E755">
            <wp:extent cx="1920240" cy="2377440"/>
            <wp:effectExtent l="0" t="0" r="0" b="0"/>
            <wp:docPr id="82" name="Chart 82">
              <a:extLst xmlns:a="http://schemas.openxmlformats.org/drawingml/2006/main">
                <a:ext uri="{FF2B5EF4-FFF2-40B4-BE49-F238E27FC236}">
                  <a16:creationId xmlns:a16="http://schemas.microsoft.com/office/drawing/2014/main" id="{FE40B498-1016-4B96-B81C-C9314543FFC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07629F" wp14:editId="005F5731">
            <wp:extent cx="1920240" cy="2377440"/>
            <wp:effectExtent l="0" t="0" r="0" b="0"/>
            <wp:docPr id="83" name="Chart 83">
              <a:extLst xmlns:a="http://schemas.openxmlformats.org/drawingml/2006/main">
                <a:ext uri="{FF2B5EF4-FFF2-40B4-BE49-F238E27FC236}">
                  <a16:creationId xmlns:a16="http://schemas.microsoft.com/office/drawing/2014/main" id="{6FEA9733-5CB9-475D-AA21-1AA7E21E5B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A0A12E" wp14:editId="01544C44">
            <wp:extent cx="1920240" cy="2377440"/>
            <wp:effectExtent l="0" t="0" r="0" b="0"/>
            <wp:docPr id="84" name="Chart 84">
              <a:extLst xmlns:a="http://schemas.openxmlformats.org/drawingml/2006/main">
                <a:ext uri="{FF2B5EF4-FFF2-40B4-BE49-F238E27FC236}">
                  <a16:creationId xmlns:a16="http://schemas.microsoft.com/office/drawing/2014/main" id="{5C003965-F07F-4134-BF45-1F34366AE9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FE7372" wp14:editId="519F8C5E">
            <wp:extent cx="1920240" cy="2377440"/>
            <wp:effectExtent l="0" t="0" r="0" b="0"/>
            <wp:docPr id="85" name="Chart 85">
              <a:extLst xmlns:a="http://schemas.openxmlformats.org/drawingml/2006/main">
                <a:ext uri="{FF2B5EF4-FFF2-40B4-BE49-F238E27FC236}">
                  <a16:creationId xmlns:a16="http://schemas.microsoft.com/office/drawing/2014/main" id="{4951C6E7-3CD6-483A-99F9-5C76CE3BA1F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D8E114" wp14:editId="4B3FA637">
            <wp:extent cx="1920240" cy="2377440"/>
            <wp:effectExtent l="0" t="0" r="0" b="0"/>
            <wp:docPr id="87" name="Chart 87">
              <a:extLst xmlns:a="http://schemas.openxmlformats.org/drawingml/2006/main">
                <a:ext uri="{FF2B5EF4-FFF2-40B4-BE49-F238E27FC236}">
                  <a16:creationId xmlns:a16="http://schemas.microsoft.com/office/drawing/2014/main" id="{80055222-4932-46D8-94BA-C6C56C7BC8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D85FD3" wp14:editId="7EE1054E">
            <wp:extent cx="1920240" cy="2377440"/>
            <wp:effectExtent l="0" t="0" r="0" b="0"/>
            <wp:docPr id="86" name="Chart 86">
              <a:extLst xmlns:a="http://schemas.openxmlformats.org/drawingml/2006/main">
                <a:ext uri="{FF2B5EF4-FFF2-40B4-BE49-F238E27FC236}">
                  <a16:creationId xmlns:a16="http://schemas.microsoft.com/office/drawing/2014/main" id="{584456F7-CD94-4CAC-81EE-10D4C8ECBD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957182" wp14:editId="1530388F">
            <wp:extent cx="1920240" cy="2377440"/>
            <wp:effectExtent l="0" t="0" r="0" b="0"/>
            <wp:docPr id="88" name="Chart 88">
              <a:extLst xmlns:a="http://schemas.openxmlformats.org/drawingml/2006/main">
                <a:ext uri="{FF2B5EF4-FFF2-40B4-BE49-F238E27FC236}">
                  <a16:creationId xmlns:a16="http://schemas.microsoft.com/office/drawing/2014/main" id="{D27ECBC0-2CDE-4406-863C-8FEA3E954FC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  <w:r w:rsidRPr="00D27078">
        <w:rPr>
          <w:rFonts w:asciiTheme="minorHAnsi" w:hAnsiTheme="minorHAnsi" w:cstheme="minorHAnsi"/>
          <w:sz w:val="16"/>
          <w:szCs w:val="16"/>
        </w:rPr>
        <w:t xml:space="preserve"> </w:t>
      </w:r>
      <w:r w:rsidRPr="00EC15E7">
        <w:rPr>
          <w:rFonts w:asciiTheme="minorHAnsi" w:hAnsiTheme="minorHAnsi" w:cstheme="minorHAnsi"/>
          <w:sz w:val="16"/>
          <w:szCs w:val="16"/>
        </w:rPr>
        <w:t>Source: Authors’ calculations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0ED9C85F" w14:textId="77777777" w:rsidR="00D67D51" w:rsidRDefault="00D67D51" w:rsidP="00D67D51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53E89883" w14:textId="6610654C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A2 C</w:t>
      </w:r>
      <w:r w:rsidRPr="00404D61">
        <w:rPr>
          <w:rFonts w:asciiTheme="minorHAnsi" w:hAnsiTheme="minorHAnsi" w:cstheme="minorHAnsi"/>
          <w:szCs w:val="19"/>
        </w:rPr>
        <w:t xml:space="preserve">yclical </w:t>
      </w:r>
      <w:r>
        <w:rPr>
          <w:rFonts w:asciiTheme="minorHAnsi" w:hAnsiTheme="minorHAnsi" w:cstheme="minorHAnsi"/>
          <w:szCs w:val="19"/>
        </w:rPr>
        <w:t>C</w:t>
      </w:r>
      <w:r w:rsidRPr="00404D61">
        <w:rPr>
          <w:rFonts w:asciiTheme="minorHAnsi" w:hAnsiTheme="minorHAnsi" w:cstheme="minorHAnsi"/>
          <w:szCs w:val="19"/>
        </w:rPr>
        <w:t xml:space="preserve">omponent of </w:t>
      </w:r>
      <w:r>
        <w:rPr>
          <w:rFonts w:asciiTheme="minorHAnsi" w:hAnsiTheme="minorHAnsi" w:cstheme="minorHAnsi"/>
          <w:szCs w:val="19"/>
        </w:rPr>
        <w:t>R</w:t>
      </w:r>
      <w:r w:rsidRPr="00404D61">
        <w:rPr>
          <w:rFonts w:asciiTheme="minorHAnsi" w:hAnsiTheme="minorHAnsi" w:cstheme="minorHAnsi"/>
          <w:szCs w:val="19"/>
        </w:rPr>
        <w:t xml:space="preserve">eal </w:t>
      </w:r>
      <w:r>
        <w:rPr>
          <w:rFonts w:asciiTheme="minorHAnsi" w:hAnsiTheme="minorHAnsi" w:cstheme="minorHAnsi"/>
          <w:szCs w:val="19"/>
        </w:rPr>
        <w:t>G</w:t>
      </w:r>
      <w:r w:rsidRPr="00404D61">
        <w:rPr>
          <w:rFonts w:asciiTheme="minorHAnsi" w:hAnsiTheme="minorHAnsi" w:cstheme="minorHAnsi"/>
          <w:szCs w:val="19"/>
        </w:rPr>
        <w:t xml:space="preserve">overnment </w:t>
      </w:r>
      <w:r>
        <w:rPr>
          <w:rFonts w:asciiTheme="minorHAnsi" w:hAnsiTheme="minorHAnsi" w:cstheme="minorHAnsi"/>
          <w:szCs w:val="19"/>
        </w:rPr>
        <w:t>S</w:t>
      </w:r>
      <w:r w:rsidRPr="00404D61">
        <w:rPr>
          <w:rFonts w:asciiTheme="minorHAnsi" w:hAnsiTheme="minorHAnsi" w:cstheme="minorHAnsi"/>
          <w:szCs w:val="19"/>
        </w:rPr>
        <w:t xml:space="preserve">pending </w:t>
      </w:r>
      <w:r>
        <w:rPr>
          <w:rFonts w:asciiTheme="minorHAnsi" w:hAnsiTheme="minorHAnsi" w:cstheme="minorHAnsi"/>
          <w:szCs w:val="19"/>
        </w:rPr>
        <w:t xml:space="preserve">in </w:t>
      </w:r>
      <w:r w:rsidRPr="00404D61">
        <w:rPr>
          <w:rFonts w:asciiTheme="minorHAnsi" w:hAnsiTheme="minorHAnsi" w:cstheme="minorHAnsi"/>
          <w:szCs w:val="19"/>
        </w:rPr>
        <w:t>percent of GDP</w:t>
      </w:r>
      <w:r>
        <w:rPr>
          <w:rFonts w:asciiTheme="minorHAnsi" w:hAnsiTheme="minorHAnsi" w:cstheme="minorHAnsi"/>
          <w:szCs w:val="19"/>
        </w:rPr>
        <w:t xml:space="preserve"> (Continued)</w:t>
      </w:r>
    </w:p>
    <w:p w14:paraId="1D2FB5AE" w14:textId="77777777" w:rsidR="00D67D51" w:rsidRDefault="00D67D51" w:rsidP="00D67D51"/>
    <w:p w14:paraId="4A5990C1" w14:textId="77777777" w:rsidR="00D67D51" w:rsidRDefault="00D67D51" w:rsidP="00D67D51">
      <w:pPr>
        <w:rPr>
          <w:rFonts w:asciiTheme="minorHAnsi" w:hAnsiTheme="minorHAnsi" w:cstheme="minorHAnsi"/>
          <w:sz w:val="16"/>
          <w:szCs w:val="16"/>
        </w:rPr>
      </w:pPr>
      <w:r>
        <w:rPr>
          <w:noProof/>
        </w:rPr>
        <w:drawing>
          <wp:inline distT="0" distB="0" distL="0" distR="0" wp14:anchorId="75F67F7E" wp14:editId="0C85F1CC">
            <wp:extent cx="1920240" cy="2377440"/>
            <wp:effectExtent l="0" t="0" r="0" b="0"/>
            <wp:docPr id="98" name="Chart 98">
              <a:extLst xmlns:a="http://schemas.openxmlformats.org/drawingml/2006/main">
                <a:ext uri="{FF2B5EF4-FFF2-40B4-BE49-F238E27FC236}">
                  <a16:creationId xmlns:a16="http://schemas.microsoft.com/office/drawing/2014/main" id="{8A1CABEB-75E3-4573-B9AB-C6A292A48C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99DDAE" wp14:editId="6EDA0305">
            <wp:extent cx="1920240" cy="2377440"/>
            <wp:effectExtent l="0" t="0" r="0" b="0"/>
            <wp:docPr id="99" name="Chart 99">
              <a:extLst xmlns:a="http://schemas.openxmlformats.org/drawingml/2006/main">
                <a:ext uri="{FF2B5EF4-FFF2-40B4-BE49-F238E27FC236}">
                  <a16:creationId xmlns:a16="http://schemas.microsoft.com/office/drawing/2014/main" id="{0ADD634D-6F82-4B21-A292-B91EAB25C34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B2DA77" wp14:editId="3473E69D">
            <wp:extent cx="1920240" cy="2377440"/>
            <wp:effectExtent l="0" t="0" r="0" b="0"/>
            <wp:docPr id="100" name="Chart 100">
              <a:extLst xmlns:a="http://schemas.openxmlformats.org/drawingml/2006/main">
                <a:ext uri="{FF2B5EF4-FFF2-40B4-BE49-F238E27FC236}">
                  <a16:creationId xmlns:a16="http://schemas.microsoft.com/office/drawing/2014/main" id="{ECA99E46-0D47-4D2E-B6EB-659BBA2483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62F7A4" wp14:editId="38C329EB">
            <wp:extent cx="1920240" cy="2377440"/>
            <wp:effectExtent l="0" t="0" r="0" b="0"/>
            <wp:docPr id="101" name="Chart 101">
              <a:extLst xmlns:a="http://schemas.openxmlformats.org/drawingml/2006/main">
                <a:ext uri="{FF2B5EF4-FFF2-40B4-BE49-F238E27FC236}">
                  <a16:creationId xmlns:a16="http://schemas.microsoft.com/office/drawing/2014/main" id="{9D5CCE0C-E2A4-41BF-9BD7-338B6DE525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2BDFF5" wp14:editId="583B8DB3">
            <wp:extent cx="1920240" cy="2377440"/>
            <wp:effectExtent l="0" t="0" r="0" b="0"/>
            <wp:docPr id="102" name="Chart 102">
              <a:extLst xmlns:a="http://schemas.openxmlformats.org/drawingml/2006/main">
                <a:ext uri="{FF2B5EF4-FFF2-40B4-BE49-F238E27FC236}">
                  <a16:creationId xmlns:a16="http://schemas.microsoft.com/office/drawing/2014/main" id="{DDF77F0F-145B-432F-BA6E-AA3D54016C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B7E1BE" wp14:editId="4C5C2E6F">
            <wp:extent cx="1920240" cy="2377440"/>
            <wp:effectExtent l="0" t="0" r="0" b="0"/>
            <wp:docPr id="103" name="Chart 103">
              <a:extLst xmlns:a="http://schemas.openxmlformats.org/drawingml/2006/main">
                <a:ext uri="{FF2B5EF4-FFF2-40B4-BE49-F238E27FC236}">
                  <a16:creationId xmlns:a16="http://schemas.microsoft.com/office/drawing/2014/main" id="{0BAFB8A2-5804-4806-A663-5BA86ED605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6E2E45" wp14:editId="28F1CDA8">
            <wp:extent cx="1920240" cy="2377440"/>
            <wp:effectExtent l="0" t="0" r="0" b="0"/>
            <wp:docPr id="105" name="Chart 105">
              <a:extLst xmlns:a="http://schemas.openxmlformats.org/drawingml/2006/main">
                <a:ext uri="{FF2B5EF4-FFF2-40B4-BE49-F238E27FC236}">
                  <a16:creationId xmlns:a16="http://schemas.microsoft.com/office/drawing/2014/main" id="{28AF4374-3856-435E-B057-DC6C94D08C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6B6F89" wp14:editId="37A2BBE1">
            <wp:extent cx="1920240" cy="2377440"/>
            <wp:effectExtent l="0" t="0" r="0" b="0"/>
            <wp:docPr id="104" name="Chart 104">
              <a:extLst xmlns:a="http://schemas.openxmlformats.org/drawingml/2006/main">
                <a:ext uri="{FF2B5EF4-FFF2-40B4-BE49-F238E27FC236}">
                  <a16:creationId xmlns:a16="http://schemas.microsoft.com/office/drawing/2014/main" id="{41E64370-CF35-425A-901D-E88D457309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0E69CC" wp14:editId="38FDA6C1">
            <wp:extent cx="1920240" cy="2377440"/>
            <wp:effectExtent l="0" t="0" r="0" b="0"/>
            <wp:docPr id="106" name="Chart 106">
              <a:extLst xmlns:a="http://schemas.openxmlformats.org/drawingml/2006/main">
                <a:ext uri="{FF2B5EF4-FFF2-40B4-BE49-F238E27FC236}">
                  <a16:creationId xmlns:a16="http://schemas.microsoft.com/office/drawing/2014/main" id="{4A494542-49AC-4503-A580-3F27BCA3D5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  <w:r w:rsidRPr="00B74EDA">
        <w:rPr>
          <w:rFonts w:asciiTheme="minorHAnsi" w:hAnsiTheme="minorHAnsi" w:cstheme="minorHAnsi"/>
          <w:sz w:val="16"/>
          <w:szCs w:val="16"/>
        </w:rPr>
        <w:t xml:space="preserve"> </w:t>
      </w:r>
      <w:r w:rsidRPr="00EC15E7">
        <w:rPr>
          <w:rFonts w:asciiTheme="minorHAnsi" w:hAnsiTheme="minorHAnsi" w:cstheme="minorHAnsi"/>
          <w:sz w:val="16"/>
          <w:szCs w:val="16"/>
        </w:rPr>
        <w:t>Source: Authors’ calculations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69130CF5" w14:textId="77777777" w:rsidR="00D67D51" w:rsidRDefault="00D67D51" w:rsidP="00D67D51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1AE512D6" w14:textId="2561B854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A2 C</w:t>
      </w:r>
      <w:r w:rsidRPr="00404D61">
        <w:rPr>
          <w:rFonts w:asciiTheme="minorHAnsi" w:hAnsiTheme="minorHAnsi" w:cstheme="minorHAnsi"/>
          <w:szCs w:val="19"/>
        </w:rPr>
        <w:t xml:space="preserve">yclical </w:t>
      </w:r>
      <w:r>
        <w:rPr>
          <w:rFonts w:asciiTheme="minorHAnsi" w:hAnsiTheme="minorHAnsi" w:cstheme="minorHAnsi"/>
          <w:szCs w:val="19"/>
        </w:rPr>
        <w:t>C</w:t>
      </w:r>
      <w:r w:rsidRPr="00404D61">
        <w:rPr>
          <w:rFonts w:asciiTheme="minorHAnsi" w:hAnsiTheme="minorHAnsi" w:cstheme="minorHAnsi"/>
          <w:szCs w:val="19"/>
        </w:rPr>
        <w:t xml:space="preserve">omponent of </w:t>
      </w:r>
      <w:r>
        <w:rPr>
          <w:rFonts w:asciiTheme="minorHAnsi" w:hAnsiTheme="minorHAnsi" w:cstheme="minorHAnsi"/>
          <w:szCs w:val="19"/>
        </w:rPr>
        <w:t>R</w:t>
      </w:r>
      <w:r w:rsidRPr="00404D61">
        <w:rPr>
          <w:rFonts w:asciiTheme="minorHAnsi" w:hAnsiTheme="minorHAnsi" w:cstheme="minorHAnsi"/>
          <w:szCs w:val="19"/>
        </w:rPr>
        <w:t xml:space="preserve">eal </w:t>
      </w:r>
      <w:r>
        <w:rPr>
          <w:rFonts w:asciiTheme="minorHAnsi" w:hAnsiTheme="minorHAnsi" w:cstheme="minorHAnsi"/>
          <w:szCs w:val="19"/>
        </w:rPr>
        <w:t>G</w:t>
      </w:r>
      <w:r w:rsidRPr="00404D61">
        <w:rPr>
          <w:rFonts w:asciiTheme="minorHAnsi" w:hAnsiTheme="minorHAnsi" w:cstheme="minorHAnsi"/>
          <w:szCs w:val="19"/>
        </w:rPr>
        <w:t xml:space="preserve">overnment </w:t>
      </w:r>
      <w:r>
        <w:rPr>
          <w:rFonts w:asciiTheme="minorHAnsi" w:hAnsiTheme="minorHAnsi" w:cstheme="minorHAnsi"/>
          <w:szCs w:val="19"/>
        </w:rPr>
        <w:t>S</w:t>
      </w:r>
      <w:r w:rsidRPr="00404D61">
        <w:rPr>
          <w:rFonts w:asciiTheme="minorHAnsi" w:hAnsiTheme="minorHAnsi" w:cstheme="minorHAnsi"/>
          <w:szCs w:val="19"/>
        </w:rPr>
        <w:t xml:space="preserve">pending </w:t>
      </w:r>
      <w:r>
        <w:rPr>
          <w:rFonts w:asciiTheme="minorHAnsi" w:hAnsiTheme="minorHAnsi" w:cstheme="minorHAnsi"/>
          <w:szCs w:val="19"/>
        </w:rPr>
        <w:t xml:space="preserve">in </w:t>
      </w:r>
      <w:r w:rsidRPr="00404D61">
        <w:rPr>
          <w:rFonts w:asciiTheme="minorHAnsi" w:hAnsiTheme="minorHAnsi" w:cstheme="minorHAnsi"/>
          <w:szCs w:val="19"/>
        </w:rPr>
        <w:t>percent of GDP</w:t>
      </w:r>
      <w:r>
        <w:rPr>
          <w:rFonts w:asciiTheme="minorHAnsi" w:hAnsiTheme="minorHAnsi" w:cstheme="minorHAnsi"/>
          <w:szCs w:val="19"/>
        </w:rPr>
        <w:t xml:space="preserve"> (Concluded)</w:t>
      </w:r>
    </w:p>
    <w:p w14:paraId="61104A92" w14:textId="77777777" w:rsidR="00D67D51" w:rsidRDefault="00D67D51" w:rsidP="00D67D51"/>
    <w:p w14:paraId="4909B109" w14:textId="77777777" w:rsidR="00D67D51" w:rsidRDefault="00D67D51" w:rsidP="00D67D51">
      <w:r>
        <w:rPr>
          <w:noProof/>
        </w:rPr>
        <w:drawing>
          <wp:inline distT="0" distB="0" distL="0" distR="0" wp14:anchorId="75F30676" wp14:editId="074BE098">
            <wp:extent cx="1920240" cy="2377440"/>
            <wp:effectExtent l="0" t="0" r="0" b="0"/>
            <wp:docPr id="107" name="Chart 107">
              <a:extLst xmlns:a="http://schemas.openxmlformats.org/drawingml/2006/main">
                <a:ext uri="{FF2B5EF4-FFF2-40B4-BE49-F238E27FC236}">
                  <a16:creationId xmlns:a16="http://schemas.microsoft.com/office/drawing/2014/main" id="{99097A96-0298-4CA8-8E92-4D492C7B727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F3E749" wp14:editId="1BFC9A9D">
            <wp:extent cx="1920240" cy="2377440"/>
            <wp:effectExtent l="0" t="0" r="0" b="0"/>
            <wp:docPr id="108" name="Chart 108">
              <a:extLst xmlns:a="http://schemas.openxmlformats.org/drawingml/2006/main">
                <a:ext uri="{FF2B5EF4-FFF2-40B4-BE49-F238E27FC236}">
                  <a16:creationId xmlns:a16="http://schemas.microsoft.com/office/drawing/2014/main" id="{7E04B567-B064-4D2B-9358-F4D6D9CD0E6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C42A43" wp14:editId="5311DF9F">
            <wp:extent cx="1920240" cy="2377440"/>
            <wp:effectExtent l="0" t="0" r="0" b="0"/>
            <wp:docPr id="109" name="Chart 109">
              <a:extLst xmlns:a="http://schemas.openxmlformats.org/drawingml/2006/main">
                <a:ext uri="{FF2B5EF4-FFF2-40B4-BE49-F238E27FC236}">
                  <a16:creationId xmlns:a16="http://schemas.microsoft.com/office/drawing/2014/main" id="{4AAEC67F-E5BA-4819-B9FA-B5443165A2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34CE03" wp14:editId="61D00C13">
            <wp:extent cx="1920240" cy="2377440"/>
            <wp:effectExtent l="0" t="0" r="0" b="0"/>
            <wp:docPr id="110" name="Chart 110">
              <a:extLst xmlns:a="http://schemas.openxmlformats.org/drawingml/2006/main">
                <a:ext uri="{FF2B5EF4-FFF2-40B4-BE49-F238E27FC236}">
                  <a16:creationId xmlns:a16="http://schemas.microsoft.com/office/drawing/2014/main" id="{B0AA8C7E-B5F8-48FC-8440-C28107BCE1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6C1D95" wp14:editId="1FB7928E">
            <wp:extent cx="1920240" cy="2377440"/>
            <wp:effectExtent l="0" t="0" r="0" b="0"/>
            <wp:docPr id="111" name="Chart 111">
              <a:extLst xmlns:a="http://schemas.openxmlformats.org/drawingml/2006/main">
                <a:ext uri="{FF2B5EF4-FFF2-40B4-BE49-F238E27FC236}">
                  <a16:creationId xmlns:a16="http://schemas.microsoft.com/office/drawing/2014/main" id="{2F25C76C-2FB1-4657-9829-1741D7B6A9B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7E189E" wp14:editId="608346BB">
            <wp:extent cx="1920240" cy="2377440"/>
            <wp:effectExtent l="0" t="0" r="0" b="0"/>
            <wp:docPr id="112" name="Chart 112">
              <a:extLst xmlns:a="http://schemas.openxmlformats.org/drawingml/2006/main">
                <a:ext uri="{FF2B5EF4-FFF2-40B4-BE49-F238E27FC236}">
                  <a16:creationId xmlns:a16="http://schemas.microsoft.com/office/drawing/2014/main" id="{181238A9-32F7-4DDD-BC57-92D0B612D6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3D4BE7" wp14:editId="759599D5">
            <wp:extent cx="1920240" cy="2377440"/>
            <wp:effectExtent l="0" t="0" r="0" b="0"/>
            <wp:docPr id="113" name="Chart 113">
              <a:extLst xmlns:a="http://schemas.openxmlformats.org/drawingml/2006/main">
                <a:ext uri="{FF2B5EF4-FFF2-40B4-BE49-F238E27FC236}">
                  <a16:creationId xmlns:a16="http://schemas.microsoft.com/office/drawing/2014/main" id="{AB2AAEE6-FAF0-444E-AE0E-B27498E077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3B7412" wp14:editId="0EE09B67">
            <wp:extent cx="1920240" cy="2377440"/>
            <wp:effectExtent l="0" t="0" r="0" b="0"/>
            <wp:docPr id="114" name="Chart 114">
              <a:extLst xmlns:a="http://schemas.openxmlformats.org/drawingml/2006/main">
                <a:ext uri="{FF2B5EF4-FFF2-40B4-BE49-F238E27FC236}">
                  <a16:creationId xmlns:a16="http://schemas.microsoft.com/office/drawing/2014/main" id="{D884908A-7F9B-45DA-A46F-0894BF7FCB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B66F1F" wp14:editId="46D1D4A6">
            <wp:extent cx="1920240" cy="2377440"/>
            <wp:effectExtent l="0" t="0" r="0" b="0"/>
            <wp:docPr id="115" name="Chart 115">
              <a:extLst xmlns:a="http://schemas.openxmlformats.org/drawingml/2006/main">
                <a:ext uri="{FF2B5EF4-FFF2-40B4-BE49-F238E27FC236}">
                  <a16:creationId xmlns:a16="http://schemas.microsoft.com/office/drawing/2014/main" id="{F35C28E2-2812-4DBE-B437-96FF08CC498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  <w:r w:rsidRPr="00B74EDA">
        <w:rPr>
          <w:rFonts w:asciiTheme="minorHAnsi" w:hAnsiTheme="minorHAnsi" w:cstheme="minorHAnsi"/>
          <w:sz w:val="16"/>
          <w:szCs w:val="16"/>
        </w:rPr>
        <w:t xml:space="preserve"> </w:t>
      </w:r>
      <w:r w:rsidRPr="00EC15E7">
        <w:rPr>
          <w:rFonts w:asciiTheme="minorHAnsi" w:hAnsiTheme="minorHAnsi" w:cstheme="minorHAnsi"/>
          <w:sz w:val="16"/>
          <w:szCs w:val="16"/>
        </w:rPr>
        <w:t>Source: Authors’ calculations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13D972A0" w14:textId="77777777" w:rsidR="00D67D51" w:rsidRDefault="00D67D51" w:rsidP="00D67D51"/>
    <w:p w14:paraId="180F1B20" w14:textId="77777777" w:rsidR="00D67D51" w:rsidRDefault="00D67D51" w:rsidP="00D67D51">
      <w:pPr>
        <w:sectPr w:rsidR="00D67D51" w:rsidSect="00D67D51">
          <w:footnotePr>
            <w:numRestart w:val="eachSect"/>
          </w:footnotePr>
          <w:pgSz w:w="12240" w:h="15840" w:code="1"/>
          <w:pgMar w:top="2016" w:right="1440" w:bottom="1181" w:left="1440" w:header="1008" w:footer="432" w:gutter="0"/>
          <w:cols w:space="720"/>
          <w:docGrid w:linePitch="272"/>
        </w:sectPr>
      </w:pPr>
    </w:p>
    <w:p w14:paraId="16905A8B" w14:textId="7F19AD48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A3 Cy</w:t>
      </w:r>
      <w:r w:rsidRPr="00095248">
        <w:rPr>
          <w:rFonts w:asciiTheme="minorHAnsi" w:hAnsiTheme="minorHAnsi" w:cstheme="minorHAnsi"/>
          <w:szCs w:val="19"/>
        </w:rPr>
        <w:t>clically</w:t>
      </w:r>
      <w:r>
        <w:rPr>
          <w:rFonts w:asciiTheme="minorHAnsi" w:hAnsiTheme="minorHAnsi" w:cstheme="minorHAnsi"/>
          <w:szCs w:val="19"/>
        </w:rPr>
        <w:t>-A</w:t>
      </w:r>
      <w:r w:rsidRPr="00095248">
        <w:rPr>
          <w:rFonts w:asciiTheme="minorHAnsi" w:hAnsiTheme="minorHAnsi" w:cstheme="minorHAnsi"/>
          <w:szCs w:val="19"/>
        </w:rPr>
        <w:t xml:space="preserve">djusted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 xml:space="preserve">rimary </w:t>
      </w:r>
      <w:r>
        <w:rPr>
          <w:rFonts w:asciiTheme="minorHAnsi" w:hAnsiTheme="minorHAnsi" w:cstheme="minorHAnsi"/>
          <w:szCs w:val="19"/>
        </w:rPr>
        <w:t>B</w:t>
      </w:r>
      <w:r w:rsidRPr="00095248">
        <w:rPr>
          <w:rFonts w:asciiTheme="minorHAnsi" w:hAnsiTheme="minorHAnsi" w:cstheme="minorHAnsi"/>
          <w:szCs w:val="19"/>
        </w:rPr>
        <w:t xml:space="preserve">alance in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 xml:space="preserve">ercent of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>otential GDP</w:t>
      </w:r>
      <w:r>
        <w:rPr>
          <w:rFonts w:asciiTheme="minorHAnsi" w:hAnsiTheme="minorHAnsi" w:cstheme="minorHAnsi"/>
          <w:szCs w:val="19"/>
        </w:rPr>
        <w:t xml:space="preserve"> (Continued)</w:t>
      </w:r>
    </w:p>
    <w:p w14:paraId="3AEE37A6" w14:textId="77777777" w:rsidR="00D67D51" w:rsidRPr="00E5331E" w:rsidRDefault="00D67D51" w:rsidP="00D67D51">
      <w:r>
        <w:t xml:space="preserve"> </w:t>
      </w:r>
    </w:p>
    <w:p w14:paraId="5FD9BB23" w14:textId="441524A9" w:rsidR="00D67D51" w:rsidRDefault="002775A6" w:rsidP="1E46EF3A">
      <w:pPr>
        <w:rPr>
          <w:rFonts w:asciiTheme="minorHAnsi" w:hAnsiTheme="minorHAnsi" w:cstheme="minorBidi"/>
          <w:sz w:val="16"/>
          <w:szCs w:val="16"/>
        </w:rPr>
      </w:pPr>
      <w:r>
        <w:rPr>
          <w:noProof/>
        </w:rPr>
        <w:drawing>
          <wp:inline distT="0" distB="0" distL="0" distR="0" wp14:anchorId="7A2C44E7" wp14:editId="609426D4">
            <wp:extent cx="1920240" cy="2377440"/>
            <wp:effectExtent l="0" t="0" r="0" b="0"/>
            <wp:docPr id="34311001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0152441-82AF-4BFA-8DA2-3D854483CC9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77FB4D13" wp14:editId="05CB0BEC">
            <wp:extent cx="1920240" cy="237744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3C2294F9-20EA-499E-B263-194B5B8BF5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776DDBEE" wp14:editId="08D65CC9">
            <wp:extent cx="1920240" cy="2377440"/>
            <wp:effectExtent l="0" t="0" r="0" b="0"/>
            <wp:docPr id="116" name="Chart 116">
              <a:extLst xmlns:a="http://schemas.openxmlformats.org/drawingml/2006/main">
                <a:ext uri="{FF2B5EF4-FFF2-40B4-BE49-F238E27FC236}">
                  <a16:creationId xmlns:a16="http://schemas.microsoft.com/office/drawing/2014/main" id="{39644C28-D995-4A4E-A865-4CBAF2BBEB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7B41F204" wp14:editId="49061166">
            <wp:extent cx="1920240" cy="237744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C74EC042-0F41-40E1-816D-F6459B121E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7909ACAB" wp14:editId="77A3688C">
            <wp:extent cx="1920240" cy="237744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4A174E23-8C4A-47F0-92F5-DF90B70179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32E02036" wp14:editId="3FEEB04C">
            <wp:extent cx="1920240" cy="2377440"/>
            <wp:effectExtent l="0" t="0" r="0" b="0"/>
            <wp:docPr id="117" name="Chart 117">
              <a:extLst xmlns:a="http://schemas.openxmlformats.org/drawingml/2006/main">
                <a:ext uri="{FF2B5EF4-FFF2-40B4-BE49-F238E27FC236}">
                  <a16:creationId xmlns:a16="http://schemas.microsoft.com/office/drawing/2014/main" id="{778B2838-064E-453E-9A86-5B505ABC0D9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54365F6A" wp14:editId="3A3241FF">
            <wp:extent cx="1920240" cy="2377440"/>
            <wp:effectExtent l="0" t="0" r="0" b="0"/>
            <wp:docPr id="118" name="Chart 118">
              <a:extLst xmlns:a="http://schemas.openxmlformats.org/drawingml/2006/main">
                <a:ext uri="{FF2B5EF4-FFF2-40B4-BE49-F238E27FC236}">
                  <a16:creationId xmlns:a16="http://schemas.microsoft.com/office/drawing/2014/main" id="{11211CB7-B506-44EF-9142-ACCE22F6EB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5E56F335" wp14:editId="1F7DDA73">
            <wp:extent cx="1920240" cy="2377440"/>
            <wp:effectExtent l="0" t="0" r="0" b="0"/>
            <wp:docPr id="8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782EDA46-510D-480B-AE77-D8BF76A06E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19B3A5A6" wp14:editId="165A410A">
            <wp:extent cx="1920240" cy="2377440"/>
            <wp:effectExtent l="0" t="0" r="0" b="0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194EFF58-75CA-416F-9FB4-7E647C6EE4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 Source: Authors’ calculations, and IMF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(April 2024). The blue line represents estimates based on authors’ calculation of the output gap and the dashed red line represents the estimates from the WEO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>(April 2024).</w:t>
      </w:r>
    </w:p>
    <w:p w14:paraId="281C2F2E" w14:textId="77777777" w:rsidR="00D67D51" w:rsidRDefault="00D67D51" w:rsidP="00D67D51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br w:type="page"/>
      </w:r>
    </w:p>
    <w:p w14:paraId="5C4ABD8B" w14:textId="4C1BA37F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A3 Cy</w:t>
      </w:r>
      <w:r w:rsidRPr="00095248">
        <w:rPr>
          <w:rFonts w:asciiTheme="minorHAnsi" w:hAnsiTheme="minorHAnsi" w:cstheme="minorHAnsi"/>
          <w:szCs w:val="19"/>
        </w:rPr>
        <w:t>clically</w:t>
      </w:r>
      <w:r>
        <w:rPr>
          <w:rFonts w:asciiTheme="minorHAnsi" w:hAnsiTheme="minorHAnsi" w:cstheme="minorHAnsi"/>
          <w:szCs w:val="19"/>
        </w:rPr>
        <w:t>-A</w:t>
      </w:r>
      <w:r w:rsidRPr="00095248">
        <w:rPr>
          <w:rFonts w:asciiTheme="minorHAnsi" w:hAnsiTheme="minorHAnsi" w:cstheme="minorHAnsi"/>
          <w:szCs w:val="19"/>
        </w:rPr>
        <w:t xml:space="preserve">djusted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 xml:space="preserve">rimary </w:t>
      </w:r>
      <w:r>
        <w:rPr>
          <w:rFonts w:asciiTheme="minorHAnsi" w:hAnsiTheme="minorHAnsi" w:cstheme="minorHAnsi"/>
          <w:szCs w:val="19"/>
        </w:rPr>
        <w:t>B</w:t>
      </w:r>
      <w:r w:rsidRPr="00095248">
        <w:rPr>
          <w:rFonts w:asciiTheme="minorHAnsi" w:hAnsiTheme="minorHAnsi" w:cstheme="minorHAnsi"/>
          <w:szCs w:val="19"/>
        </w:rPr>
        <w:t xml:space="preserve">alance in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 xml:space="preserve">ercent of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>otential GDP</w:t>
      </w:r>
      <w:r>
        <w:rPr>
          <w:rFonts w:asciiTheme="minorHAnsi" w:hAnsiTheme="minorHAnsi" w:cstheme="minorHAnsi"/>
          <w:szCs w:val="19"/>
        </w:rPr>
        <w:t xml:space="preserve"> (Continued)</w:t>
      </w:r>
    </w:p>
    <w:p w14:paraId="3A56626D" w14:textId="77777777" w:rsidR="00D67D51" w:rsidRDefault="00D67D51" w:rsidP="00D67D51"/>
    <w:p w14:paraId="79F8D536" w14:textId="73D17C1A" w:rsidR="00D67D51" w:rsidRDefault="009B6EB9" w:rsidP="1E46EF3A">
      <w:pPr>
        <w:rPr>
          <w:rFonts w:asciiTheme="minorHAnsi" w:hAnsiTheme="minorHAnsi" w:cstheme="minorBidi"/>
          <w:sz w:val="16"/>
          <w:szCs w:val="16"/>
        </w:rPr>
      </w:pPr>
      <w:r>
        <w:rPr>
          <w:noProof/>
        </w:rPr>
        <w:drawing>
          <wp:inline distT="0" distB="0" distL="0" distR="0" wp14:anchorId="4692D579" wp14:editId="2EA284E8">
            <wp:extent cx="1920240" cy="2377440"/>
            <wp:effectExtent l="0" t="0" r="0" b="0"/>
            <wp:docPr id="95827603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E1FA3CD-9600-4A53-BABC-4E734CA154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F8920A2" wp14:editId="5662DBB4">
            <wp:extent cx="1920240" cy="2377440"/>
            <wp:effectExtent l="0" t="0" r="0" b="0"/>
            <wp:docPr id="120" name="Chart 120">
              <a:extLst xmlns:a="http://schemas.openxmlformats.org/drawingml/2006/main">
                <a:ext uri="{FF2B5EF4-FFF2-40B4-BE49-F238E27FC236}">
                  <a16:creationId xmlns:a16="http://schemas.microsoft.com/office/drawing/2014/main" id="{B88DEF51-7D6B-472A-8B40-0990DF6230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9497C7F" wp14:editId="7EA33630">
            <wp:extent cx="1920240" cy="2377440"/>
            <wp:effectExtent l="0" t="0" r="0" b="0"/>
            <wp:docPr id="121" name="Chart 121">
              <a:extLst xmlns:a="http://schemas.openxmlformats.org/drawingml/2006/main">
                <a:ext uri="{FF2B5EF4-FFF2-40B4-BE49-F238E27FC236}">
                  <a16:creationId xmlns:a16="http://schemas.microsoft.com/office/drawing/2014/main" id="{A858A7FF-C39C-44A4-9C87-75CA25B621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4B84FF6" wp14:editId="0BF6302F">
            <wp:extent cx="1920240" cy="2377440"/>
            <wp:effectExtent l="0" t="0" r="0" b="0"/>
            <wp:docPr id="122" name="Chart 122">
              <a:extLst xmlns:a="http://schemas.openxmlformats.org/drawingml/2006/main">
                <a:ext uri="{FF2B5EF4-FFF2-40B4-BE49-F238E27FC236}">
                  <a16:creationId xmlns:a16="http://schemas.microsoft.com/office/drawing/2014/main" id="{CF012E38-C043-41FD-A02B-4166390363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34742F25" wp14:editId="11E1513C">
            <wp:extent cx="1920240" cy="2377440"/>
            <wp:effectExtent l="0" t="0" r="0" b="0"/>
            <wp:docPr id="123" name="Chart 123">
              <a:extLst xmlns:a="http://schemas.openxmlformats.org/drawingml/2006/main">
                <a:ext uri="{FF2B5EF4-FFF2-40B4-BE49-F238E27FC236}">
                  <a16:creationId xmlns:a16="http://schemas.microsoft.com/office/drawing/2014/main" id="{888A3D4F-A832-43D9-9C1F-1825B9D642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5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FAAF69E" wp14:editId="4C4F1B90">
            <wp:extent cx="1920240" cy="2377440"/>
            <wp:effectExtent l="0" t="0" r="0" b="0"/>
            <wp:docPr id="124" name="Chart 124">
              <a:extLst xmlns:a="http://schemas.openxmlformats.org/drawingml/2006/main">
                <a:ext uri="{FF2B5EF4-FFF2-40B4-BE49-F238E27FC236}">
                  <a16:creationId xmlns:a16="http://schemas.microsoft.com/office/drawing/2014/main" id="{4A6F086E-7124-4588-9AEA-5D3F784364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11948E77" wp14:editId="5E826AFC">
            <wp:extent cx="1920240" cy="2377440"/>
            <wp:effectExtent l="0" t="0" r="0" b="0"/>
            <wp:docPr id="125" name="Chart 125">
              <a:extLst xmlns:a="http://schemas.openxmlformats.org/drawingml/2006/main">
                <a:ext uri="{FF2B5EF4-FFF2-40B4-BE49-F238E27FC236}">
                  <a16:creationId xmlns:a16="http://schemas.microsoft.com/office/drawing/2014/main" id="{931C11AD-025F-4D64-83A3-176AE1816C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7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BC8E1D3" wp14:editId="15D66F8E">
            <wp:extent cx="1920240" cy="2377440"/>
            <wp:effectExtent l="0" t="0" r="0" b="0"/>
            <wp:docPr id="126" name="Chart 126">
              <a:extLst xmlns:a="http://schemas.openxmlformats.org/drawingml/2006/main">
                <a:ext uri="{FF2B5EF4-FFF2-40B4-BE49-F238E27FC236}">
                  <a16:creationId xmlns:a16="http://schemas.microsoft.com/office/drawing/2014/main" id="{880720CF-2303-4204-A1C6-ED7E5DFB85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8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7F48EFF" wp14:editId="08F5550B">
            <wp:extent cx="1920240" cy="2377440"/>
            <wp:effectExtent l="0" t="0" r="0" b="0"/>
            <wp:docPr id="127" name="Chart 127">
              <a:extLst xmlns:a="http://schemas.openxmlformats.org/drawingml/2006/main">
                <a:ext uri="{FF2B5EF4-FFF2-40B4-BE49-F238E27FC236}">
                  <a16:creationId xmlns:a16="http://schemas.microsoft.com/office/drawing/2014/main" id="{E5B92D3D-5FAB-4BC3-B245-180F8F5F46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 Source: Authors’ calculations, and IMF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(April 2024). The blue line represents estimates based on authors’ calculation of the output gap and the dashed red line represents the estimates from the WEO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>(April 2024).</w:t>
      </w:r>
    </w:p>
    <w:p w14:paraId="5A187E4A" w14:textId="0E7C62BB" w:rsidR="00D67D51" w:rsidRDefault="00741122" w:rsidP="00D67D51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Bidi"/>
          <w:sz w:val="16"/>
          <w:szCs w:val="16"/>
        </w:rPr>
        <w:t xml:space="preserve">* WEO does not publish </w:t>
      </w:r>
      <w:r w:rsidR="00672A2A">
        <w:rPr>
          <w:rFonts w:asciiTheme="minorHAnsi" w:hAnsiTheme="minorHAnsi" w:cstheme="minorBidi"/>
          <w:sz w:val="16"/>
          <w:szCs w:val="16"/>
        </w:rPr>
        <w:t xml:space="preserve">the cyclically-adjusted primary balance for Norway. </w:t>
      </w:r>
      <w:r w:rsidR="00D67D51">
        <w:rPr>
          <w:rFonts w:asciiTheme="minorHAnsi" w:hAnsiTheme="minorHAnsi" w:cstheme="minorHAnsi"/>
          <w:szCs w:val="19"/>
        </w:rPr>
        <w:br w:type="page"/>
      </w:r>
    </w:p>
    <w:p w14:paraId="78B1B884" w14:textId="7A75BB1D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A3 Cy</w:t>
      </w:r>
      <w:r w:rsidRPr="00095248">
        <w:rPr>
          <w:rFonts w:asciiTheme="minorHAnsi" w:hAnsiTheme="minorHAnsi" w:cstheme="minorHAnsi"/>
          <w:szCs w:val="19"/>
        </w:rPr>
        <w:t>clically</w:t>
      </w:r>
      <w:r>
        <w:rPr>
          <w:rFonts w:asciiTheme="minorHAnsi" w:hAnsiTheme="minorHAnsi" w:cstheme="minorHAnsi"/>
          <w:szCs w:val="19"/>
        </w:rPr>
        <w:t>-A</w:t>
      </w:r>
      <w:r w:rsidRPr="00095248">
        <w:rPr>
          <w:rFonts w:asciiTheme="minorHAnsi" w:hAnsiTheme="minorHAnsi" w:cstheme="minorHAnsi"/>
          <w:szCs w:val="19"/>
        </w:rPr>
        <w:t xml:space="preserve">djusted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 xml:space="preserve">rimary </w:t>
      </w:r>
      <w:r>
        <w:rPr>
          <w:rFonts w:asciiTheme="minorHAnsi" w:hAnsiTheme="minorHAnsi" w:cstheme="minorHAnsi"/>
          <w:szCs w:val="19"/>
        </w:rPr>
        <w:t>B</w:t>
      </w:r>
      <w:r w:rsidRPr="00095248">
        <w:rPr>
          <w:rFonts w:asciiTheme="minorHAnsi" w:hAnsiTheme="minorHAnsi" w:cstheme="minorHAnsi"/>
          <w:szCs w:val="19"/>
        </w:rPr>
        <w:t xml:space="preserve">alance in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 xml:space="preserve">ercent of </w:t>
      </w:r>
      <w:r>
        <w:rPr>
          <w:rFonts w:asciiTheme="minorHAnsi" w:hAnsiTheme="minorHAnsi" w:cstheme="minorHAnsi"/>
          <w:szCs w:val="19"/>
        </w:rPr>
        <w:t>P</w:t>
      </w:r>
      <w:r w:rsidRPr="00095248">
        <w:rPr>
          <w:rFonts w:asciiTheme="minorHAnsi" w:hAnsiTheme="minorHAnsi" w:cstheme="minorHAnsi"/>
          <w:szCs w:val="19"/>
        </w:rPr>
        <w:t>otential GDP</w:t>
      </w:r>
      <w:r>
        <w:rPr>
          <w:rFonts w:asciiTheme="minorHAnsi" w:hAnsiTheme="minorHAnsi" w:cstheme="minorHAnsi"/>
          <w:szCs w:val="19"/>
        </w:rPr>
        <w:t xml:space="preserve"> (Concluded)</w:t>
      </w:r>
    </w:p>
    <w:p w14:paraId="5500A5C6" w14:textId="77777777" w:rsidR="00D67D51" w:rsidRDefault="00D67D51" w:rsidP="00D67D51"/>
    <w:p w14:paraId="1E0E99D3" w14:textId="721DBF2D" w:rsidR="00D67D51" w:rsidRDefault="0070734F" w:rsidP="1E46EF3A">
      <w:pPr>
        <w:rPr>
          <w:rFonts w:asciiTheme="minorHAnsi" w:hAnsiTheme="minorHAnsi" w:cstheme="minorBidi"/>
          <w:sz w:val="16"/>
          <w:szCs w:val="16"/>
        </w:rPr>
        <w:sectPr w:rsidR="00D67D51" w:rsidSect="00D67D51">
          <w:footnotePr>
            <w:numRestart w:val="eachSect"/>
          </w:footnotePr>
          <w:pgSz w:w="12240" w:h="15840" w:code="1"/>
          <w:pgMar w:top="2016" w:right="1440" w:bottom="1181" w:left="1440" w:header="1008" w:footer="432" w:gutter="0"/>
          <w:cols w:space="720"/>
          <w:docGrid w:linePitch="272"/>
        </w:sectPr>
      </w:pPr>
      <w:r>
        <w:rPr>
          <w:noProof/>
        </w:rPr>
        <w:drawing>
          <wp:inline distT="0" distB="0" distL="0" distR="0" wp14:anchorId="7A3C0F44" wp14:editId="08CF92A4">
            <wp:extent cx="1920240" cy="2377440"/>
            <wp:effectExtent l="0" t="0" r="0" b="0"/>
            <wp:docPr id="52820233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6085DB5-550E-4361-88C2-E90E695F685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0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12985B6A" wp14:editId="66E56138">
            <wp:extent cx="1920240" cy="2377440"/>
            <wp:effectExtent l="0" t="0" r="0" b="0"/>
            <wp:docPr id="129" name="Chart 129">
              <a:extLst xmlns:a="http://schemas.openxmlformats.org/drawingml/2006/main">
                <a:ext uri="{FF2B5EF4-FFF2-40B4-BE49-F238E27FC236}">
                  <a16:creationId xmlns:a16="http://schemas.microsoft.com/office/drawing/2014/main" id="{9073A2CB-B49D-43FD-9CED-1BF6BCB7E01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1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ED70E52" wp14:editId="697C76C5">
            <wp:extent cx="1920240" cy="2377440"/>
            <wp:effectExtent l="0" t="0" r="0" b="0"/>
            <wp:docPr id="130" name="Chart 130">
              <a:extLst xmlns:a="http://schemas.openxmlformats.org/drawingml/2006/main">
                <a:ext uri="{FF2B5EF4-FFF2-40B4-BE49-F238E27FC236}">
                  <a16:creationId xmlns:a16="http://schemas.microsoft.com/office/drawing/2014/main" id="{277A9AE1-0735-4056-841A-0DCBFA13DE9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2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AA33E71" wp14:editId="23A419BF">
            <wp:extent cx="1920240" cy="2377440"/>
            <wp:effectExtent l="0" t="0" r="0" b="0"/>
            <wp:docPr id="131" name="Chart 131">
              <a:extLst xmlns:a="http://schemas.openxmlformats.org/drawingml/2006/main">
                <a:ext uri="{FF2B5EF4-FFF2-40B4-BE49-F238E27FC236}">
                  <a16:creationId xmlns:a16="http://schemas.microsoft.com/office/drawing/2014/main" id="{14F7B798-E102-47F4-A18F-94029384EA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3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1DBFBF40" wp14:editId="28677299">
            <wp:extent cx="1920240" cy="2377440"/>
            <wp:effectExtent l="0" t="0" r="0" b="0"/>
            <wp:docPr id="132" name="Chart 132">
              <a:extLst xmlns:a="http://schemas.openxmlformats.org/drawingml/2006/main">
                <a:ext uri="{FF2B5EF4-FFF2-40B4-BE49-F238E27FC236}">
                  <a16:creationId xmlns:a16="http://schemas.microsoft.com/office/drawing/2014/main" id="{F7346993-2CCB-43B8-9597-3D8028C7997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EB37FE6" wp14:editId="70D7F88F">
            <wp:extent cx="1920240" cy="2377440"/>
            <wp:effectExtent l="0" t="0" r="0" b="0"/>
            <wp:docPr id="133" name="Chart 133">
              <a:extLst xmlns:a="http://schemas.openxmlformats.org/drawingml/2006/main">
                <a:ext uri="{FF2B5EF4-FFF2-40B4-BE49-F238E27FC236}">
                  <a16:creationId xmlns:a16="http://schemas.microsoft.com/office/drawing/2014/main" id="{26F1313C-67CD-4A6C-B038-5BC41EE3E5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5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E890074" wp14:editId="0F9C0E29">
            <wp:extent cx="1920240" cy="2377440"/>
            <wp:effectExtent l="0" t="0" r="0" b="0"/>
            <wp:docPr id="134" name="Chart 134">
              <a:extLst xmlns:a="http://schemas.openxmlformats.org/drawingml/2006/main">
                <a:ext uri="{FF2B5EF4-FFF2-40B4-BE49-F238E27FC236}">
                  <a16:creationId xmlns:a16="http://schemas.microsoft.com/office/drawing/2014/main" id="{AEF2787B-BEEB-4E61-8D05-AB5482860D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6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22A4ACA" wp14:editId="6F61A24B">
            <wp:extent cx="1920240" cy="2377440"/>
            <wp:effectExtent l="0" t="0" r="0" b="0"/>
            <wp:docPr id="135" name="Chart 135">
              <a:extLst xmlns:a="http://schemas.openxmlformats.org/drawingml/2006/main">
                <a:ext uri="{FF2B5EF4-FFF2-40B4-BE49-F238E27FC236}">
                  <a16:creationId xmlns:a16="http://schemas.microsoft.com/office/drawing/2014/main" id="{DAACF1F7-CA99-4252-B651-B86BF76DBC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7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3BF4767" wp14:editId="645B243B">
            <wp:extent cx="1920240" cy="2377440"/>
            <wp:effectExtent l="0" t="0" r="0" b="0"/>
            <wp:docPr id="136" name="Chart 136">
              <a:extLst xmlns:a="http://schemas.openxmlformats.org/drawingml/2006/main">
                <a:ext uri="{FF2B5EF4-FFF2-40B4-BE49-F238E27FC236}">
                  <a16:creationId xmlns:a16="http://schemas.microsoft.com/office/drawing/2014/main" id="{78BCE161-694D-4777-A1DF-FFB425C7CE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8"/>
              </a:graphicData>
            </a:graphic>
          </wp:inline>
        </w:drawing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 Source: Authors’ calculations, and IMF World Economic Outlook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 xml:space="preserve">(April 2024). The blue line represents estimates based on authors’ calculation of the output gap and the dashed red line represents the estimates from the WEO </w:t>
      </w:r>
      <w:r w:rsidR="455F9967" w:rsidRPr="1E46EF3A">
        <w:rPr>
          <w:rFonts w:asciiTheme="minorHAnsi" w:hAnsiTheme="minorHAnsi" w:cstheme="minorBidi"/>
          <w:sz w:val="16"/>
          <w:szCs w:val="16"/>
        </w:rPr>
        <w:t xml:space="preserve">Database </w:t>
      </w:r>
      <w:r w:rsidR="088D3A96" w:rsidRPr="1E46EF3A">
        <w:rPr>
          <w:rFonts w:asciiTheme="minorHAnsi" w:hAnsiTheme="minorHAnsi" w:cstheme="minorBidi"/>
          <w:sz w:val="16"/>
          <w:szCs w:val="16"/>
        </w:rPr>
        <w:t>(April 2024).</w:t>
      </w:r>
    </w:p>
    <w:p w14:paraId="312FEF5F" w14:textId="19B1933C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A4 Debt-to-GDP Ratio in Percent (Continued)</w:t>
      </w:r>
    </w:p>
    <w:p w14:paraId="16FEE070" w14:textId="77777777" w:rsidR="00D67D51" w:rsidRDefault="00D67D51" w:rsidP="00D67D51"/>
    <w:p w14:paraId="46E54F61" w14:textId="77777777" w:rsidR="00830A9B" w:rsidRDefault="00EE27F5" w:rsidP="00A83B5A">
      <w:pPr>
        <w:rPr>
          <w:rFonts w:asciiTheme="minorHAnsi" w:hAnsiTheme="minorHAnsi" w:cstheme="minorBidi"/>
          <w:sz w:val="16"/>
          <w:szCs w:val="16"/>
        </w:rPr>
      </w:pPr>
      <w:r>
        <w:rPr>
          <w:noProof/>
        </w:rPr>
        <w:drawing>
          <wp:inline distT="0" distB="0" distL="0" distR="0" wp14:anchorId="61C1B4C5" wp14:editId="5F40C653">
            <wp:extent cx="1828800" cy="2194560"/>
            <wp:effectExtent l="0" t="0" r="0" b="0"/>
            <wp:docPr id="71740527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389B3C6-D2D1-4E2C-B721-F45FACABC5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055969" wp14:editId="0F43E345">
            <wp:extent cx="1828800" cy="2194560"/>
            <wp:effectExtent l="0" t="0" r="0" b="0"/>
            <wp:docPr id="172746960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77AC5EBB-A4E7-46E8-882F-F9C4928E75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72848A" wp14:editId="56537DFE">
            <wp:extent cx="1828800" cy="2194560"/>
            <wp:effectExtent l="0" t="0" r="0" b="0"/>
            <wp:docPr id="1867681104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E1054734-053B-41B9-A23D-D1A3F516AF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156DA3" wp14:editId="3D1BE36D">
            <wp:extent cx="1828800" cy="2194560"/>
            <wp:effectExtent l="0" t="0" r="0" b="0"/>
            <wp:docPr id="482094029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79538E1A-FEEB-459E-A58E-6B34CFC10B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F0A4EF" wp14:editId="37F46AF2">
            <wp:extent cx="1828800" cy="2194560"/>
            <wp:effectExtent l="0" t="0" r="0" b="0"/>
            <wp:docPr id="35475106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641B60AA-AD50-4806-A445-25DFA0EB59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6B7A526" wp14:editId="3E477779">
            <wp:extent cx="1828800" cy="2194560"/>
            <wp:effectExtent l="0" t="0" r="0" b="0"/>
            <wp:docPr id="408648925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826C60CE-4B28-437C-8883-D64DFD2CC8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BF4089" wp14:editId="021BB0F9">
            <wp:extent cx="1828800" cy="2194560"/>
            <wp:effectExtent l="0" t="0" r="0" b="0"/>
            <wp:docPr id="2103517736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3D5B2799-ED40-4345-A05A-FC8394147E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60F4D4" wp14:editId="519D67F2">
            <wp:extent cx="1828800" cy="2194560"/>
            <wp:effectExtent l="0" t="0" r="0" b="0"/>
            <wp:docPr id="211005175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619C8867-E5DA-4561-89B1-7AB61D3676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A9944B" wp14:editId="6AAAD1DE">
            <wp:extent cx="1828800" cy="2194560"/>
            <wp:effectExtent l="0" t="0" r="0" b="0"/>
            <wp:docPr id="265036941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10AB70DC-F038-4E98-AEF7-94C655001D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7"/>
              </a:graphicData>
            </a:graphic>
          </wp:inline>
        </w:drawing>
      </w:r>
    </w:p>
    <w:p w14:paraId="2FABFD8D" w14:textId="1F48CCCB" w:rsidR="00D67D51" w:rsidRDefault="088D3A96" w:rsidP="00A83B5A">
      <w:r w:rsidRPr="1E46EF3A">
        <w:rPr>
          <w:rFonts w:asciiTheme="minorHAnsi" w:hAnsiTheme="minorHAnsi" w:cstheme="minorBidi"/>
          <w:sz w:val="16"/>
          <w:szCs w:val="16"/>
        </w:rPr>
        <w:t>Source: IMF Global Debt Database (</w:t>
      </w:r>
      <w:r w:rsidR="67669A41" w:rsidRPr="093772C8">
        <w:rPr>
          <w:rFonts w:asciiTheme="minorHAnsi" w:hAnsiTheme="minorHAnsi" w:cstheme="minorBidi"/>
          <w:sz w:val="16"/>
          <w:szCs w:val="16"/>
        </w:rPr>
        <w:t>April 2024</w:t>
      </w:r>
      <w:r w:rsidRPr="093772C8">
        <w:rPr>
          <w:rFonts w:asciiTheme="minorHAnsi" w:hAnsiTheme="minorHAnsi" w:cstheme="minorBidi"/>
          <w:sz w:val="16"/>
          <w:szCs w:val="16"/>
        </w:rPr>
        <w:t>).</w:t>
      </w:r>
      <w:r w:rsidR="00D67D51">
        <w:br w:type="page"/>
      </w:r>
    </w:p>
    <w:p w14:paraId="742AD23A" w14:textId="1FE10832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A4 Debt-to-GDP Ratio in Percent (Continued)</w:t>
      </w:r>
    </w:p>
    <w:p w14:paraId="29CFEA44" w14:textId="77777777" w:rsidR="00D67D51" w:rsidRDefault="00D67D51" w:rsidP="00D67D51"/>
    <w:p w14:paraId="285AFB76" w14:textId="01297CCB" w:rsidR="00D67D51" w:rsidRPr="00760E67" w:rsidRDefault="00A841BF" w:rsidP="00D67D51">
      <w:pPr>
        <w:rPr>
          <w:rFonts w:asciiTheme="minorHAnsi" w:hAnsiTheme="minorHAnsi" w:cstheme="minorBidi"/>
          <w:sz w:val="16"/>
          <w:szCs w:val="16"/>
        </w:rPr>
      </w:pPr>
      <w:r>
        <w:rPr>
          <w:noProof/>
        </w:rPr>
        <w:drawing>
          <wp:inline distT="0" distB="0" distL="0" distR="0" wp14:anchorId="3A292CA0" wp14:editId="58A1CBEB">
            <wp:extent cx="1920240" cy="2377440"/>
            <wp:effectExtent l="0" t="0" r="0" b="0"/>
            <wp:docPr id="170209389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0F4347F-C50D-4A50-B91E-2641705822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18CF63" wp14:editId="1CD8DAB7">
            <wp:extent cx="1920240" cy="2377440"/>
            <wp:effectExtent l="0" t="0" r="0" b="0"/>
            <wp:docPr id="332888735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874ABED0-14AE-40CF-9850-F68513E8779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4B587A" wp14:editId="538E0A6C">
            <wp:extent cx="1920240" cy="2377440"/>
            <wp:effectExtent l="0" t="0" r="0" b="0"/>
            <wp:docPr id="518851995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C5673376-5B1D-41E2-90A2-671086A96A0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32C3BA" wp14:editId="358B7F07">
            <wp:extent cx="1920240" cy="2377440"/>
            <wp:effectExtent l="0" t="0" r="0" b="0"/>
            <wp:docPr id="244260836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893D8A85-877C-4643-B14C-64177E9A7E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94FBD2" wp14:editId="458D7DAE">
            <wp:extent cx="1920240" cy="2377440"/>
            <wp:effectExtent l="0" t="0" r="0" b="0"/>
            <wp:docPr id="299890592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1437A289-3DC5-4FEA-9293-B5CBD02361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1B669C" wp14:editId="163C45D1">
            <wp:extent cx="1920240" cy="2377440"/>
            <wp:effectExtent l="0" t="0" r="0" b="0"/>
            <wp:docPr id="2115749320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4B124630-4625-4E5D-B90B-C9F0128EE0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4F1FEB" wp14:editId="73884EAA">
            <wp:extent cx="1920240" cy="2377440"/>
            <wp:effectExtent l="0" t="0" r="0" b="0"/>
            <wp:docPr id="1110787026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87A75C82-9464-4473-906A-3246EC32D36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3EB6DC" wp14:editId="33F9ED5D">
            <wp:extent cx="1920240" cy="2377440"/>
            <wp:effectExtent l="0" t="0" r="0" b="0"/>
            <wp:docPr id="1796676547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B8E241F8-F773-4BFD-8FED-C156E4715A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13E1A7" wp14:editId="13C4877B">
            <wp:extent cx="1920240" cy="2377440"/>
            <wp:effectExtent l="0" t="0" r="0" b="0"/>
            <wp:docPr id="403125172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1F1B5F8E-D6E8-42EC-9327-7A5D86AB838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6"/>
              </a:graphicData>
            </a:graphic>
          </wp:inline>
        </w:drawing>
      </w:r>
      <w:r w:rsidR="00D67D51" w:rsidRPr="093772C8">
        <w:rPr>
          <w:rFonts w:asciiTheme="minorHAnsi" w:hAnsiTheme="minorHAnsi" w:cstheme="minorBidi"/>
          <w:sz w:val="16"/>
          <w:szCs w:val="16"/>
        </w:rPr>
        <w:t>Source: IMF Global Debt Database (</w:t>
      </w:r>
      <w:r w:rsidR="0F333ED8" w:rsidRPr="093772C8">
        <w:rPr>
          <w:rFonts w:eastAsia="Arial" w:cs="Arial"/>
          <w:sz w:val="16"/>
          <w:szCs w:val="16"/>
        </w:rPr>
        <w:t>April 2024</w:t>
      </w:r>
      <w:r w:rsidR="00D67D51" w:rsidRPr="093772C8">
        <w:rPr>
          <w:rFonts w:asciiTheme="minorHAnsi" w:hAnsiTheme="minorHAnsi" w:cstheme="minorBidi"/>
          <w:sz w:val="16"/>
          <w:szCs w:val="16"/>
        </w:rPr>
        <w:t>).</w:t>
      </w:r>
    </w:p>
    <w:p w14:paraId="605826A8" w14:textId="066DF47A" w:rsidR="1D3BD72E" w:rsidRDefault="1D3BD72E" w:rsidP="00830A9B">
      <w:pPr>
        <w:rPr>
          <w:rFonts w:asciiTheme="minorHAnsi" w:hAnsiTheme="minorHAnsi" w:cstheme="minorBidi"/>
        </w:rPr>
      </w:pPr>
    </w:p>
    <w:p w14:paraId="2C5AA416" w14:textId="1527456E" w:rsidR="00D67D51" w:rsidRDefault="00D67D51" w:rsidP="00D67D51">
      <w:pPr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Figure A4 Debt-to-GDP Ratio in Percent (Concluded)</w:t>
      </w:r>
    </w:p>
    <w:p w14:paraId="2C55A90C" w14:textId="77777777" w:rsidR="00D67D51" w:rsidRDefault="00D67D51" w:rsidP="00D67D51"/>
    <w:p w14:paraId="6D430F04" w14:textId="7D0B9C2B" w:rsidR="00D67D51" w:rsidRPr="00DC182F" w:rsidRDefault="00EE27F5" w:rsidP="00D67D51">
      <w:pPr>
        <w:rPr>
          <w:rFonts w:asciiTheme="minorHAnsi" w:hAnsiTheme="minorHAnsi" w:cstheme="minorBidi"/>
          <w:sz w:val="21"/>
          <w:szCs w:val="21"/>
        </w:rPr>
      </w:pPr>
      <w:r>
        <w:rPr>
          <w:noProof/>
        </w:rPr>
        <w:drawing>
          <wp:inline distT="0" distB="0" distL="0" distR="0" wp14:anchorId="41732072" wp14:editId="78B094F2">
            <wp:extent cx="1920240" cy="2377440"/>
            <wp:effectExtent l="0" t="0" r="0" b="0"/>
            <wp:docPr id="60645860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5AD50B3-EA8A-4508-82BE-4F58E33EB3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4EF875" wp14:editId="559E73C0">
            <wp:extent cx="1920240" cy="2377440"/>
            <wp:effectExtent l="0" t="0" r="0" b="0"/>
            <wp:docPr id="1112118196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7EB34138-E976-4BFF-880E-54C3BB0D47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CB5F06" wp14:editId="27092D97">
            <wp:extent cx="1920240" cy="2377440"/>
            <wp:effectExtent l="0" t="0" r="0" b="0"/>
            <wp:docPr id="708796136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0F755722-1B67-4C5C-AA10-90780E377F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26CD7A" wp14:editId="39A59012">
            <wp:extent cx="1920240" cy="2377440"/>
            <wp:effectExtent l="0" t="0" r="0" b="0"/>
            <wp:docPr id="427970147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7AB4B23C-B4AC-42E7-8398-3F1545D0624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94D8B5" wp14:editId="2C4A6D40">
            <wp:extent cx="1920240" cy="2377440"/>
            <wp:effectExtent l="0" t="0" r="0" b="0"/>
            <wp:docPr id="1074150834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1585D797-10C2-4025-96EE-832605649D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4DED64" wp14:editId="4E98F78F">
            <wp:extent cx="1920240" cy="2377440"/>
            <wp:effectExtent l="0" t="0" r="0" b="0"/>
            <wp:docPr id="93228698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2B4FC2AD-FA46-48C2-8A12-C5F299E20C0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2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D5E07CF" wp14:editId="7B5E6863">
            <wp:extent cx="1920240" cy="2377440"/>
            <wp:effectExtent l="0" t="0" r="0" b="0"/>
            <wp:docPr id="2065203360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BB82D214-4A1E-4AD9-B8D0-F68667D58E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D79626" wp14:editId="3CA81722">
            <wp:extent cx="1920240" cy="2377440"/>
            <wp:effectExtent l="0" t="0" r="0" b="0"/>
            <wp:docPr id="292003929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80B9C493-17AA-4730-8A7D-36C703A6F3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8C396A" wp14:editId="7983449D">
            <wp:extent cx="1920240" cy="2377440"/>
            <wp:effectExtent l="0" t="0" r="0" b="0"/>
            <wp:docPr id="661911206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32329463-3B4C-40D4-AD2C-BFC4BCD0ED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5"/>
              </a:graphicData>
            </a:graphic>
          </wp:inline>
        </w:drawing>
      </w:r>
      <w:r w:rsidR="00D67D51" w:rsidRPr="093772C8">
        <w:rPr>
          <w:rFonts w:asciiTheme="minorHAnsi" w:hAnsiTheme="minorHAnsi" w:cstheme="minorBidi"/>
          <w:sz w:val="16"/>
          <w:szCs w:val="16"/>
        </w:rPr>
        <w:t>Source: IMF Global Debt Database (</w:t>
      </w:r>
      <w:r w:rsidR="483E4033" w:rsidRPr="093772C8">
        <w:rPr>
          <w:rFonts w:asciiTheme="minorHAnsi" w:hAnsiTheme="minorHAnsi" w:cstheme="minorBidi"/>
          <w:sz w:val="16"/>
          <w:szCs w:val="16"/>
        </w:rPr>
        <w:t>April 2024</w:t>
      </w:r>
      <w:r w:rsidR="00D67D51" w:rsidRPr="093772C8">
        <w:rPr>
          <w:rFonts w:asciiTheme="minorHAnsi" w:hAnsiTheme="minorHAnsi" w:cstheme="minorBidi"/>
          <w:sz w:val="16"/>
          <w:szCs w:val="16"/>
        </w:rPr>
        <w:t>).</w:t>
      </w:r>
    </w:p>
    <w:p w14:paraId="207C25CF" w14:textId="409FD24C" w:rsidR="00D67D51" w:rsidRDefault="00D67D51" w:rsidP="003E3539">
      <w:pPr>
        <w:spacing w:after="120"/>
        <w:jc w:val="center"/>
        <w:rPr>
          <w:rFonts w:asciiTheme="minorHAnsi" w:hAnsiTheme="minorHAnsi" w:cstheme="minorHAnsi"/>
          <w:szCs w:val="19"/>
        </w:rPr>
      </w:pPr>
      <w:r>
        <w:br w:type="page"/>
      </w:r>
      <w:r>
        <w:rPr>
          <w:rFonts w:asciiTheme="minorHAnsi" w:hAnsiTheme="minorHAnsi" w:cstheme="minorHAnsi"/>
          <w:szCs w:val="19"/>
        </w:rPr>
        <w:lastRenderedPageBreak/>
        <w:t>Figure A</w:t>
      </w:r>
      <w:r w:rsidR="00DE7B86">
        <w:rPr>
          <w:rFonts w:asciiTheme="minorHAnsi" w:hAnsiTheme="minorHAnsi" w:cstheme="minorHAnsi"/>
          <w:szCs w:val="19"/>
        </w:rPr>
        <w:t xml:space="preserve">5 </w:t>
      </w:r>
      <w:r w:rsidR="00A15090">
        <w:rPr>
          <w:rFonts w:asciiTheme="minorHAnsi" w:hAnsiTheme="minorHAnsi" w:cstheme="minorHAnsi"/>
          <w:szCs w:val="19"/>
        </w:rPr>
        <w:t xml:space="preserve">Effective </w:t>
      </w:r>
      <w:r w:rsidR="005E777A">
        <w:rPr>
          <w:rFonts w:asciiTheme="minorHAnsi" w:hAnsiTheme="minorHAnsi" w:cstheme="minorHAnsi"/>
          <w:szCs w:val="19"/>
        </w:rPr>
        <w:t>Interest Rate Differential vis-à-vis Germany</w:t>
      </w:r>
      <w:r>
        <w:rPr>
          <w:rFonts w:asciiTheme="minorHAnsi" w:hAnsiTheme="minorHAnsi" w:cstheme="minorHAnsi"/>
          <w:szCs w:val="19"/>
        </w:rPr>
        <w:t xml:space="preserve"> </w:t>
      </w:r>
      <w:r w:rsidR="005E777A">
        <w:rPr>
          <w:rFonts w:asciiTheme="minorHAnsi" w:hAnsiTheme="minorHAnsi" w:cstheme="minorHAnsi"/>
          <w:szCs w:val="19"/>
        </w:rPr>
        <w:t xml:space="preserve">In Percent </w:t>
      </w:r>
      <w:r>
        <w:rPr>
          <w:rFonts w:asciiTheme="minorHAnsi" w:hAnsiTheme="minorHAnsi" w:cstheme="minorHAnsi"/>
          <w:szCs w:val="19"/>
        </w:rPr>
        <w:t>(Continued)</w:t>
      </w:r>
    </w:p>
    <w:p w14:paraId="55C34A0B" w14:textId="5044BF09" w:rsidR="00D67D51" w:rsidRDefault="00566CD1" w:rsidP="00D67D51">
      <w:r>
        <w:rPr>
          <w:noProof/>
        </w:rPr>
        <w:drawing>
          <wp:inline distT="0" distB="0" distL="0" distR="0" wp14:anchorId="61EA12BD" wp14:editId="6BDDD4B1">
            <wp:extent cx="1920240" cy="2377440"/>
            <wp:effectExtent l="0" t="0" r="0" b="0"/>
            <wp:docPr id="63972575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7D2B812-80AF-964D-9D8F-0E42411868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6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1E39811" wp14:editId="1EE0056E">
            <wp:extent cx="1920240" cy="2377440"/>
            <wp:effectExtent l="0" t="0" r="0" b="0"/>
            <wp:docPr id="560243653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70DEF0A-3E3D-2C4B-9936-52CC4AF5A9C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7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0631F46B" wp14:editId="457A65BE">
            <wp:extent cx="1920240" cy="2377440"/>
            <wp:effectExtent l="0" t="0" r="0" b="0"/>
            <wp:docPr id="1312209514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0A571F32-9386-8A4C-9403-954E98170D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8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039DFEB2" wp14:editId="5F40AFE1">
            <wp:extent cx="1920240" cy="2377440"/>
            <wp:effectExtent l="0" t="0" r="0" b="0"/>
            <wp:docPr id="1179744327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DDE3CDF6-E1C5-F440-B559-CF80059E69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9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4FA833F0" wp14:editId="02DD58EE">
            <wp:extent cx="1920240" cy="2377440"/>
            <wp:effectExtent l="0" t="0" r="0" b="0"/>
            <wp:docPr id="1145308291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54C6E2A9-7013-8E46-9E40-DC8AB5C30F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0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00A954AB" wp14:editId="7B21CC0F">
            <wp:extent cx="1920240" cy="2377440"/>
            <wp:effectExtent l="0" t="0" r="0" b="0"/>
            <wp:docPr id="2102315089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16636A21-14E4-DF48-BBFC-3C6A533C76B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1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5A9E452A" wp14:editId="04D054AC">
            <wp:extent cx="1920240" cy="2377440"/>
            <wp:effectExtent l="0" t="0" r="0" b="0"/>
            <wp:docPr id="680217429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476B5B00-B579-9549-851A-A2B17CB67FA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2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474CF9FD" wp14:editId="6F1F3EE4">
            <wp:extent cx="1920240" cy="2377440"/>
            <wp:effectExtent l="0" t="0" r="0" b="0"/>
            <wp:docPr id="459269975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3E4E5BD5-C467-7940-B0A3-000D8788AC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3"/>
              </a:graphicData>
            </a:graphic>
          </wp:inline>
        </w:drawing>
      </w:r>
      <w:r w:rsidR="00786675" w:rsidRPr="00786675">
        <w:rPr>
          <w:noProof/>
        </w:rPr>
        <w:t xml:space="preserve"> </w:t>
      </w:r>
      <w:r w:rsidR="00786675">
        <w:rPr>
          <w:noProof/>
        </w:rPr>
        <w:drawing>
          <wp:inline distT="0" distB="0" distL="0" distR="0" wp14:anchorId="2D60C983" wp14:editId="751F63CE">
            <wp:extent cx="1920240" cy="2377440"/>
            <wp:effectExtent l="0" t="0" r="0" b="0"/>
            <wp:docPr id="61928828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2C09999-A695-D545-990C-46B5ED28D2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4"/>
              </a:graphicData>
            </a:graphic>
          </wp:inline>
        </w:drawing>
      </w:r>
    </w:p>
    <w:p w14:paraId="51BAAF79" w14:textId="3468F0D2" w:rsidR="00D67D51" w:rsidRDefault="00D67D51" w:rsidP="00A83B5A">
      <w:pPr>
        <w:rPr>
          <w:rFonts w:asciiTheme="minorHAnsi" w:hAnsiTheme="minorHAnsi" w:cstheme="minorHAnsi"/>
          <w:sz w:val="16"/>
          <w:szCs w:val="16"/>
        </w:rPr>
      </w:pPr>
      <w:r w:rsidRPr="00EC15E7">
        <w:rPr>
          <w:rFonts w:asciiTheme="minorHAnsi" w:hAnsiTheme="minorHAnsi" w:cstheme="minorHAnsi"/>
          <w:sz w:val="16"/>
          <w:szCs w:val="16"/>
        </w:rPr>
        <w:t>Source: Authors’ calculations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EC15E7">
        <w:rPr>
          <w:rFonts w:asciiTheme="minorHAnsi" w:hAnsiTheme="minorHAnsi" w:cstheme="minorHAnsi"/>
          <w:sz w:val="16"/>
          <w:szCs w:val="16"/>
        </w:rPr>
        <w:t xml:space="preserve">The blue line </w:t>
      </w:r>
      <w:r>
        <w:rPr>
          <w:rFonts w:asciiTheme="minorHAnsi" w:hAnsiTheme="minorHAnsi" w:cstheme="minorHAnsi"/>
          <w:sz w:val="16"/>
          <w:szCs w:val="16"/>
        </w:rPr>
        <w:t>is the ex-post effective real interest rate; the dashed red line is the rate of growth of real GDP; and the green dashed line measures the difference between the domestic effective interest rate and the effective interest rate of Germany</w:t>
      </w:r>
      <w:r w:rsidRPr="00EC15E7">
        <w:rPr>
          <w:rFonts w:asciiTheme="minorHAnsi" w:hAnsiTheme="minorHAnsi" w:cstheme="minorHAnsi"/>
          <w:sz w:val="16"/>
          <w:szCs w:val="16"/>
        </w:rPr>
        <w:t>.</w:t>
      </w: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01EA8B94" w14:textId="4E53752A" w:rsidR="00D67D51" w:rsidRDefault="00D67D51" w:rsidP="003E3539">
      <w:pPr>
        <w:spacing w:after="120"/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>Figure A</w:t>
      </w:r>
      <w:r w:rsidR="00DE7B86">
        <w:rPr>
          <w:rFonts w:asciiTheme="minorHAnsi" w:hAnsiTheme="minorHAnsi" w:cstheme="minorHAnsi"/>
          <w:szCs w:val="19"/>
        </w:rPr>
        <w:t>5</w:t>
      </w:r>
      <w:r>
        <w:rPr>
          <w:rFonts w:asciiTheme="minorHAnsi" w:hAnsiTheme="minorHAnsi" w:cstheme="minorHAnsi"/>
          <w:szCs w:val="19"/>
        </w:rPr>
        <w:t xml:space="preserve"> </w:t>
      </w:r>
      <w:r w:rsidR="005E777A">
        <w:rPr>
          <w:rFonts w:asciiTheme="minorHAnsi" w:hAnsiTheme="minorHAnsi" w:cstheme="minorHAnsi"/>
          <w:szCs w:val="19"/>
        </w:rPr>
        <w:t xml:space="preserve">Effective Interest Rate Differential vis-à-vis Germany In Percent </w:t>
      </w:r>
      <w:r>
        <w:rPr>
          <w:rFonts w:asciiTheme="minorHAnsi" w:hAnsiTheme="minorHAnsi" w:cstheme="minorHAnsi"/>
          <w:szCs w:val="19"/>
        </w:rPr>
        <w:t>(Continued)</w:t>
      </w:r>
    </w:p>
    <w:p w14:paraId="02CB7DC1" w14:textId="00FDD9BA" w:rsidR="00D67D51" w:rsidRDefault="009043A6" w:rsidP="00D67D51">
      <w:r>
        <w:rPr>
          <w:noProof/>
        </w:rPr>
        <w:drawing>
          <wp:inline distT="0" distB="0" distL="0" distR="0" wp14:anchorId="25967682" wp14:editId="184D2D13">
            <wp:extent cx="1920240" cy="2377440"/>
            <wp:effectExtent l="0" t="0" r="0" b="0"/>
            <wp:docPr id="72738341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1869621-62FC-8C42-BF8D-D3D7BDF9B7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5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2E31ED16" wp14:editId="5987AB9A">
            <wp:extent cx="1920240" cy="2377440"/>
            <wp:effectExtent l="0" t="0" r="0" b="0"/>
            <wp:docPr id="2126613486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F65FE18A-3578-8A4D-8913-21370F2CDCB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6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4508873D" wp14:editId="25D9F748">
            <wp:extent cx="1920240" cy="2377440"/>
            <wp:effectExtent l="0" t="0" r="0" b="0"/>
            <wp:docPr id="607769818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5C236DA0-46F2-1E48-8483-48C17AF2CC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7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B85F46A" wp14:editId="4080F0B9">
            <wp:extent cx="1920240" cy="2377440"/>
            <wp:effectExtent l="0" t="0" r="0" b="0"/>
            <wp:docPr id="922919835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1EC45E62-C080-9E47-B126-71851CEE44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8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19C25A0B" wp14:editId="500508B3">
            <wp:extent cx="1920240" cy="2377440"/>
            <wp:effectExtent l="0" t="0" r="0" b="0"/>
            <wp:docPr id="761654581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5F655703-4AAB-9341-B7DF-E070B01ED5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9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C2B9769" wp14:editId="08E4EB17">
            <wp:extent cx="1920240" cy="2377440"/>
            <wp:effectExtent l="0" t="0" r="0" b="0"/>
            <wp:docPr id="1154305039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C8F2D4E1-BAA2-274F-BCEB-47C819D25AD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0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7DF06575" wp14:editId="0A713AD5">
            <wp:extent cx="1920240" cy="2377440"/>
            <wp:effectExtent l="0" t="0" r="0" b="0"/>
            <wp:docPr id="533576814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27893BC9-9123-A844-8006-D20DCEF7DE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1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34EAC4A3" wp14:editId="2D867117">
            <wp:extent cx="1920240" cy="2377440"/>
            <wp:effectExtent l="0" t="0" r="0" b="0"/>
            <wp:docPr id="1005705136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F1DD8E41-760A-1D46-8EB0-1F2D6BB2CC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2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19AD4AF6" wp14:editId="28217D69">
            <wp:extent cx="1920240" cy="2377440"/>
            <wp:effectExtent l="0" t="0" r="0" b="0"/>
            <wp:docPr id="1359938230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84197737-F2E9-9C43-B8CF-A88729873CA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3"/>
              </a:graphicData>
            </a:graphic>
          </wp:inline>
        </w:drawing>
      </w:r>
    </w:p>
    <w:p w14:paraId="563542AD" w14:textId="0EFE8DDE" w:rsidR="00D67D51" w:rsidRDefault="00D67D51" w:rsidP="00A83B5A">
      <w:r w:rsidRPr="00EC15E7">
        <w:rPr>
          <w:rFonts w:asciiTheme="minorHAnsi" w:hAnsiTheme="minorHAnsi" w:cstheme="minorHAnsi"/>
          <w:sz w:val="16"/>
          <w:szCs w:val="16"/>
        </w:rPr>
        <w:t>Source: Authors’ calculations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EC15E7">
        <w:rPr>
          <w:rFonts w:asciiTheme="minorHAnsi" w:hAnsiTheme="minorHAnsi" w:cstheme="minorHAnsi"/>
          <w:sz w:val="16"/>
          <w:szCs w:val="16"/>
        </w:rPr>
        <w:t xml:space="preserve">The blue line </w:t>
      </w:r>
      <w:r>
        <w:rPr>
          <w:rFonts w:asciiTheme="minorHAnsi" w:hAnsiTheme="minorHAnsi" w:cstheme="minorHAnsi"/>
          <w:sz w:val="16"/>
          <w:szCs w:val="16"/>
        </w:rPr>
        <w:t>is the ex-post effective real interest rate; the dashed red line is the rate of growth of real GDP; and the green dashed line measures the difference between the domestic effective interest rate and the effective interest rate of Germany</w:t>
      </w:r>
      <w:r w:rsidRPr="00EC15E7">
        <w:rPr>
          <w:rFonts w:asciiTheme="minorHAnsi" w:hAnsiTheme="minorHAnsi" w:cstheme="minorHAnsi"/>
          <w:sz w:val="16"/>
          <w:szCs w:val="16"/>
        </w:rPr>
        <w:t>.</w:t>
      </w:r>
      <w:r>
        <w:br w:type="page"/>
      </w:r>
    </w:p>
    <w:p w14:paraId="544BCE53" w14:textId="3319DFD9" w:rsidR="00D67D51" w:rsidRDefault="00D67D51" w:rsidP="003E3539">
      <w:pPr>
        <w:spacing w:after="120"/>
        <w:jc w:val="center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lastRenderedPageBreak/>
        <w:t xml:space="preserve">Figure A5 </w:t>
      </w:r>
      <w:r w:rsidR="001D4D58">
        <w:rPr>
          <w:rFonts w:asciiTheme="minorHAnsi" w:hAnsiTheme="minorHAnsi" w:cstheme="minorHAnsi"/>
          <w:szCs w:val="19"/>
        </w:rPr>
        <w:t>Effective Interest Rate Differential vis-à-vis Germany In Percent (Concluded)</w:t>
      </w:r>
    </w:p>
    <w:p w14:paraId="0BF00F2A" w14:textId="6BACD756" w:rsidR="00D67D51" w:rsidRDefault="00173738" w:rsidP="00D67D51">
      <w:r>
        <w:rPr>
          <w:noProof/>
        </w:rPr>
        <w:drawing>
          <wp:inline distT="0" distB="0" distL="0" distR="0" wp14:anchorId="454C98ED" wp14:editId="26939CD5">
            <wp:extent cx="1920240" cy="2377440"/>
            <wp:effectExtent l="0" t="0" r="0" b="0"/>
            <wp:docPr id="60616971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A7C5013-F6EA-AF4E-8E92-4432BD8537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4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599D6668" wp14:editId="0F17A2A5">
            <wp:extent cx="1920240" cy="2377440"/>
            <wp:effectExtent l="0" t="0" r="0" b="0"/>
            <wp:docPr id="113286455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B371FE-F474-9D4B-909E-05CD8DFE4A7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5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5BCCC0C8" wp14:editId="590C951E">
            <wp:extent cx="1920240" cy="2377440"/>
            <wp:effectExtent l="0" t="0" r="0" b="0"/>
            <wp:docPr id="133602392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40CC0C12-508F-1A47-9AA6-411D72846A0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6"/>
              </a:graphicData>
            </a:graphic>
          </wp:inline>
        </w:drawing>
      </w:r>
      <w:r w:rsidR="00DC3422" w:rsidRPr="00DC3422">
        <w:rPr>
          <w:noProof/>
        </w:rPr>
        <w:t xml:space="preserve"> </w:t>
      </w:r>
      <w:r w:rsidR="00DC3422">
        <w:rPr>
          <w:noProof/>
        </w:rPr>
        <w:drawing>
          <wp:inline distT="0" distB="0" distL="0" distR="0" wp14:anchorId="182FCB53" wp14:editId="7C97EEB0">
            <wp:extent cx="1920240" cy="2377440"/>
            <wp:effectExtent l="0" t="0" r="0" b="0"/>
            <wp:docPr id="72396479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7EDA496-7B52-BA48-9298-113C8E2FC1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7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0BFB472E" wp14:editId="0411A359">
            <wp:extent cx="1920240" cy="2377440"/>
            <wp:effectExtent l="0" t="0" r="0" b="0"/>
            <wp:docPr id="124922902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BBBEE567-B0AD-F245-A4D6-D010435B08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8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40E1FE4E" wp14:editId="38E5CC0E">
            <wp:extent cx="1920240" cy="2377440"/>
            <wp:effectExtent l="0" t="0" r="0" b="0"/>
            <wp:docPr id="335336571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1B10FBA2-5C30-E443-B91C-8C99F58CEE4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9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62D20721" wp14:editId="2E687939">
            <wp:extent cx="1920240" cy="2377440"/>
            <wp:effectExtent l="0" t="0" r="0" b="0"/>
            <wp:docPr id="313368973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8B0B43FE-47B6-1D4C-834E-1C620B7E72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0"/>
              </a:graphicData>
            </a:graphic>
          </wp:inline>
        </w:drawing>
      </w:r>
      <w:r w:rsidR="00D67D51">
        <w:rPr>
          <w:noProof/>
        </w:rPr>
        <w:drawing>
          <wp:inline distT="0" distB="0" distL="0" distR="0" wp14:anchorId="78FF3953" wp14:editId="72471923">
            <wp:extent cx="1920240" cy="2377440"/>
            <wp:effectExtent l="0" t="0" r="0" b="0"/>
            <wp:docPr id="284062125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370DF2BB-048C-DC47-939E-31781755F9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1"/>
              </a:graphicData>
            </a:graphic>
          </wp:inline>
        </w:drawing>
      </w:r>
      <w:r w:rsidR="0097174A">
        <w:rPr>
          <w:noProof/>
        </w:rPr>
        <w:drawing>
          <wp:inline distT="0" distB="0" distL="0" distR="0" wp14:anchorId="17AB48FF" wp14:editId="211C2F69">
            <wp:extent cx="1920240" cy="2377440"/>
            <wp:effectExtent l="0" t="0" r="0" b="0"/>
            <wp:docPr id="7768956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4599102-C660-45A5-BAF5-132D59CBDE03}"/>
                </a:ext>
                <a:ext uri="{147F2762-F138-4A5C-976F-8EAC2B608ADB}">
                  <a16:predDERef xmlns:a16="http://schemas.microsoft.com/office/drawing/2014/main" pred="{6D343343-A328-4D48-8A73-209104670D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2"/>
              </a:graphicData>
            </a:graphic>
          </wp:inline>
        </w:drawing>
      </w:r>
    </w:p>
    <w:p w14:paraId="40F4B567" w14:textId="77777777" w:rsidR="009C5819" w:rsidRDefault="00D67D51" w:rsidP="00A83B5A">
      <w:pPr>
        <w:rPr>
          <w:rFonts w:asciiTheme="minorHAnsi" w:hAnsiTheme="minorHAnsi" w:cstheme="minorHAnsi"/>
          <w:sz w:val="16"/>
          <w:szCs w:val="16"/>
        </w:rPr>
      </w:pPr>
      <w:r w:rsidRPr="00EC15E7">
        <w:rPr>
          <w:rFonts w:asciiTheme="minorHAnsi" w:hAnsiTheme="minorHAnsi" w:cstheme="minorHAnsi"/>
          <w:sz w:val="16"/>
          <w:szCs w:val="16"/>
        </w:rPr>
        <w:t>Source: Authors’ calculations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EC15E7">
        <w:rPr>
          <w:rFonts w:asciiTheme="minorHAnsi" w:hAnsiTheme="minorHAnsi" w:cstheme="minorHAnsi"/>
          <w:sz w:val="16"/>
          <w:szCs w:val="16"/>
        </w:rPr>
        <w:t xml:space="preserve">The blue line </w:t>
      </w:r>
      <w:r>
        <w:rPr>
          <w:rFonts w:asciiTheme="minorHAnsi" w:hAnsiTheme="minorHAnsi" w:cstheme="minorHAnsi"/>
          <w:sz w:val="16"/>
          <w:szCs w:val="16"/>
        </w:rPr>
        <w:t>is the ex-post effective real interest rate; the dashed red line is the rate of growth of real GDP; and the green dashed line measures the difference between the domestic effective interest rate and the effective interest rate of Germany</w:t>
      </w:r>
      <w:r w:rsidRPr="00EC15E7">
        <w:rPr>
          <w:rFonts w:asciiTheme="minorHAnsi" w:hAnsiTheme="minorHAnsi" w:cstheme="minorHAnsi"/>
          <w:sz w:val="16"/>
          <w:szCs w:val="16"/>
        </w:rPr>
        <w:t>.</w:t>
      </w:r>
    </w:p>
    <w:sectPr w:rsidR="009C5819" w:rsidSect="002559AC">
      <w:headerReference w:type="default" r:id="rId143"/>
      <w:footerReference w:type="default" r:id="rId144"/>
      <w:footnotePr>
        <w:numRestart w:val="eachSect"/>
      </w:footnotePr>
      <w:pgSz w:w="12240" w:h="15840" w:code="1"/>
      <w:pgMar w:top="1440" w:right="1008" w:bottom="2160" w:left="1008" w:header="1008" w:footer="10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47B8" w14:textId="77777777" w:rsidR="000E4F24" w:rsidRDefault="000E4F24">
      <w:r>
        <w:separator/>
      </w:r>
    </w:p>
  </w:endnote>
  <w:endnote w:type="continuationSeparator" w:id="0">
    <w:p w14:paraId="08156060" w14:textId="77777777" w:rsidR="000E4F24" w:rsidRDefault="000E4F24">
      <w:r>
        <w:continuationSeparator/>
      </w:r>
    </w:p>
  </w:endnote>
  <w:endnote w:type="continuationNotice" w:id="1">
    <w:p w14:paraId="3811C10F" w14:textId="77777777" w:rsidR="000E4F24" w:rsidRDefault="000E4F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</w:tblGrid>
    <w:tr w:rsidR="001A1C78" w14:paraId="5DD7469B" w14:textId="77777777" w:rsidTr="002559AC">
      <w:trPr>
        <w:trHeight w:val="216"/>
      </w:trPr>
      <w:tc>
        <w:tcPr>
          <w:tcW w:w="9360" w:type="dxa"/>
        </w:tcPr>
        <w:p w14:paraId="23465FD5" w14:textId="4B9CEAD3" w:rsidR="001A1C78" w:rsidRDefault="001A1C78" w:rsidP="001A1C78">
          <w:pPr>
            <w:pStyle w:val="BackcoverWPNumber"/>
          </w:pPr>
        </w:p>
      </w:tc>
    </w:tr>
  </w:tbl>
  <w:p w14:paraId="26BC90CC" w14:textId="77777777" w:rsidR="001A1C78" w:rsidRDefault="001A1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A6A3E" w14:textId="77777777" w:rsidR="000E4F24" w:rsidRPr="00115951" w:rsidRDefault="000E4F24" w:rsidP="008207AE">
      <w:pPr>
        <w:pStyle w:val="FootnoteSeparator"/>
      </w:pPr>
      <w:r>
        <w:t xml:space="preserve">   </w:t>
      </w:r>
    </w:p>
  </w:footnote>
  <w:footnote w:type="continuationSeparator" w:id="0">
    <w:p w14:paraId="327C211A" w14:textId="77777777" w:rsidR="000E4F24" w:rsidRDefault="000E4F24">
      <w:r>
        <w:continuationSeparator/>
      </w:r>
    </w:p>
  </w:footnote>
  <w:footnote w:type="continuationNotice" w:id="1">
    <w:p w14:paraId="53B8E9EC" w14:textId="77777777" w:rsidR="000E4F24" w:rsidRDefault="000E4F24">
      <w:pPr>
        <w:jc w:val="right"/>
      </w:pPr>
      <w:r>
        <w:t>(continued…)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1DABE" w14:textId="20A03AA4" w:rsidR="00243B3F" w:rsidRPr="00980236" w:rsidRDefault="00243B3F" w:rsidP="00F82065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6gBj5n6W9cKk2" int2:id="heZzyfyr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7A98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E544A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4A285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096B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6A4B3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E6F4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94C7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6C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B85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22A3B01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07352F72"/>
    <w:multiLevelType w:val="hybridMultilevel"/>
    <w:tmpl w:val="00226264"/>
    <w:lvl w:ilvl="0" w:tplc="C4961F9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188F"/>
    <w:multiLevelType w:val="multilevel"/>
    <w:tmpl w:val="A6B8660A"/>
    <w:lvl w:ilvl="0">
      <w:start w:val="1"/>
      <w:numFmt w:val="decimal"/>
      <w:pStyle w:val="ParagraphNumber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ED23336"/>
    <w:multiLevelType w:val="hybridMultilevel"/>
    <w:tmpl w:val="4CE07D7E"/>
    <w:lvl w:ilvl="0" w:tplc="FFFFFFFF">
      <w:start w:val="1"/>
      <w:numFmt w:val="upperLetter"/>
      <w:lvlText w:val="%1."/>
      <w:lvlJc w:val="left"/>
      <w:pPr>
        <w:ind w:left="2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90" w:hanging="360"/>
      </w:pPr>
    </w:lvl>
    <w:lvl w:ilvl="2" w:tplc="FFFFFFFF" w:tentative="1">
      <w:start w:val="1"/>
      <w:numFmt w:val="lowerRoman"/>
      <w:lvlText w:val="%3."/>
      <w:lvlJc w:val="right"/>
      <w:pPr>
        <w:ind w:left="3510" w:hanging="180"/>
      </w:pPr>
    </w:lvl>
    <w:lvl w:ilvl="3" w:tplc="FFFFFFFF" w:tentative="1">
      <w:start w:val="1"/>
      <w:numFmt w:val="decimal"/>
      <w:lvlText w:val="%4."/>
      <w:lvlJc w:val="left"/>
      <w:pPr>
        <w:ind w:left="4230" w:hanging="360"/>
      </w:pPr>
    </w:lvl>
    <w:lvl w:ilvl="4" w:tplc="FFFFFFFF" w:tentative="1">
      <w:start w:val="1"/>
      <w:numFmt w:val="lowerLetter"/>
      <w:lvlText w:val="%5."/>
      <w:lvlJc w:val="left"/>
      <w:pPr>
        <w:ind w:left="4950" w:hanging="360"/>
      </w:pPr>
    </w:lvl>
    <w:lvl w:ilvl="5" w:tplc="FFFFFFFF" w:tentative="1">
      <w:start w:val="1"/>
      <w:numFmt w:val="lowerRoman"/>
      <w:lvlText w:val="%6."/>
      <w:lvlJc w:val="right"/>
      <w:pPr>
        <w:ind w:left="5670" w:hanging="180"/>
      </w:pPr>
    </w:lvl>
    <w:lvl w:ilvl="6" w:tplc="FFFFFFFF" w:tentative="1">
      <w:start w:val="1"/>
      <w:numFmt w:val="decimal"/>
      <w:lvlText w:val="%7."/>
      <w:lvlJc w:val="left"/>
      <w:pPr>
        <w:ind w:left="6390" w:hanging="360"/>
      </w:pPr>
    </w:lvl>
    <w:lvl w:ilvl="7" w:tplc="FFFFFFFF" w:tentative="1">
      <w:start w:val="1"/>
      <w:numFmt w:val="lowerLetter"/>
      <w:lvlText w:val="%8."/>
      <w:lvlJc w:val="left"/>
      <w:pPr>
        <w:ind w:left="7110" w:hanging="360"/>
      </w:pPr>
    </w:lvl>
    <w:lvl w:ilvl="8" w:tplc="FFFFFFFF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14105CA9"/>
    <w:multiLevelType w:val="multilevel"/>
    <w:tmpl w:val="4DD658AA"/>
    <w:lvl w:ilvl="0">
      <w:start w:val="1"/>
      <w:numFmt w:val="decimal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1440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51B581B"/>
    <w:multiLevelType w:val="multilevel"/>
    <w:tmpl w:val="A206676C"/>
    <w:lvl w:ilvl="0">
      <w:start w:val="1"/>
      <w:numFmt w:val="upperRoman"/>
      <w:suff w:val="nothing"/>
      <w:lvlText w:val="%1.   "/>
      <w:lvlJc w:val="left"/>
      <w:pPr>
        <w:ind w:left="0" w:firstLine="0"/>
      </w:pPr>
    </w:lvl>
    <w:lvl w:ilvl="1">
      <w:start w:val="1"/>
      <w:numFmt w:val="upperLetter"/>
      <w:suff w:val="nothing"/>
      <w:lvlText w:val="%2.   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1A112AE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A8F2030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1B36130D"/>
    <w:multiLevelType w:val="hybridMultilevel"/>
    <w:tmpl w:val="D09813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D2197"/>
    <w:multiLevelType w:val="singleLevel"/>
    <w:tmpl w:val="799A6B14"/>
    <w:lvl w:ilvl="0">
      <w:start w:val="1"/>
      <w:numFmt w:val="decimal"/>
      <w:lvlText w:val="%1.     "/>
      <w:lvlJc w:val="left"/>
      <w:pPr>
        <w:tabs>
          <w:tab w:val="num" w:pos="720"/>
        </w:tabs>
        <w:ind w:left="0" w:firstLine="0"/>
      </w:pPr>
    </w:lvl>
  </w:abstractNum>
  <w:abstractNum w:abstractNumId="19" w15:restartNumberingAfterBreak="0">
    <w:nsid w:val="264C709B"/>
    <w:multiLevelType w:val="multilevel"/>
    <w:tmpl w:val="90ACA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DD2C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C0E3E18"/>
    <w:multiLevelType w:val="hybridMultilevel"/>
    <w:tmpl w:val="561CDF44"/>
    <w:lvl w:ilvl="0" w:tplc="A4EEA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026A9"/>
    <w:multiLevelType w:val="hybridMultilevel"/>
    <w:tmpl w:val="CAC0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2551B"/>
    <w:multiLevelType w:val="singleLevel"/>
    <w:tmpl w:val="633A12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2CC04E9"/>
    <w:multiLevelType w:val="hybridMultilevel"/>
    <w:tmpl w:val="4CE07D7E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C0C4C"/>
    <w:multiLevelType w:val="hybridMultilevel"/>
    <w:tmpl w:val="9B246058"/>
    <w:lvl w:ilvl="0" w:tplc="A47A8A16">
      <w:start w:val="1"/>
      <w:numFmt w:val="decimal"/>
      <w:lvlText w:val="%1."/>
      <w:lvlJc w:val="left"/>
      <w:pPr>
        <w:ind w:left="1656" w:hanging="360"/>
      </w:pPr>
    </w:lvl>
    <w:lvl w:ilvl="1" w:tplc="04090019">
      <w:start w:val="1"/>
      <w:numFmt w:val="lowerLetter"/>
      <w:lvlText w:val="%2."/>
      <w:lvlJc w:val="left"/>
      <w:pPr>
        <w:ind w:left="2376" w:hanging="360"/>
      </w:pPr>
    </w:lvl>
    <w:lvl w:ilvl="2" w:tplc="0409001B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6" w15:restartNumberingAfterBreak="0">
    <w:nsid w:val="46DB7B03"/>
    <w:multiLevelType w:val="hybridMultilevel"/>
    <w:tmpl w:val="1A1AC726"/>
    <w:lvl w:ilvl="0" w:tplc="A2EE26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24175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3942A0F"/>
    <w:multiLevelType w:val="hybridMultilevel"/>
    <w:tmpl w:val="C88C2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F4F3B"/>
    <w:multiLevelType w:val="hybridMultilevel"/>
    <w:tmpl w:val="51BABB20"/>
    <w:lvl w:ilvl="0" w:tplc="04090011">
      <w:start w:val="9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A4C5A"/>
    <w:multiLevelType w:val="hybridMultilevel"/>
    <w:tmpl w:val="BA4EDFFA"/>
    <w:lvl w:ilvl="0" w:tplc="0E88F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DE66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EC8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927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D2F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506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083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7E6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028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A26783"/>
    <w:multiLevelType w:val="hybridMultilevel"/>
    <w:tmpl w:val="CF626A3C"/>
    <w:lvl w:ilvl="0" w:tplc="E67E2508">
      <w:start w:val="1"/>
      <w:numFmt w:val="decimal"/>
      <w:lvlText w:val="%1."/>
      <w:lvlJc w:val="left"/>
      <w:pPr>
        <w:ind w:left="1440" w:hanging="360"/>
      </w:pPr>
    </w:lvl>
    <w:lvl w:ilvl="1" w:tplc="184434DC">
      <w:start w:val="1"/>
      <w:numFmt w:val="decimal"/>
      <w:lvlText w:val="%2."/>
      <w:lvlJc w:val="left"/>
      <w:pPr>
        <w:ind w:left="1440" w:hanging="360"/>
      </w:pPr>
    </w:lvl>
    <w:lvl w:ilvl="2" w:tplc="6B02C1D0">
      <w:start w:val="1"/>
      <w:numFmt w:val="decimal"/>
      <w:lvlText w:val="%3."/>
      <w:lvlJc w:val="left"/>
      <w:pPr>
        <w:ind w:left="1440" w:hanging="360"/>
      </w:pPr>
    </w:lvl>
    <w:lvl w:ilvl="3" w:tplc="FAB45756">
      <w:start w:val="1"/>
      <w:numFmt w:val="decimal"/>
      <w:lvlText w:val="%4."/>
      <w:lvlJc w:val="left"/>
      <w:pPr>
        <w:ind w:left="1440" w:hanging="360"/>
      </w:pPr>
    </w:lvl>
    <w:lvl w:ilvl="4" w:tplc="05362CBC">
      <w:start w:val="1"/>
      <w:numFmt w:val="decimal"/>
      <w:lvlText w:val="%5."/>
      <w:lvlJc w:val="left"/>
      <w:pPr>
        <w:ind w:left="1440" w:hanging="360"/>
      </w:pPr>
    </w:lvl>
    <w:lvl w:ilvl="5" w:tplc="ACA4BBFA">
      <w:start w:val="1"/>
      <w:numFmt w:val="decimal"/>
      <w:lvlText w:val="%6."/>
      <w:lvlJc w:val="left"/>
      <w:pPr>
        <w:ind w:left="1440" w:hanging="360"/>
      </w:pPr>
    </w:lvl>
    <w:lvl w:ilvl="6" w:tplc="0B0AE228">
      <w:start w:val="1"/>
      <w:numFmt w:val="decimal"/>
      <w:lvlText w:val="%7."/>
      <w:lvlJc w:val="left"/>
      <w:pPr>
        <w:ind w:left="1440" w:hanging="360"/>
      </w:pPr>
    </w:lvl>
    <w:lvl w:ilvl="7" w:tplc="927E8D3C">
      <w:start w:val="1"/>
      <w:numFmt w:val="decimal"/>
      <w:lvlText w:val="%8."/>
      <w:lvlJc w:val="left"/>
      <w:pPr>
        <w:ind w:left="1440" w:hanging="360"/>
      </w:pPr>
    </w:lvl>
    <w:lvl w:ilvl="8" w:tplc="BF8CEA56">
      <w:start w:val="1"/>
      <w:numFmt w:val="decimal"/>
      <w:lvlText w:val="%9."/>
      <w:lvlJc w:val="left"/>
      <w:pPr>
        <w:ind w:left="1440" w:hanging="360"/>
      </w:pPr>
    </w:lvl>
  </w:abstractNum>
  <w:abstractNum w:abstractNumId="32" w15:restartNumberingAfterBreak="0">
    <w:nsid w:val="62B63568"/>
    <w:multiLevelType w:val="multilevel"/>
    <w:tmpl w:val="4024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50F1A"/>
    <w:multiLevelType w:val="hybridMultilevel"/>
    <w:tmpl w:val="96F023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800C7"/>
    <w:multiLevelType w:val="hybridMultilevel"/>
    <w:tmpl w:val="552AA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D65F3"/>
    <w:multiLevelType w:val="hybridMultilevel"/>
    <w:tmpl w:val="ED50B8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A15A1"/>
    <w:multiLevelType w:val="multilevel"/>
    <w:tmpl w:val="FAA42BFC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37" w15:restartNumberingAfterBreak="0">
    <w:nsid w:val="71603777"/>
    <w:multiLevelType w:val="hybridMultilevel"/>
    <w:tmpl w:val="4CE07D7E"/>
    <w:lvl w:ilvl="0" w:tplc="FFFFFFFF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061E1"/>
    <w:multiLevelType w:val="multilevel"/>
    <w:tmpl w:val="F0105248"/>
    <w:lvl w:ilvl="0">
      <w:start w:val="1"/>
      <w:numFmt w:val="upperRoman"/>
      <w:lvlText w:val="Article %1."/>
      <w:lvlJc w:val="left"/>
      <w:pPr>
        <w:ind w:left="0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39" w15:restartNumberingAfterBreak="0">
    <w:nsid w:val="79C3133C"/>
    <w:multiLevelType w:val="multilevel"/>
    <w:tmpl w:val="8F88F406"/>
    <w:lvl w:ilvl="0">
      <w:start w:val="1"/>
      <w:numFmt w:val="bullet"/>
      <w:pStyle w:val="ListBullet"/>
      <w:lvlText w:val="§"/>
      <w:lvlJc w:val="left"/>
      <w:pPr>
        <w:ind w:left="720" w:hanging="360"/>
      </w:pPr>
      <w:rPr>
        <w:rFonts w:ascii="Wingdings" w:hAnsi="Wingdings" w:cs="Times New Roman" w:hint="default"/>
        <w:color w:val="004C97"/>
        <w:sz w:val="20"/>
        <w:szCs w:val="20"/>
      </w:rPr>
    </w:lvl>
    <w:lvl w:ilvl="1">
      <w:start w:val="1"/>
      <w:numFmt w:val="bullet"/>
      <w:lvlText w:val="l"/>
      <w:lvlJc w:val="left"/>
      <w:pPr>
        <w:ind w:left="1080" w:hanging="360"/>
      </w:pPr>
      <w:rPr>
        <w:rFonts w:ascii="Wingdings" w:hAnsi="Wingdings" w:hint="default"/>
        <w:color w:val="004C97"/>
        <w:position w:val="3"/>
        <w:sz w:val="11"/>
      </w:rPr>
    </w:lvl>
    <w:lvl w:ilvl="2">
      <w:start w:val="1"/>
      <w:numFmt w:val="bullet"/>
      <w:lvlText w:val="w"/>
      <w:lvlJc w:val="left"/>
      <w:pPr>
        <w:ind w:left="1440" w:hanging="360"/>
      </w:pPr>
      <w:rPr>
        <w:rFonts w:ascii="Wingdings" w:hAnsi="Wingdings" w:hint="default"/>
        <w:color w:val="004C97"/>
      </w:rPr>
    </w:lvl>
    <w:lvl w:ilvl="3">
      <w:start w:val="1"/>
      <w:numFmt w:val="bullet"/>
      <w:lvlText w:val="§"/>
      <w:lvlJc w:val="left"/>
      <w:pPr>
        <w:ind w:left="1800" w:hanging="360"/>
      </w:pPr>
      <w:rPr>
        <w:rFonts w:ascii="Wingdings" w:hAnsi="Wingdings" w:hint="default"/>
        <w:color w:val="009CDE"/>
      </w:rPr>
    </w:lvl>
    <w:lvl w:ilvl="4">
      <w:start w:val="1"/>
      <w:numFmt w:val="bullet"/>
      <w:lvlText w:val="l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  <w:color w:val="009CDE"/>
        <w:position w:val="3"/>
        <w:sz w:val="12"/>
      </w:rPr>
    </w:lvl>
    <w:lvl w:ilvl="5">
      <w:start w:val="1"/>
      <w:numFmt w:val="bullet"/>
      <w:lvlText w:val="w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  <w:color w:val="009CDE"/>
      </w:rPr>
    </w:lvl>
    <w:lvl w:ilvl="6">
      <w:start w:val="1"/>
      <w:numFmt w:val="bullet"/>
      <w:lvlText w:val="§"/>
      <w:lvlJc w:val="left"/>
      <w:pPr>
        <w:tabs>
          <w:tab w:val="num" w:pos="2520"/>
        </w:tabs>
        <w:ind w:left="2880" w:hanging="360"/>
      </w:pPr>
      <w:rPr>
        <w:rFonts w:ascii="Wingdings" w:hAnsi="Wingdings" w:hint="default"/>
        <w:color w:val="808080" w:themeColor="background1" w:themeShade="80"/>
      </w:rPr>
    </w:lvl>
    <w:lvl w:ilvl="7">
      <w:start w:val="1"/>
      <w:numFmt w:val="bullet"/>
      <w:lvlText w:val="l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  <w:color w:val="808080" w:themeColor="background1" w:themeShade="80"/>
        <w:position w:val="3"/>
        <w:sz w:val="12"/>
      </w:rPr>
    </w:lvl>
    <w:lvl w:ilvl="8">
      <w:start w:val="1"/>
      <w:numFmt w:val="bullet"/>
      <w:lvlText w:val="w"/>
      <w:lvlJc w:val="left"/>
      <w:pPr>
        <w:ind w:left="3600" w:hanging="360"/>
      </w:pPr>
      <w:rPr>
        <w:rFonts w:ascii="Wingdings" w:hAnsi="Wingdings" w:hint="default"/>
        <w:color w:val="808080" w:themeColor="background1" w:themeShade="80"/>
      </w:rPr>
    </w:lvl>
  </w:abstractNum>
  <w:num w:numId="1" w16cid:durableId="1516067272">
    <w:abstractNumId w:val="14"/>
  </w:num>
  <w:num w:numId="2" w16cid:durableId="426466905">
    <w:abstractNumId w:val="14"/>
  </w:num>
  <w:num w:numId="3" w16cid:durableId="1990740480">
    <w:abstractNumId w:val="39"/>
  </w:num>
  <w:num w:numId="4" w16cid:durableId="665863824">
    <w:abstractNumId w:val="39"/>
  </w:num>
  <w:num w:numId="5" w16cid:durableId="459956436">
    <w:abstractNumId w:val="18"/>
  </w:num>
  <w:num w:numId="6" w16cid:durableId="1401564450">
    <w:abstractNumId w:val="23"/>
  </w:num>
  <w:num w:numId="7" w16cid:durableId="2097051289">
    <w:abstractNumId w:val="36"/>
  </w:num>
  <w:num w:numId="8" w16cid:durableId="513036974">
    <w:abstractNumId w:val="36"/>
  </w:num>
  <w:num w:numId="9" w16cid:durableId="1418862493">
    <w:abstractNumId w:val="13"/>
  </w:num>
  <w:num w:numId="10" w16cid:durableId="302468288">
    <w:abstractNumId w:val="36"/>
  </w:num>
  <w:num w:numId="11" w16cid:durableId="1653866759">
    <w:abstractNumId w:val="36"/>
  </w:num>
  <w:num w:numId="12" w16cid:durableId="1594973152">
    <w:abstractNumId w:val="13"/>
  </w:num>
  <w:num w:numId="13" w16cid:durableId="1719282558">
    <w:abstractNumId w:val="13"/>
  </w:num>
  <w:num w:numId="14" w16cid:durableId="1255671917">
    <w:abstractNumId w:val="9"/>
  </w:num>
  <w:num w:numId="15" w16cid:durableId="1929266902">
    <w:abstractNumId w:val="38"/>
  </w:num>
  <w:num w:numId="16" w16cid:durableId="938030283">
    <w:abstractNumId w:val="7"/>
  </w:num>
  <w:num w:numId="17" w16cid:durableId="1330864932">
    <w:abstractNumId w:val="6"/>
  </w:num>
  <w:num w:numId="18" w16cid:durableId="1167328281">
    <w:abstractNumId w:val="5"/>
  </w:num>
  <w:num w:numId="19" w16cid:durableId="2063678068">
    <w:abstractNumId w:val="4"/>
  </w:num>
  <w:num w:numId="20" w16cid:durableId="56977657">
    <w:abstractNumId w:val="8"/>
  </w:num>
  <w:num w:numId="21" w16cid:durableId="1288974348">
    <w:abstractNumId w:val="3"/>
  </w:num>
  <w:num w:numId="22" w16cid:durableId="667556228">
    <w:abstractNumId w:val="2"/>
  </w:num>
  <w:num w:numId="23" w16cid:durableId="1896969501">
    <w:abstractNumId w:val="1"/>
  </w:num>
  <w:num w:numId="24" w16cid:durableId="509949599">
    <w:abstractNumId w:val="0"/>
  </w:num>
  <w:num w:numId="25" w16cid:durableId="1707096505">
    <w:abstractNumId w:val="15"/>
  </w:num>
  <w:num w:numId="26" w16cid:durableId="2027977563">
    <w:abstractNumId w:val="13"/>
  </w:num>
  <w:num w:numId="27" w16cid:durableId="1517846396">
    <w:abstractNumId w:val="25"/>
  </w:num>
  <w:num w:numId="28" w16cid:durableId="1113088439">
    <w:abstractNumId w:val="11"/>
  </w:num>
  <w:num w:numId="29" w16cid:durableId="2017296164">
    <w:abstractNumId w:val="16"/>
  </w:num>
  <w:num w:numId="30" w16cid:durableId="1832134523">
    <w:abstractNumId w:val="27"/>
  </w:num>
  <w:num w:numId="31" w16cid:durableId="240913759">
    <w:abstractNumId w:val="20"/>
  </w:num>
  <w:num w:numId="32" w16cid:durableId="1501850432">
    <w:abstractNumId w:val="21"/>
  </w:num>
  <w:num w:numId="33" w16cid:durableId="1072041768">
    <w:abstractNumId w:val="24"/>
  </w:num>
  <w:num w:numId="34" w16cid:durableId="1061489963">
    <w:abstractNumId w:val="17"/>
  </w:num>
  <w:num w:numId="35" w16cid:durableId="998340267">
    <w:abstractNumId w:val="33"/>
  </w:num>
  <w:num w:numId="36" w16cid:durableId="14575632">
    <w:abstractNumId w:val="37"/>
  </w:num>
  <w:num w:numId="37" w16cid:durableId="1816409625">
    <w:abstractNumId w:val="35"/>
  </w:num>
  <w:num w:numId="38" w16cid:durableId="1629512168">
    <w:abstractNumId w:val="12"/>
  </w:num>
  <w:num w:numId="39" w16cid:durableId="1333797615">
    <w:abstractNumId w:val="28"/>
  </w:num>
  <w:num w:numId="40" w16cid:durableId="1593197017">
    <w:abstractNumId w:val="26"/>
  </w:num>
  <w:num w:numId="41" w16cid:durableId="1290403850">
    <w:abstractNumId w:val="29"/>
  </w:num>
  <w:num w:numId="42" w16cid:durableId="866678615">
    <w:abstractNumId w:val="31"/>
  </w:num>
  <w:num w:numId="43" w16cid:durableId="1594819824">
    <w:abstractNumId w:val="34"/>
  </w:num>
  <w:num w:numId="44" w16cid:durableId="108593537">
    <w:abstractNumId w:val="10"/>
  </w:num>
  <w:num w:numId="45" w16cid:durableId="1018971921">
    <w:abstractNumId w:val="30"/>
  </w:num>
  <w:num w:numId="46" w16cid:durableId="423188594">
    <w:abstractNumId w:val="22"/>
  </w:num>
  <w:num w:numId="47" w16cid:durableId="1424257535">
    <w:abstractNumId w:val="19"/>
  </w:num>
  <w:num w:numId="48" w16cid:durableId="17708521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2E"/>
    <w:rsid w:val="000007EC"/>
    <w:rsid w:val="000009AF"/>
    <w:rsid w:val="000050DB"/>
    <w:rsid w:val="00006638"/>
    <w:rsid w:val="000068A2"/>
    <w:rsid w:val="00012F87"/>
    <w:rsid w:val="00016CC6"/>
    <w:rsid w:val="0001734A"/>
    <w:rsid w:val="00017D9A"/>
    <w:rsid w:val="00020AFB"/>
    <w:rsid w:val="00021F1D"/>
    <w:rsid w:val="0002576C"/>
    <w:rsid w:val="00025F9E"/>
    <w:rsid w:val="00026488"/>
    <w:rsid w:val="000269B4"/>
    <w:rsid w:val="00026B9A"/>
    <w:rsid w:val="000302B0"/>
    <w:rsid w:val="00030C0F"/>
    <w:rsid w:val="00030C6B"/>
    <w:rsid w:val="00031B8F"/>
    <w:rsid w:val="0003206A"/>
    <w:rsid w:val="0003291D"/>
    <w:rsid w:val="000341B6"/>
    <w:rsid w:val="0003451E"/>
    <w:rsid w:val="00034A01"/>
    <w:rsid w:val="00034C77"/>
    <w:rsid w:val="000375A5"/>
    <w:rsid w:val="00040530"/>
    <w:rsid w:val="00041703"/>
    <w:rsid w:val="00043292"/>
    <w:rsid w:val="000438EA"/>
    <w:rsid w:val="00044491"/>
    <w:rsid w:val="00047C24"/>
    <w:rsid w:val="00050F77"/>
    <w:rsid w:val="0005197E"/>
    <w:rsid w:val="00055212"/>
    <w:rsid w:val="0005523E"/>
    <w:rsid w:val="000552D7"/>
    <w:rsid w:val="00055559"/>
    <w:rsid w:val="00055AC9"/>
    <w:rsid w:val="00055CFD"/>
    <w:rsid w:val="00056F77"/>
    <w:rsid w:val="00057D60"/>
    <w:rsid w:val="00060AEB"/>
    <w:rsid w:val="00062A4E"/>
    <w:rsid w:val="00062D78"/>
    <w:rsid w:val="00064BAC"/>
    <w:rsid w:val="0006525C"/>
    <w:rsid w:val="00067576"/>
    <w:rsid w:val="00067F17"/>
    <w:rsid w:val="000724D0"/>
    <w:rsid w:val="00072F5C"/>
    <w:rsid w:val="000816DF"/>
    <w:rsid w:val="00081D93"/>
    <w:rsid w:val="000829FA"/>
    <w:rsid w:val="000840E1"/>
    <w:rsid w:val="00084876"/>
    <w:rsid w:val="000865F8"/>
    <w:rsid w:val="0009199C"/>
    <w:rsid w:val="00091FA0"/>
    <w:rsid w:val="000946A3"/>
    <w:rsid w:val="00094CD3"/>
    <w:rsid w:val="000A18D0"/>
    <w:rsid w:val="000A1FA3"/>
    <w:rsid w:val="000A35A3"/>
    <w:rsid w:val="000A36DA"/>
    <w:rsid w:val="000A3961"/>
    <w:rsid w:val="000A507B"/>
    <w:rsid w:val="000A5596"/>
    <w:rsid w:val="000A613D"/>
    <w:rsid w:val="000A6608"/>
    <w:rsid w:val="000A78FF"/>
    <w:rsid w:val="000B0DBD"/>
    <w:rsid w:val="000B199E"/>
    <w:rsid w:val="000B3C3B"/>
    <w:rsid w:val="000B422D"/>
    <w:rsid w:val="000B4848"/>
    <w:rsid w:val="000B7AB5"/>
    <w:rsid w:val="000C1094"/>
    <w:rsid w:val="000C72EB"/>
    <w:rsid w:val="000D10BF"/>
    <w:rsid w:val="000D1535"/>
    <w:rsid w:val="000D3D7F"/>
    <w:rsid w:val="000D496E"/>
    <w:rsid w:val="000E065C"/>
    <w:rsid w:val="000E2BC3"/>
    <w:rsid w:val="000E4F24"/>
    <w:rsid w:val="000F0BB5"/>
    <w:rsid w:val="000F1447"/>
    <w:rsid w:val="000F2380"/>
    <w:rsid w:val="000F3180"/>
    <w:rsid w:val="000F3DE0"/>
    <w:rsid w:val="000F5038"/>
    <w:rsid w:val="0010014E"/>
    <w:rsid w:val="00100C35"/>
    <w:rsid w:val="00102568"/>
    <w:rsid w:val="00102833"/>
    <w:rsid w:val="001028D2"/>
    <w:rsid w:val="00103F7F"/>
    <w:rsid w:val="00104D3D"/>
    <w:rsid w:val="0011284F"/>
    <w:rsid w:val="00113039"/>
    <w:rsid w:val="00113911"/>
    <w:rsid w:val="00115951"/>
    <w:rsid w:val="0011713D"/>
    <w:rsid w:val="00117DA1"/>
    <w:rsid w:val="00120C66"/>
    <w:rsid w:val="0012191C"/>
    <w:rsid w:val="00121D2F"/>
    <w:rsid w:val="00122006"/>
    <w:rsid w:val="001227D0"/>
    <w:rsid w:val="001231B8"/>
    <w:rsid w:val="00123EA6"/>
    <w:rsid w:val="00127A9C"/>
    <w:rsid w:val="00130CF8"/>
    <w:rsid w:val="00132E07"/>
    <w:rsid w:val="001330A0"/>
    <w:rsid w:val="00133A72"/>
    <w:rsid w:val="00135564"/>
    <w:rsid w:val="00135B01"/>
    <w:rsid w:val="00136A91"/>
    <w:rsid w:val="00140407"/>
    <w:rsid w:val="00140A8B"/>
    <w:rsid w:val="00140FA6"/>
    <w:rsid w:val="00144808"/>
    <w:rsid w:val="00146D9F"/>
    <w:rsid w:val="00152276"/>
    <w:rsid w:val="001542C6"/>
    <w:rsid w:val="0015438A"/>
    <w:rsid w:val="00154ADE"/>
    <w:rsid w:val="001552F2"/>
    <w:rsid w:val="001567CC"/>
    <w:rsid w:val="00156A43"/>
    <w:rsid w:val="00156F0D"/>
    <w:rsid w:val="001577FD"/>
    <w:rsid w:val="0015787C"/>
    <w:rsid w:val="00157C29"/>
    <w:rsid w:val="0016148D"/>
    <w:rsid w:val="00167097"/>
    <w:rsid w:val="001721B4"/>
    <w:rsid w:val="001725EC"/>
    <w:rsid w:val="001732C7"/>
    <w:rsid w:val="00173738"/>
    <w:rsid w:val="00174BCA"/>
    <w:rsid w:val="001769A6"/>
    <w:rsid w:val="00176ECC"/>
    <w:rsid w:val="001779E9"/>
    <w:rsid w:val="00177AA5"/>
    <w:rsid w:val="00182930"/>
    <w:rsid w:val="001862BC"/>
    <w:rsid w:val="001863ED"/>
    <w:rsid w:val="00186A08"/>
    <w:rsid w:val="00186FA7"/>
    <w:rsid w:val="00187EA6"/>
    <w:rsid w:val="00190E36"/>
    <w:rsid w:val="001A1C78"/>
    <w:rsid w:val="001A1D1C"/>
    <w:rsid w:val="001A2DF7"/>
    <w:rsid w:val="001A4504"/>
    <w:rsid w:val="001A6664"/>
    <w:rsid w:val="001B240A"/>
    <w:rsid w:val="001B343D"/>
    <w:rsid w:val="001C17EC"/>
    <w:rsid w:val="001C20F1"/>
    <w:rsid w:val="001C5616"/>
    <w:rsid w:val="001C5748"/>
    <w:rsid w:val="001C712F"/>
    <w:rsid w:val="001C715F"/>
    <w:rsid w:val="001C7270"/>
    <w:rsid w:val="001D3FBC"/>
    <w:rsid w:val="001D4475"/>
    <w:rsid w:val="001D461C"/>
    <w:rsid w:val="001D4D58"/>
    <w:rsid w:val="001D515B"/>
    <w:rsid w:val="001D710D"/>
    <w:rsid w:val="001E17EC"/>
    <w:rsid w:val="001E3058"/>
    <w:rsid w:val="001E37C4"/>
    <w:rsid w:val="001E4B22"/>
    <w:rsid w:val="001E7B83"/>
    <w:rsid w:val="001F233F"/>
    <w:rsid w:val="001F6890"/>
    <w:rsid w:val="002010E6"/>
    <w:rsid w:val="002030E3"/>
    <w:rsid w:val="002044EE"/>
    <w:rsid w:val="002054BB"/>
    <w:rsid w:val="0020789F"/>
    <w:rsid w:val="00210539"/>
    <w:rsid w:val="00210A1C"/>
    <w:rsid w:val="00215223"/>
    <w:rsid w:val="00215A71"/>
    <w:rsid w:val="002161BD"/>
    <w:rsid w:val="00217D5B"/>
    <w:rsid w:val="00224B7D"/>
    <w:rsid w:val="00224BDF"/>
    <w:rsid w:val="002261E8"/>
    <w:rsid w:val="0022740A"/>
    <w:rsid w:val="00231196"/>
    <w:rsid w:val="00235C40"/>
    <w:rsid w:val="0023608F"/>
    <w:rsid w:val="0023629D"/>
    <w:rsid w:val="00236EF2"/>
    <w:rsid w:val="0023768A"/>
    <w:rsid w:val="00240943"/>
    <w:rsid w:val="002420B1"/>
    <w:rsid w:val="00243B3F"/>
    <w:rsid w:val="00246143"/>
    <w:rsid w:val="00246BB9"/>
    <w:rsid w:val="00254A4C"/>
    <w:rsid w:val="00254A89"/>
    <w:rsid w:val="00255571"/>
    <w:rsid w:val="002559AC"/>
    <w:rsid w:val="00255E92"/>
    <w:rsid w:val="00257005"/>
    <w:rsid w:val="00261D68"/>
    <w:rsid w:val="00262B7E"/>
    <w:rsid w:val="0026373B"/>
    <w:rsid w:val="002641B9"/>
    <w:rsid w:val="0026644E"/>
    <w:rsid w:val="00267EC2"/>
    <w:rsid w:val="00270278"/>
    <w:rsid w:val="00275508"/>
    <w:rsid w:val="00277507"/>
    <w:rsid w:val="002775A6"/>
    <w:rsid w:val="0028074A"/>
    <w:rsid w:val="00280CEE"/>
    <w:rsid w:val="00282F3A"/>
    <w:rsid w:val="00284EB8"/>
    <w:rsid w:val="00284F61"/>
    <w:rsid w:val="0028738E"/>
    <w:rsid w:val="00287F05"/>
    <w:rsid w:val="00292732"/>
    <w:rsid w:val="00295B82"/>
    <w:rsid w:val="002966D9"/>
    <w:rsid w:val="002A0DA6"/>
    <w:rsid w:val="002A17F9"/>
    <w:rsid w:val="002A1830"/>
    <w:rsid w:val="002A2556"/>
    <w:rsid w:val="002A45AB"/>
    <w:rsid w:val="002A4FA7"/>
    <w:rsid w:val="002A765C"/>
    <w:rsid w:val="002B2864"/>
    <w:rsid w:val="002B484D"/>
    <w:rsid w:val="002B4E29"/>
    <w:rsid w:val="002B6C27"/>
    <w:rsid w:val="002C0E81"/>
    <w:rsid w:val="002C279E"/>
    <w:rsid w:val="002C2AE5"/>
    <w:rsid w:val="002C4BD7"/>
    <w:rsid w:val="002C729A"/>
    <w:rsid w:val="002C7653"/>
    <w:rsid w:val="002C7B21"/>
    <w:rsid w:val="002D29B0"/>
    <w:rsid w:val="002D4FA9"/>
    <w:rsid w:val="002D5455"/>
    <w:rsid w:val="002D697D"/>
    <w:rsid w:val="002D787D"/>
    <w:rsid w:val="002E017A"/>
    <w:rsid w:val="002E0516"/>
    <w:rsid w:val="002E11D4"/>
    <w:rsid w:val="002E3BC9"/>
    <w:rsid w:val="002E3DDB"/>
    <w:rsid w:val="002E4D33"/>
    <w:rsid w:val="002F1332"/>
    <w:rsid w:val="002F3449"/>
    <w:rsid w:val="002F3584"/>
    <w:rsid w:val="002F5A05"/>
    <w:rsid w:val="002F79E4"/>
    <w:rsid w:val="002F7F77"/>
    <w:rsid w:val="003035B2"/>
    <w:rsid w:val="00303944"/>
    <w:rsid w:val="00303F9B"/>
    <w:rsid w:val="00314591"/>
    <w:rsid w:val="00314672"/>
    <w:rsid w:val="0032324A"/>
    <w:rsid w:val="003240FE"/>
    <w:rsid w:val="003272A3"/>
    <w:rsid w:val="0032730A"/>
    <w:rsid w:val="00330064"/>
    <w:rsid w:val="00332E1A"/>
    <w:rsid w:val="00332EAA"/>
    <w:rsid w:val="00333CFB"/>
    <w:rsid w:val="0033427E"/>
    <w:rsid w:val="00336483"/>
    <w:rsid w:val="00344DF6"/>
    <w:rsid w:val="00345E10"/>
    <w:rsid w:val="00350238"/>
    <w:rsid w:val="00351556"/>
    <w:rsid w:val="00356787"/>
    <w:rsid w:val="00357144"/>
    <w:rsid w:val="00357A83"/>
    <w:rsid w:val="00365F41"/>
    <w:rsid w:val="00366374"/>
    <w:rsid w:val="003738C0"/>
    <w:rsid w:val="00374C59"/>
    <w:rsid w:val="00375A18"/>
    <w:rsid w:val="00376472"/>
    <w:rsid w:val="0038052F"/>
    <w:rsid w:val="0038186E"/>
    <w:rsid w:val="00384CAA"/>
    <w:rsid w:val="003905CB"/>
    <w:rsid w:val="00390C85"/>
    <w:rsid w:val="00393F34"/>
    <w:rsid w:val="003974E7"/>
    <w:rsid w:val="003A10BE"/>
    <w:rsid w:val="003A40CF"/>
    <w:rsid w:val="003A45F2"/>
    <w:rsid w:val="003B0DAC"/>
    <w:rsid w:val="003B0F7F"/>
    <w:rsid w:val="003B617A"/>
    <w:rsid w:val="003B6D40"/>
    <w:rsid w:val="003B7882"/>
    <w:rsid w:val="003B7C3D"/>
    <w:rsid w:val="003B7F4F"/>
    <w:rsid w:val="003C0F05"/>
    <w:rsid w:val="003C2E53"/>
    <w:rsid w:val="003C3002"/>
    <w:rsid w:val="003C3A0E"/>
    <w:rsid w:val="003C45E5"/>
    <w:rsid w:val="003C4657"/>
    <w:rsid w:val="003C4BFC"/>
    <w:rsid w:val="003C7517"/>
    <w:rsid w:val="003D37A1"/>
    <w:rsid w:val="003D51B4"/>
    <w:rsid w:val="003D56ED"/>
    <w:rsid w:val="003D5D6B"/>
    <w:rsid w:val="003E0060"/>
    <w:rsid w:val="003E04E0"/>
    <w:rsid w:val="003E3539"/>
    <w:rsid w:val="003E4EE1"/>
    <w:rsid w:val="003E6485"/>
    <w:rsid w:val="003E701E"/>
    <w:rsid w:val="003F05BA"/>
    <w:rsid w:val="003F1883"/>
    <w:rsid w:val="003F26D2"/>
    <w:rsid w:val="003F3D2F"/>
    <w:rsid w:val="003F7E37"/>
    <w:rsid w:val="00401FE3"/>
    <w:rsid w:val="00404BD9"/>
    <w:rsid w:val="00406354"/>
    <w:rsid w:val="004064A8"/>
    <w:rsid w:val="00406A03"/>
    <w:rsid w:val="00407F2A"/>
    <w:rsid w:val="00413D1D"/>
    <w:rsid w:val="004146BA"/>
    <w:rsid w:val="00415B45"/>
    <w:rsid w:val="004212F6"/>
    <w:rsid w:val="00421C9E"/>
    <w:rsid w:val="004227BE"/>
    <w:rsid w:val="00422FA7"/>
    <w:rsid w:val="00425B84"/>
    <w:rsid w:val="004261EA"/>
    <w:rsid w:val="004266C2"/>
    <w:rsid w:val="00427BEC"/>
    <w:rsid w:val="004317D5"/>
    <w:rsid w:val="00432DDF"/>
    <w:rsid w:val="0043360E"/>
    <w:rsid w:val="0043472C"/>
    <w:rsid w:val="00434F34"/>
    <w:rsid w:val="00435F0F"/>
    <w:rsid w:val="0044073C"/>
    <w:rsid w:val="00442127"/>
    <w:rsid w:val="00447BB5"/>
    <w:rsid w:val="00451AB3"/>
    <w:rsid w:val="004520CE"/>
    <w:rsid w:val="00452A14"/>
    <w:rsid w:val="00453233"/>
    <w:rsid w:val="004535B5"/>
    <w:rsid w:val="00454729"/>
    <w:rsid w:val="004547F0"/>
    <w:rsid w:val="00454C48"/>
    <w:rsid w:val="00454FFD"/>
    <w:rsid w:val="0045596D"/>
    <w:rsid w:val="00461142"/>
    <w:rsid w:val="00466A5E"/>
    <w:rsid w:val="004673BF"/>
    <w:rsid w:val="0047565C"/>
    <w:rsid w:val="004761A5"/>
    <w:rsid w:val="00477659"/>
    <w:rsid w:val="00481529"/>
    <w:rsid w:val="00482FCE"/>
    <w:rsid w:val="004834F6"/>
    <w:rsid w:val="00485507"/>
    <w:rsid w:val="0048664F"/>
    <w:rsid w:val="00494365"/>
    <w:rsid w:val="00494FC6"/>
    <w:rsid w:val="004950CE"/>
    <w:rsid w:val="004A1DD1"/>
    <w:rsid w:val="004A4ABD"/>
    <w:rsid w:val="004B05CF"/>
    <w:rsid w:val="004B310C"/>
    <w:rsid w:val="004B329D"/>
    <w:rsid w:val="004B48E2"/>
    <w:rsid w:val="004B49F8"/>
    <w:rsid w:val="004B5510"/>
    <w:rsid w:val="004C0723"/>
    <w:rsid w:val="004C361F"/>
    <w:rsid w:val="004C3EF5"/>
    <w:rsid w:val="004C40F6"/>
    <w:rsid w:val="004C5E92"/>
    <w:rsid w:val="004D2AA7"/>
    <w:rsid w:val="004D3C57"/>
    <w:rsid w:val="004E0CB7"/>
    <w:rsid w:val="004E4274"/>
    <w:rsid w:val="004E67BB"/>
    <w:rsid w:val="004F0DAC"/>
    <w:rsid w:val="004F551E"/>
    <w:rsid w:val="004F6242"/>
    <w:rsid w:val="0050093C"/>
    <w:rsid w:val="005027E7"/>
    <w:rsid w:val="005038C0"/>
    <w:rsid w:val="005043DB"/>
    <w:rsid w:val="005051D7"/>
    <w:rsid w:val="00507410"/>
    <w:rsid w:val="00512EE7"/>
    <w:rsid w:val="00513BA5"/>
    <w:rsid w:val="005163B9"/>
    <w:rsid w:val="005174D6"/>
    <w:rsid w:val="00517543"/>
    <w:rsid w:val="00520F99"/>
    <w:rsid w:val="00521381"/>
    <w:rsid w:val="005243B3"/>
    <w:rsid w:val="005253F5"/>
    <w:rsid w:val="0052673B"/>
    <w:rsid w:val="0052706C"/>
    <w:rsid w:val="00533711"/>
    <w:rsid w:val="00534109"/>
    <w:rsid w:val="0053467E"/>
    <w:rsid w:val="00535A47"/>
    <w:rsid w:val="005370C8"/>
    <w:rsid w:val="00537801"/>
    <w:rsid w:val="00540646"/>
    <w:rsid w:val="005419F3"/>
    <w:rsid w:val="00541E8F"/>
    <w:rsid w:val="00543C06"/>
    <w:rsid w:val="00543D48"/>
    <w:rsid w:val="00547E5E"/>
    <w:rsid w:val="00550E1E"/>
    <w:rsid w:val="00551D75"/>
    <w:rsid w:val="00552173"/>
    <w:rsid w:val="00552BE2"/>
    <w:rsid w:val="005530AE"/>
    <w:rsid w:val="00553754"/>
    <w:rsid w:val="0055533E"/>
    <w:rsid w:val="005607C9"/>
    <w:rsid w:val="00560854"/>
    <w:rsid w:val="00562DA4"/>
    <w:rsid w:val="005633C0"/>
    <w:rsid w:val="005635B3"/>
    <w:rsid w:val="00566CD1"/>
    <w:rsid w:val="005670EB"/>
    <w:rsid w:val="0056736E"/>
    <w:rsid w:val="0057030D"/>
    <w:rsid w:val="0057031C"/>
    <w:rsid w:val="00571D0F"/>
    <w:rsid w:val="00571D4F"/>
    <w:rsid w:val="00572B36"/>
    <w:rsid w:val="00574277"/>
    <w:rsid w:val="00576360"/>
    <w:rsid w:val="00577151"/>
    <w:rsid w:val="00581D4B"/>
    <w:rsid w:val="00583543"/>
    <w:rsid w:val="005848E0"/>
    <w:rsid w:val="00584AE9"/>
    <w:rsid w:val="00593B38"/>
    <w:rsid w:val="0059445E"/>
    <w:rsid w:val="005949FE"/>
    <w:rsid w:val="00595039"/>
    <w:rsid w:val="00597D9A"/>
    <w:rsid w:val="005A3B26"/>
    <w:rsid w:val="005A4BDE"/>
    <w:rsid w:val="005A51F9"/>
    <w:rsid w:val="005A55BF"/>
    <w:rsid w:val="005A5E12"/>
    <w:rsid w:val="005A5FF1"/>
    <w:rsid w:val="005A66E4"/>
    <w:rsid w:val="005A74D7"/>
    <w:rsid w:val="005A7858"/>
    <w:rsid w:val="005A79F4"/>
    <w:rsid w:val="005B277F"/>
    <w:rsid w:val="005B2DDA"/>
    <w:rsid w:val="005B4511"/>
    <w:rsid w:val="005B533D"/>
    <w:rsid w:val="005B661C"/>
    <w:rsid w:val="005C0E36"/>
    <w:rsid w:val="005C6A5A"/>
    <w:rsid w:val="005D1BAB"/>
    <w:rsid w:val="005D4998"/>
    <w:rsid w:val="005D5F9D"/>
    <w:rsid w:val="005D751C"/>
    <w:rsid w:val="005E01F3"/>
    <w:rsid w:val="005E056B"/>
    <w:rsid w:val="005E19C2"/>
    <w:rsid w:val="005E3394"/>
    <w:rsid w:val="005E35C2"/>
    <w:rsid w:val="005E4EB4"/>
    <w:rsid w:val="005E50B1"/>
    <w:rsid w:val="005E571E"/>
    <w:rsid w:val="005E59BA"/>
    <w:rsid w:val="005E777A"/>
    <w:rsid w:val="005F026D"/>
    <w:rsid w:val="005F2772"/>
    <w:rsid w:val="005F2929"/>
    <w:rsid w:val="005F5F5B"/>
    <w:rsid w:val="005F602A"/>
    <w:rsid w:val="0060121F"/>
    <w:rsid w:val="0060242C"/>
    <w:rsid w:val="00602B50"/>
    <w:rsid w:val="006076F7"/>
    <w:rsid w:val="00607B1E"/>
    <w:rsid w:val="00610DAE"/>
    <w:rsid w:val="00613852"/>
    <w:rsid w:val="00614658"/>
    <w:rsid w:val="00614B2E"/>
    <w:rsid w:val="006171FB"/>
    <w:rsid w:val="00620983"/>
    <w:rsid w:val="006221BF"/>
    <w:rsid w:val="0062463C"/>
    <w:rsid w:val="0062606E"/>
    <w:rsid w:val="00627020"/>
    <w:rsid w:val="00627CF3"/>
    <w:rsid w:val="006318FB"/>
    <w:rsid w:val="00633DF2"/>
    <w:rsid w:val="0063458C"/>
    <w:rsid w:val="0063501D"/>
    <w:rsid w:val="006352BC"/>
    <w:rsid w:val="006352CF"/>
    <w:rsid w:val="00635750"/>
    <w:rsid w:val="006412B3"/>
    <w:rsid w:val="00641AFD"/>
    <w:rsid w:val="00644947"/>
    <w:rsid w:val="00645917"/>
    <w:rsid w:val="006459B8"/>
    <w:rsid w:val="00646AE9"/>
    <w:rsid w:val="00647684"/>
    <w:rsid w:val="00647A79"/>
    <w:rsid w:val="006509F5"/>
    <w:rsid w:val="00651969"/>
    <w:rsid w:val="00652241"/>
    <w:rsid w:val="00652CC6"/>
    <w:rsid w:val="00652E46"/>
    <w:rsid w:val="006537B5"/>
    <w:rsid w:val="00653C47"/>
    <w:rsid w:val="00655A99"/>
    <w:rsid w:val="0065614B"/>
    <w:rsid w:val="00657060"/>
    <w:rsid w:val="00657F11"/>
    <w:rsid w:val="006623C2"/>
    <w:rsid w:val="00662B9C"/>
    <w:rsid w:val="00663EB5"/>
    <w:rsid w:val="006644EE"/>
    <w:rsid w:val="00664FCB"/>
    <w:rsid w:val="00665675"/>
    <w:rsid w:val="00665821"/>
    <w:rsid w:val="00666C0F"/>
    <w:rsid w:val="00666E1C"/>
    <w:rsid w:val="00667194"/>
    <w:rsid w:val="0066732D"/>
    <w:rsid w:val="00667F3A"/>
    <w:rsid w:val="00671774"/>
    <w:rsid w:val="00672A2A"/>
    <w:rsid w:val="00673469"/>
    <w:rsid w:val="00675E25"/>
    <w:rsid w:val="00675F90"/>
    <w:rsid w:val="00676297"/>
    <w:rsid w:val="00676814"/>
    <w:rsid w:val="00677EF1"/>
    <w:rsid w:val="00683A9C"/>
    <w:rsid w:val="00687245"/>
    <w:rsid w:val="0068783C"/>
    <w:rsid w:val="00690023"/>
    <w:rsid w:val="00691E5A"/>
    <w:rsid w:val="00692596"/>
    <w:rsid w:val="00697738"/>
    <w:rsid w:val="006A124A"/>
    <w:rsid w:val="006A383C"/>
    <w:rsid w:val="006A484A"/>
    <w:rsid w:val="006A48C1"/>
    <w:rsid w:val="006A49E3"/>
    <w:rsid w:val="006A4EAA"/>
    <w:rsid w:val="006A6C7F"/>
    <w:rsid w:val="006A7F96"/>
    <w:rsid w:val="006B305F"/>
    <w:rsid w:val="006B3D07"/>
    <w:rsid w:val="006B5B73"/>
    <w:rsid w:val="006B5C79"/>
    <w:rsid w:val="006C0642"/>
    <w:rsid w:val="006C1C71"/>
    <w:rsid w:val="006C3E07"/>
    <w:rsid w:val="006C4FE4"/>
    <w:rsid w:val="006C644E"/>
    <w:rsid w:val="006C65D8"/>
    <w:rsid w:val="006C7423"/>
    <w:rsid w:val="006C75E4"/>
    <w:rsid w:val="006D105D"/>
    <w:rsid w:val="006D1186"/>
    <w:rsid w:val="006D2E87"/>
    <w:rsid w:val="006D30C8"/>
    <w:rsid w:val="006D5997"/>
    <w:rsid w:val="006E5244"/>
    <w:rsid w:val="006E5FAD"/>
    <w:rsid w:val="006F299C"/>
    <w:rsid w:val="006F32ED"/>
    <w:rsid w:val="006F426F"/>
    <w:rsid w:val="006F5474"/>
    <w:rsid w:val="006F6F3B"/>
    <w:rsid w:val="006F6F94"/>
    <w:rsid w:val="006F7377"/>
    <w:rsid w:val="006F7DAB"/>
    <w:rsid w:val="00701DFF"/>
    <w:rsid w:val="007044C9"/>
    <w:rsid w:val="007060BC"/>
    <w:rsid w:val="0070734F"/>
    <w:rsid w:val="00707BB3"/>
    <w:rsid w:val="00710008"/>
    <w:rsid w:val="0071135D"/>
    <w:rsid w:val="0071192E"/>
    <w:rsid w:val="00713CBC"/>
    <w:rsid w:val="00713EEC"/>
    <w:rsid w:val="00714E95"/>
    <w:rsid w:val="007157D3"/>
    <w:rsid w:val="00720E20"/>
    <w:rsid w:val="00721042"/>
    <w:rsid w:val="00721B4E"/>
    <w:rsid w:val="00726435"/>
    <w:rsid w:val="0072C242"/>
    <w:rsid w:val="00731EEE"/>
    <w:rsid w:val="00736762"/>
    <w:rsid w:val="0073696A"/>
    <w:rsid w:val="00736C6D"/>
    <w:rsid w:val="00737C6F"/>
    <w:rsid w:val="00740123"/>
    <w:rsid w:val="00741122"/>
    <w:rsid w:val="00742EA1"/>
    <w:rsid w:val="00742F1D"/>
    <w:rsid w:val="00743D67"/>
    <w:rsid w:val="00744797"/>
    <w:rsid w:val="00745575"/>
    <w:rsid w:val="00751710"/>
    <w:rsid w:val="00751C1E"/>
    <w:rsid w:val="0075631A"/>
    <w:rsid w:val="00756470"/>
    <w:rsid w:val="00760709"/>
    <w:rsid w:val="00762DFB"/>
    <w:rsid w:val="007635D6"/>
    <w:rsid w:val="00763E36"/>
    <w:rsid w:val="00767097"/>
    <w:rsid w:val="00767658"/>
    <w:rsid w:val="007731E0"/>
    <w:rsid w:val="007772E2"/>
    <w:rsid w:val="00784092"/>
    <w:rsid w:val="00784ACE"/>
    <w:rsid w:val="0078503A"/>
    <w:rsid w:val="00786675"/>
    <w:rsid w:val="00790AF8"/>
    <w:rsid w:val="00791172"/>
    <w:rsid w:val="00791A0C"/>
    <w:rsid w:val="0079297A"/>
    <w:rsid w:val="00793C07"/>
    <w:rsid w:val="00793E3E"/>
    <w:rsid w:val="007956E3"/>
    <w:rsid w:val="007962AF"/>
    <w:rsid w:val="00796589"/>
    <w:rsid w:val="00797EF5"/>
    <w:rsid w:val="007A48DD"/>
    <w:rsid w:val="007A563A"/>
    <w:rsid w:val="007B1AF0"/>
    <w:rsid w:val="007B287E"/>
    <w:rsid w:val="007B2B3A"/>
    <w:rsid w:val="007B3D74"/>
    <w:rsid w:val="007B3FD0"/>
    <w:rsid w:val="007B426C"/>
    <w:rsid w:val="007C0015"/>
    <w:rsid w:val="007C060F"/>
    <w:rsid w:val="007C0EEE"/>
    <w:rsid w:val="007C573C"/>
    <w:rsid w:val="007C5F44"/>
    <w:rsid w:val="007C7F5C"/>
    <w:rsid w:val="007D6EF3"/>
    <w:rsid w:val="007E0931"/>
    <w:rsid w:val="007E0DEE"/>
    <w:rsid w:val="007E3244"/>
    <w:rsid w:val="007E5725"/>
    <w:rsid w:val="007E788F"/>
    <w:rsid w:val="007F035A"/>
    <w:rsid w:val="007F0892"/>
    <w:rsid w:val="007F7431"/>
    <w:rsid w:val="00800503"/>
    <w:rsid w:val="008038EA"/>
    <w:rsid w:val="00803A2F"/>
    <w:rsid w:val="008060D7"/>
    <w:rsid w:val="008064D8"/>
    <w:rsid w:val="00806649"/>
    <w:rsid w:val="00806B34"/>
    <w:rsid w:val="00806F01"/>
    <w:rsid w:val="008104CF"/>
    <w:rsid w:val="008120AF"/>
    <w:rsid w:val="00812667"/>
    <w:rsid w:val="00816F79"/>
    <w:rsid w:val="00817F80"/>
    <w:rsid w:val="008201D3"/>
    <w:rsid w:val="008201EA"/>
    <w:rsid w:val="008207AE"/>
    <w:rsid w:val="00820BE6"/>
    <w:rsid w:val="00821218"/>
    <w:rsid w:val="008213E1"/>
    <w:rsid w:val="0082194E"/>
    <w:rsid w:val="00821E3F"/>
    <w:rsid w:val="00822E09"/>
    <w:rsid w:val="00822EDF"/>
    <w:rsid w:val="00824336"/>
    <w:rsid w:val="00827ED7"/>
    <w:rsid w:val="00830A9B"/>
    <w:rsid w:val="0083255D"/>
    <w:rsid w:val="0083283B"/>
    <w:rsid w:val="0083300B"/>
    <w:rsid w:val="00841EE5"/>
    <w:rsid w:val="00842442"/>
    <w:rsid w:val="00842E66"/>
    <w:rsid w:val="008453D7"/>
    <w:rsid w:val="008466BD"/>
    <w:rsid w:val="0085139F"/>
    <w:rsid w:val="00852EA9"/>
    <w:rsid w:val="00854C96"/>
    <w:rsid w:val="008569C0"/>
    <w:rsid w:val="00856ECB"/>
    <w:rsid w:val="00863075"/>
    <w:rsid w:val="008642D8"/>
    <w:rsid w:val="0086492A"/>
    <w:rsid w:val="00865D0E"/>
    <w:rsid w:val="00872070"/>
    <w:rsid w:val="008741A7"/>
    <w:rsid w:val="00874EC0"/>
    <w:rsid w:val="00875401"/>
    <w:rsid w:val="008869A6"/>
    <w:rsid w:val="00887249"/>
    <w:rsid w:val="00887E86"/>
    <w:rsid w:val="00891196"/>
    <w:rsid w:val="00891F52"/>
    <w:rsid w:val="00892021"/>
    <w:rsid w:val="00892242"/>
    <w:rsid w:val="00894037"/>
    <w:rsid w:val="00894B03"/>
    <w:rsid w:val="0089654D"/>
    <w:rsid w:val="008A28B1"/>
    <w:rsid w:val="008A2D12"/>
    <w:rsid w:val="008A66A8"/>
    <w:rsid w:val="008A7C1F"/>
    <w:rsid w:val="008B0219"/>
    <w:rsid w:val="008B36FE"/>
    <w:rsid w:val="008B50E6"/>
    <w:rsid w:val="008B5378"/>
    <w:rsid w:val="008B60B0"/>
    <w:rsid w:val="008B65D0"/>
    <w:rsid w:val="008B71A0"/>
    <w:rsid w:val="008B78D1"/>
    <w:rsid w:val="008C1600"/>
    <w:rsid w:val="008C1B1E"/>
    <w:rsid w:val="008C1C29"/>
    <w:rsid w:val="008C6D4B"/>
    <w:rsid w:val="008C6E59"/>
    <w:rsid w:val="008D1859"/>
    <w:rsid w:val="008D3494"/>
    <w:rsid w:val="008D485F"/>
    <w:rsid w:val="008D611C"/>
    <w:rsid w:val="008E2C56"/>
    <w:rsid w:val="008E3BD2"/>
    <w:rsid w:val="008E4885"/>
    <w:rsid w:val="008E5BFB"/>
    <w:rsid w:val="008E5E18"/>
    <w:rsid w:val="008F081C"/>
    <w:rsid w:val="008F18F6"/>
    <w:rsid w:val="008F377D"/>
    <w:rsid w:val="008F3CF8"/>
    <w:rsid w:val="008F452C"/>
    <w:rsid w:val="008F50F5"/>
    <w:rsid w:val="008F5498"/>
    <w:rsid w:val="008F67BB"/>
    <w:rsid w:val="00900FC0"/>
    <w:rsid w:val="00901781"/>
    <w:rsid w:val="00901B68"/>
    <w:rsid w:val="009036DE"/>
    <w:rsid w:val="009043A6"/>
    <w:rsid w:val="009060B1"/>
    <w:rsid w:val="00913786"/>
    <w:rsid w:val="00914961"/>
    <w:rsid w:val="00920A3F"/>
    <w:rsid w:val="00920B47"/>
    <w:rsid w:val="0092215B"/>
    <w:rsid w:val="00923A84"/>
    <w:rsid w:val="0092443A"/>
    <w:rsid w:val="00927728"/>
    <w:rsid w:val="00931D98"/>
    <w:rsid w:val="0093375D"/>
    <w:rsid w:val="0093439F"/>
    <w:rsid w:val="0093498B"/>
    <w:rsid w:val="009351FA"/>
    <w:rsid w:val="0093701D"/>
    <w:rsid w:val="00944E5B"/>
    <w:rsid w:val="009456D5"/>
    <w:rsid w:val="00951EBA"/>
    <w:rsid w:val="00954A1E"/>
    <w:rsid w:val="009555EB"/>
    <w:rsid w:val="009560FD"/>
    <w:rsid w:val="00962455"/>
    <w:rsid w:val="00962C33"/>
    <w:rsid w:val="00963FE4"/>
    <w:rsid w:val="00964E6D"/>
    <w:rsid w:val="00966F7D"/>
    <w:rsid w:val="00970563"/>
    <w:rsid w:val="0097174A"/>
    <w:rsid w:val="00973086"/>
    <w:rsid w:val="00973BA5"/>
    <w:rsid w:val="0097584B"/>
    <w:rsid w:val="00976270"/>
    <w:rsid w:val="00976E4A"/>
    <w:rsid w:val="0097715E"/>
    <w:rsid w:val="009777EC"/>
    <w:rsid w:val="00980236"/>
    <w:rsid w:val="00980BE2"/>
    <w:rsid w:val="009823E9"/>
    <w:rsid w:val="00982959"/>
    <w:rsid w:val="00983301"/>
    <w:rsid w:val="00991141"/>
    <w:rsid w:val="00991306"/>
    <w:rsid w:val="00993CB0"/>
    <w:rsid w:val="009944F3"/>
    <w:rsid w:val="00995676"/>
    <w:rsid w:val="009965A5"/>
    <w:rsid w:val="0099688A"/>
    <w:rsid w:val="009A2F5D"/>
    <w:rsid w:val="009A503B"/>
    <w:rsid w:val="009A67D5"/>
    <w:rsid w:val="009A6994"/>
    <w:rsid w:val="009B0544"/>
    <w:rsid w:val="009B1FC2"/>
    <w:rsid w:val="009B4A76"/>
    <w:rsid w:val="009B56DD"/>
    <w:rsid w:val="009B5AA6"/>
    <w:rsid w:val="009B5DF0"/>
    <w:rsid w:val="009B6EB9"/>
    <w:rsid w:val="009B7FD8"/>
    <w:rsid w:val="009C197C"/>
    <w:rsid w:val="009C3029"/>
    <w:rsid w:val="009C43E7"/>
    <w:rsid w:val="009C56F2"/>
    <w:rsid w:val="009C5819"/>
    <w:rsid w:val="009C6BFC"/>
    <w:rsid w:val="009D1E28"/>
    <w:rsid w:val="009D6661"/>
    <w:rsid w:val="009E42BB"/>
    <w:rsid w:val="009F034C"/>
    <w:rsid w:val="009F0995"/>
    <w:rsid w:val="009F1E24"/>
    <w:rsid w:val="009F4DCA"/>
    <w:rsid w:val="00A01CD7"/>
    <w:rsid w:val="00A0218B"/>
    <w:rsid w:val="00A03A73"/>
    <w:rsid w:val="00A048D6"/>
    <w:rsid w:val="00A04C23"/>
    <w:rsid w:val="00A04FA8"/>
    <w:rsid w:val="00A05C49"/>
    <w:rsid w:val="00A07FB1"/>
    <w:rsid w:val="00A102EE"/>
    <w:rsid w:val="00A104AA"/>
    <w:rsid w:val="00A12DBE"/>
    <w:rsid w:val="00A15090"/>
    <w:rsid w:val="00A1562A"/>
    <w:rsid w:val="00A1638B"/>
    <w:rsid w:val="00A16B68"/>
    <w:rsid w:val="00A17DDE"/>
    <w:rsid w:val="00A241CC"/>
    <w:rsid w:val="00A24377"/>
    <w:rsid w:val="00A2466E"/>
    <w:rsid w:val="00A25CAA"/>
    <w:rsid w:val="00A26CC7"/>
    <w:rsid w:val="00A31546"/>
    <w:rsid w:val="00A318D3"/>
    <w:rsid w:val="00A3201F"/>
    <w:rsid w:val="00A351D3"/>
    <w:rsid w:val="00A354C4"/>
    <w:rsid w:val="00A36131"/>
    <w:rsid w:val="00A37496"/>
    <w:rsid w:val="00A410EE"/>
    <w:rsid w:val="00A44ACA"/>
    <w:rsid w:val="00A4705B"/>
    <w:rsid w:val="00A47249"/>
    <w:rsid w:val="00A47464"/>
    <w:rsid w:val="00A47570"/>
    <w:rsid w:val="00A4790E"/>
    <w:rsid w:val="00A47A08"/>
    <w:rsid w:val="00A53223"/>
    <w:rsid w:val="00A578F5"/>
    <w:rsid w:val="00A61EC9"/>
    <w:rsid w:val="00A6371B"/>
    <w:rsid w:val="00A648FA"/>
    <w:rsid w:val="00A65C0D"/>
    <w:rsid w:val="00A6634E"/>
    <w:rsid w:val="00A6636B"/>
    <w:rsid w:val="00A6757E"/>
    <w:rsid w:val="00A72254"/>
    <w:rsid w:val="00A722C7"/>
    <w:rsid w:val="00A76A54"/>
    <w:rsid w:val="00A778DD"/>
    <w:rsid w:val="00A77A73"/>
    <w:rsid w:val="00A82C33"/>
    <w:rsid w:val="00A83438"/>
    <w:rsid w:val="00A83A2A"/>
    <w:rsid w:val="00A83A85"/>
    <w:rsid w:val="00A83B5A"/>
    <w:rsid w:val="00A841BF"/>
    <w:rsid w:val="00A85DDE"/>
    <w:rsid w:val="00A86002"/>
    <w:rsid w:val="00A9059F"/>
    <w:rsid w:val="00A97408"/>
    <w:rsid w:val="00A97AF0"/>
    <w:rsid w:val="00AA045D"/>
    <w:rsid w:val="00AA1392"/>
    <w:rsid w:val="00AA2D2B"/>
    <w:rsid w:val="00AA3315"/>
    <w:rsid w:val="00AA3344"/>
    <w:rsid w:val="00AA5C0B"/>
    <w:rsid w:val="00AA6F17"/>
    <w:rsid w:val="00AB062F"/>
    <w:rsid w:val="00AB14C4"/>
    <w:rsid w:val="00AB5AAF"/>
    <w:rsid w:val="00AB7F45"/>
    <w:rsid w:val="00AC3820"/>
    <w:rsid w:val="00AC3FA0"/>
    <w:rsid w:val="00AC5B78"/>
    <w:rsid w:val="00AC7939"/>
    <w:rsid w:val="00AD01A1"/>
    <w:rsid w:val="00AD09A8"/>
    <w:rsid w:val="00AE0211"/>
    <w:rsid w:val="00AE0CE3"/>
    <w:rsid w:val="00AE51E8"/>
    <w:rsid w:val="00AE6659"/>
    <w:rsid w:val="00AF1A47"/>
    <w:rsid w:val="00AF2C66"/>
    <w:rsid w:val="00AF4751"/>
    <w:rsid w:val="00AF5668"/>
    <w:rsid w:val="00B03439"/>
    <w:rsid w:val="00B037B6"/>
    <w:rsid w:val="00B04854"/>
    <w:rsid w:val="00B05B02"/>
    <w:rsid w:val="00B072E6"/>
    <w:rsid w:val="00B10FDE"/>
    <w:rsid w:val="00B11335"/>
    <w:rsid w:val="00B1183E"/>
    <w:rsid w:val="00B11C10"/>
    <w:rsid w:val="00B13F45"/>
    <w:rsid w:val="00B14310"/>
    <w:rsid w:val="00B16594"/>
    <w:rsid w:val="00B16BF7"/>
    <w:rsid w:val="00B24206"/>
    <w:rsid w:val="00B2567E"/>
    <w:rsid w:val="00B25D33"/>
    <w:rsid w:val="00B261F9"/>
    <w:rsid w:val="00B2647A"/>
    <w:rsid w:val="00B278E0"/>
    <w:rsid w:val="00B30575"/>
    <w:rsid w:val="00B314D3"/>
    <w:rsid w:val="00B32B6A"/>
    <w:rsid w:val="00B32C3D"/>
    <w:rsid w:val="00B37EAB"/>
    <w:rsid w:val="00B41ADE"/>
    <w:rsid w:val="00B433CC"/>
    <w:rsid w:val="00B44A56"/>
    <w:rsid w:val="00B44EA2"/>
    <w:rsid w:val="00B452E7"/>
    <w:rsid w:val="00B50612"/>
    <w:rsid w:val="00B50DA2"/>
    <w:rsid w:val="00B538EA"/>
    <w:rsid w:val="00B53C4D"/>
    <w:rsid w:val="00B53D2E"/>
    <w:rsid w:val="00B5440F"/>
    <w:rsid w:val="00B549A2"/>
    <w:rsid w:val="00B5595A"/>
    <w:rsid w:val="00B5626C"/>
    <w:rsid w:val="00B57932"/>
    <w:rsid w:val="00B57F7A"/>
    <w:rsid w:val="00B61301"/>
    <w:rsid w:val="00B6202A"/>
    <w:rsid w:val="00B673C5"/>
    <w:rsid w:val="00B67BB6"/>
    <w:rsid w:val="00B67D71"/>
    <w:rsid w:val="00B7061F"/>
    <w:rsid w:val="00B7144D"/>
    <w:rsid w:val="00B716D3"/>
    <w:rsid w:val="00B72904"/>
    <w:rsid w:val="00B72A6F"/>
    <w:rsid w:val="00B733E5"/>
    <w:rsid w:val="00B73FB7"/>
    <w:rsid w:val="00B775E1"/>
    <w:rsid w:val="00B84933"/>
    <w:rsid w:val="00B84EB1"/>
    <w:rsid w:val="00B84EC0"/>
    <w:rsid w:val="00B86775"/>
    <w:rsid w:val="00BA0622"/>
    <w:rsid w:val="00BA08B5"/>
    <w:rsid w:val="00BA14E9"/>
    <w:rsid w:val="00BA26B2"/>
    <w:rsid w:val="00BA3BBE"/>
    <w:rsid w:val="00BA3BBF"/>
    <w:rsid w:val="00BA3C8C"/>
    <w:rsid w:val="00BA69B7"/>
    <w:rsid w:val="00BB0361"/>
    <w:rsid w:val="00BB103E"/>
    <w:rsid w:val="00BB2012"/>
    <w:rsid w:val="00BB4E55"/>
    <w:rsid w:val="00BB58F6"/>
    <w:rsid w:val="00BB5BF4"/>
    <w:rsid w:val="00BB7FC2"/>
    <w:rsid w:val="00BC1D5E"/>
    <w:rsid w:val="00BC2141"/>
    <w:rsid w:val="00BC2426"/>
    <w:rsid w:val="00BC3CB2"/>
    <w:rsid w:val="00BC62F4"/>
    <w:rsid w:val="00BD0700"/>
    <w:rsid w:val="00BD16DC"/>
    <w:rsid w:val="00BD2013"/>
    <w:rsid w:val="00BD331F"/>
    <w:rsid w:val="00BD7439"/>
    <w:rsid w:val="00BD76B7"/>
    <w:rsid w:val="00BE080E"/>
    <w:rsid w:val="00BE1091"/>
    <w:rsid w:val="00BE4D4F"/>
    <w:rsid w:val="00BE60AF"/>
    <w:rsid w:val="00BF0975"/>
    <w:rsid w:val="00BF10D8"/>
    <w:rsid w:val="00BF14C9"/>
    <w:rsid w:val="00BF180F"/>
    <w:rsid w:val="00BF29E3"/>
    <w:rsid w:val="00BF4DD2"/>
    <w:rsid w:val="00BF54CF"/>
    <w:rsid w:val="00BF6CA8"/>
    <w:rsid w:val="00BF75B4"/>
    <w:rsid w:val="00BF77B0"/>
    <w:rsid w:val="00BF7F3D"/>
    <w:rsid w:val="00C00329"/>
    <w:rsid w:val="00C01074"/>
    <w:rsid w:val="00C05069"/>
    <w:rsid w:val="00C05661"/>
    <w:rsid w:val="00C07631"/>
    <w:rsid w:val="00C1367D"/>
    <w:rsid w:val="00C13F91"/>
    <w:rsid w:val="00C143BF"/>
    <w:rsid w:val="00C228FD"/>
    <w:rsid w:val="00C22B18"/>
    <w:rsid w:val="00C24678"/>
    <w:rsid w:val="00C24E0A"/>
    <w:rsid w:val="00C30708"/>
    <w:rsid w:val="00C31D5C"/>
    <w:rsid w:val="00C32CE2"/>
    <w:rsid w:val="00C33398"/>
    <w:rsid w:val="00C351A5"/>
    <w:rsid w:val="00C35F99"/>
    <w:rsid w:val="00C36C0F"/>
    <w:rsid w:val="00C4209B"/>
    <w:rsid w:val="00C4274A"/>
    <w:rsid w:val="00C43010"/>
    <w:rsid w:val="00C44BD9"/>
    <w:rsid w:val="00C45100"/>
    <w:rsid w:val="00C45117"/>
    <w:rsid w:val="00C47EF4"/>
    <w:rsid w:val="00C5281C"/>
    <w:rsid w:val="00C533D3"/>
    <w:rsid w:val="00C54A70"/>
    <w:rsid w:val="00C54BEB"/>
    <w:rsid w:val="00C55166"/>
    <w:rsid w:val="00C5600F"/>
    <w:rsid w:val="00C56BFF"/>
    <w:rsid w:val="00C60E90"/>
    <w:rsid w:val="00C61E21"/>
    <w:rsid w:val="00C6211A"/>
    <w:rsid w:val="00C67F4D"/>
    <w:rsid w:val="00C70A52"/>
    <w:rsid w:val="00C71850"/>
    <w:rsid w:val="00C73DF2"/>
    <w:rsid w:val="00C74370"/>
    <w:rsid w:val="00C74DFD"/>
    <w:rsid w:val="00C75353"/>
    <w:rsid w:val="00C75B3F"/>
    <w:rsid w:val="00C7642A"/>
    <w:rsid w:val="00C77E35"/>
    <w:rsid w:val="00C804F9"/>
    <w:rsid w:val="00C805FD"/>
    <w:rsid w:val="00C82378"/>
    <w:rsid w:val="00C831A9"/>
    <w:rsid w:val="00C838A0"/>
    <w:rsid w:val="00C86B67"/>
    <w:rsid w:val="00C8782A"/>
    <w:rsid w:val="00C907C7"/>
    <w:rsid w:val="00C909BF"/>
    <w:rsid w:val="00C91A5B"/>
    <w:rsid w:val="00C926E2"/>
    <w:rsid w:val="00C927EF"/>
    <w:rsid w:val="00C929BF"/>
    <w:rsid w:val="00C930BB"/>
    <w:rsid w:val="00C93BF2"/>
    <w:rsid w:val="00C9458B"/>
    <w:rsid w:val="00C94B7D"/>
    <w:rsid w:val="00CA1ACD"/>
    <w:rsid w:val="00CA2983"/>
    <w:rsid w:val="00CA4AB8"/>
    <w:rsid w:val="00CA4E90"/>
    <w:rsid w:val="00CA5417"/>
    <w:rsid w:val="00CA5641"/>
    <w:rsid w:val="00CA60F9"/>
    <w:rsid w:val="00CB11C9"/>
    <w:rsid w:val="00CB22C2"/>
    <w:rsid w:val="00CB3180"/>
    <w:rsid w:val="00CB344A"/>
    <w:rsid w:val="00CB43FB"/>
    <w:rsid w:val="00CC02A5"/>
    <w:rsid w:val="00CC270B"/>
    <w:rsid w:val="00CC58D3"/>
    <w:rsid w:val="00CC603A"/>
    <w:rsid w:val="00CC6818"/>
    <w:rsid w:val="00CC79AE"/>
    <w:rsid w:val="00CC7FB7"/>
    <w:rsid w:val="00CD0446"/>
    <w:rsid w:val="00CD25CC"/>
    <w:rsid w:val="00CD2958"/>
    <w:rsid w:val="00CD6619"/>
    <w:rsid w:val="00CD6B65"/>
    <w:rsid w:val="00CE0966"/>
    <w:rsid w:val="00CE0AAE"/>
    <w:rsid w:val="00CE17A4"/>
    <w:rsid w:val="00CE497C"/>
    <w:rsid w:val="00CE61BC"/>
    <w:rsid w:val="00CE6E88"/>
    <w:rsid w:val="00CF0EDF"/>
    <w:rsid w:val="00CF13C4"/>
    <w:rsid w:val="00CF190C"/>
    <w:rsid w:val="00CF3F8C"/>
    <w:rsid w:val="00CF3F9E"/>
    <w:rsid w:val="00CF6031"/>
    <w:rsid w:val="00CF6C90"/>
    <w:rsid w:val="00D00085"/>
    <w:rsid w:val="00D02931"/>
    <w:rsid w:val="00D0438B"/>
    <w:rsid w:val="00D048EB"/>
    <w:rsid w:val="00D05B71"/>
    <w:rsid w:val="00D069D7"/>
    <w:rsid w:val="00D07BB4"/>
    <w:rsid w:val="00D108A3"/>
    <w:rsid w:val="00D10CC7"/>
    <w:rsid w:val="00D11310"/>
    <w:rsid w:val="00D1205A"/>
    <w:rsid w:val="00D1349C"/>
    <w:rsid w:val="00D14BEF"/>
    <w:rsid w:val="00D15126"/>
    <w:rsid w:val="00D15200"/>
    <w:rsid w:val="00D1599F"/>
    <w:rsid w:val="00D162E1"/>
    <w:rsid w:val="00D17E4A"/>
    <w:rsid w:val="00D20102"/>
    <w:rsid w:val="00D20F64"/>
    <w:rsid w:val="00D217D8"/>
    <w:rsid w:val="00D241D4"/>
    <w:rsid w:val="00D26BBF"/>
    <w:rsid w:val="00D27072"/>
    <w:rsid w:val="00D312C3"/>
    <w:rsid w:val="00D31B00"/>
    <w:rsid w:val="00D32003"/>
    <w:rsid w:val="00D32518"/>
    <w:rsid w:val="00D32590"/>
    <w:rsid w:val="00D3321F"/>
    <w:rsid w:val="00D33EA3"/>
    <w:rsid w:val="00D34EA4"/>
    <w:rsid w:val="00D3503C"/>
    <w:rsid w:val="00D4004E"/>
    <w:rsid w:val="00D407E5"/>
    <w:rsid w:val="00D435DA"/>
    <w:rsid w:val="00D4407B"/>
    <w:rsid w:val="00D46978"/>
    <w:rsid w:val="00D519AC"/>
    <w:rsid w:val="00D54FE5"/>
    <w:rsid w:val="00D5745D"/>
    <w:rsid w:val="00D5773B"/>
    <w:rsid w:val="00D57C23"/>
    <w:rsid w:val="00D63D14"/>
    <w:rsid w:val="00D64020"/>
    <w:rsid w:val="00D65BB3"/>
    <w:rsid w:val="00D67D51"/>
    <w:rsid w:val="00D72BEC"/>
    <w:rsid w:val="00D72E9E"/>
    <w:rsid w:val="00D76337"/>
    <w:rsid w:val="00D773E7"/>
    <w:rsid w:val="00D776B1"/>
    <w:rsid w:val="00D77B1B"/>
    <w:rsid w:val="00D80836"/>
    <w:rsid w:val="00D81297"/>
    <w:rsid w:val="00D81504"/>
    <w:rsid w:val="00D81AED"/>
    <w:rsid w:val="00D81D79"/>
    <w:rsid w:val="00D840C2"/>
    <w:rsid w:val="00D84F79"/>
    <w:rsid w:val="00D853DB"/>
    <w:rsid w:val="00D87B1F"/>
    <w:rsid w:val="00D90474"/>
    <w:rsid w:val="00D9134F"/>
    <w:rsid w:val="00D914F5"/>
    <w:rsid w:val="00D95CE7"/>
    <w:rsid w:val="00D969BC"/>
    <w:rsid w:val="00D979F2"/>
    <w:rsid w:val="00DA0509"/>
    <w:rsid w:val="00DA055B"/>
    <w:rsid w:val="00DA1C7C"/>
    <w:rsid w:val="00DA2262"/>
    <w:rsid w:val="00DA2368"/>
    <w:rsid w:val="00DA503E"/>
    <w:rsid w:val="00DA7E69"/>
    <w:rsid w:val="00DB025F"/>
    <w:rsid w:val="00DB0409"/>
    <w:rsid w:val="00DB06FE"/>
    <w:rsid w:val="00DB0792"/>
    <w:rsid w:val="00DB2869"/>
    <w:rsid w:val="00DB40BA"/>
    <w:rsid w:val="00DB4DFA"/>
    <w:rsid w:val="00DB5569"/>
    <w:rsid w:val="00DC086A"/>
    <w:rsid w:val="00DC09A1"/>
    <w:rsid w:val="00DC0D4A"/>
    <w:rsid w:val="00DC26D9"/>
    <w:rsid w:val="00DC2C51"/>
    <w:rsid w:val="00DC3422"/>
    <w:rsid w:val="00DC3A2B"/>
    <w:rsid w:val="00DC4349"/>
    <w:rsid w:val="00DC7D5B"/>
    <w:rsid w:val="00DD19E9"/>
    <w:rsid w:val="00DD2E04"/>
    <w:rsid w:val="00DD434C"/>
    <w:rsid w:val="00DE13D5"/>
    <w:rsid w:val="00DE1896"/>
    <w:rsid w:val="00DE1F60"/>
    <w:rsid w:val="00DE3A3E"/>
    <w:rsid w:val="00DE54A7"/>
    <w:rsid w:val="00DE595D"/>
    <w:rsid w:val="00DE70BA"/>
    <w:rsid w:val="00DE7186"/>
    <w:rsid w:val="00DE7B86"/>
    <w:rsid w:val="00DF0586"/>
    <w:rsid w:val="00DF0605"/>
    <w:rsid w:val="00DF0DE4"/>
    <w:rsid w:val="00DF419B"/>
    <w:rsid w:val="00DF57CD"/>
    <w:rsid w:val="00E00393"/>
    <w:rsid w:val="00E03318"/>
    <w:rsid w:val="00E0483E"/>
    <w:rsid w:val="00E053FB"/>
    <w:rsid w:val="00E07E8A"/>
    <w:rsid w:val="00E115B6"/>
    <w:rsid w:val="00E12B52"/>
    <w:rsid w:val="00E130AE"/>
    <w:rsid w:val="00E1438C"/>
    <w:rsid w:val="00E15D8F"/>
    <w:rsid w:val="00E16457"/>
    <w:rsid w:val="00E1657C"/>
    <w:rsid w:val="00E169F5"/>
    <w:rsid w:val="00E173C8"/>
    <w:rsid w:val="00E20149"/>
    <w:rsid w:val="00E2087B"/>
    <w:rsid w:val="00E23AD6"/>
    <w:rsid w:val="00E24ECB"/>
    <w:rsid w:val="00E24F75"/>
    <w:rsid w:val="00E300D3"/>
    <w:rsid w:val="00E31B97"/>
    <w:rsid w:val="00E352D4"/>
    <w:rsid w:val="00E37B43"/>
    <w:rsid w:val="00E404B8"/>
    <w:rsid w:val="00E42646"/>
    <w:rsid w:val="00E47919"/>
    <w:rsid w:val="00E51BAD"/>
    <w:rsid w:val="00E5331E"/>
    <w:rsid w:val="00E53424"/>
    <w:rsid w:val="00E53BC3"/>
    <w:rsid w:val="00E53C2E"/>
    <w:rsid w:val="00E566C1"/>
    <w:rsid w:val="00E5724A"/>
    <w:rsid w:val="00E633EF"/>
    <w:rsid w:val="00E64C5C"/>
    <w:rsid w:val="00E66DD4"/>
    <w:rsid w:val="00E702D3"/>
    <w:rsid w:val="00E709DC"/>
    <w:rsid w:val="00E71F9A"/>
    <w:rsid w:val="00E721AF"/>
    <w:rsid w:val="00E75F0E"/>
    <w:rsid w:val="00E77419"/>
    <w:rsid w:val="00E81538"/>
    <w:rsid w:val="00E81F27"/>
    <w:rsid w:val="00E82933"/>
    <w:rsid w:val="00E83884"/>
    <w:rsid w:val="00E83BB2"/>
    <w:rsid w:val="00E83FBC"/>
    <w:rsid w:val="00E84E95"/>
    <w:rsid w:val="00E8527F"/>
    <w:rsid w:val="00E86B9C"/>
    <w:rsid w:val="00E8783E"/>
    <w:rsid w:val="00E9033E"/>
    <w:rsid w:val="00E91A0F"/>
    <w:rsid w:val="00E93D8C"/>
    <w:rsid w:val="00E94290"/>
    <w:rsid w:val="00E95255"/>
    <w:rsid w:val="00E96640"/>
    <w:rsid w:val="00E97BEF"/>
    <w:rsid w:val="00EA06B2"/>
    <w:rsid w:val="00EA080C"/>
    <w:rsid w:val="00EA5433"/>
    <w:rsid w:val="00EB1D8B"/>
    <w:rsid w:val="00EB1D9F"/>
    <w:rsid w:val="00EB2BE1"/>
    <w:rsid w:val="00EB34ED"/>
    <w:rsid w:val="00EB3C03"/>
    <w:rsid w:val="00EB4F17"/>
    <w:rsid w:val="00EB66F5"/>
    <w:rsid w:val="00EB6CEB"/>
    <w:rsid w:val="00EB6FB1"/>
    <w:rsid w:val="00EC0B53"/>
    <w:rsid w:val="00EC10B4"/>
    <w:rsid w:val="00EC187F"/>
    <w:rsid w:val="00EC1DD0"/>
    <w:rsid w:val="00EC1F98"/>
    <w:rsid w:val="00EC22DC"/>
    <w:rsid w:val="00EC28D8"/>
    <w:rsid w:val="00EC38C3"/>
    <w:rsid w:val="00EC57A0"/>
    <w:rsid w:val="00EC7657"/>
    <w:rsid w:val="00EC78A0"/>
    <w:rsid w:val="00ED0B8D"/>
    <w:rsid w:val="00ED14EA"/>
    <w:rsid w:val="00ED2558"/>
    <w:rsid w:val="00ED421D"/>
    <w:rsid w:val="00ED557B"/>
    <w:rsid w:val="00ED565A"/>
    <w:rsid w:val="00ED6F38"/>
    <w:rsid w:val="00ED7CA4"/>
    <w:rsid w:val="00EE09EF"/>
    <w:rsid w:val="00EE27F5"/>
    <w:rsid w:val="00EE43E0"/>
    <w:rsid w:val="00EE4837"/>
    <w:rsid w:val="00EE4A9E"/>
    <w:rsid w:val="00EE77D5"/>
    <w:rsid w:val="00EF1F1C"/>
    <w:rsid w:val="00EF209E"/>
    <w:rsid w:val="00EF38AE"/>
    <w:rsid w:val="00EF5B3E"/>
    <w:rsid w:val="00EF664E"/>
    <w:rsid w:val="00EF6A47"/>
    <w:rsid w:val="00EF7098"/>
    <w:rsid w:val="00F00253"/>
    <w:rsid w:val="00F0139C"/>
    <w:rsid w:val="00F01C3F"/>
    <w:rsid w:val="00F01E18"/>
    <w:rsid w:val="00F0349D"/>
    <w:rsid w:val="00F03FBA"/>
    <w:rsid w:val="00F0572E"/>
    <w:rsid w:val="00F060CE"/>
    <w:rsid w:val="00F07174"/>
    <w:rsid w:val="00F10C1E"/>
    <w:rsid w:val="00F12BCC"/>
    <w:rsid w:val="00F13478"/>
    <w:rsid w:val="00F154FC"/>
    <w:rsid w:val="00F204C3"/>
    <w:rsid w:val="00F21EFD"/>
    <w:rsid w:val="00F2261F"/>
    <w:rsid w:val="00F25098"/>
    <w:rsid w:val="00F2656F"/>
    <w:rsid w:val="00F31B3D"/>
    <w:rsid w:val="00F31C2C"/>
    <w:rsid w:val="00F32200"/>
    <w:rsid w:val="00F32B85"/>
    <w:rsid w:val="00F34D7B"/>
    <w:rsid w:val="00F37F77"/>
    <w:rsid w:val="00F405B6"/>
    <w:rsid w:val="00F42DC3"/>
    <w:rsid w:val="00F51815"/>
    <w:rsid w:val="00F53D03"/>
    <w:rsid w:val="00F575B4"/>
    <w:rsid w:val="00F60DB0"/>
    <w:rsid w:val="00F61A3B"/>
    <w:rsid w:val="00F62B26"/>
    <w:rsid w:val="00F62BED"/>
    <w:rsid w:val="00F63D25"/>
    <w:rsid w:val="00F6462C"/>
    <w:rsid w:val="00F66C2B"/>
    <w:rsid w:val="00F676BC"/>
    <w:rsid w:val="00F72D61"/>
    <w:rsid w:val="00F743BC"/>
    <w:rsid w:val="00F775B0"/>
    <w:rsid w:val="00F778DE"/>
    <w:rsid w:val="00F8196E"/>
    <w:rsid w:val="00F82065"/>
    <w:rsid w:val="00F82137"/>
    <w:rsid w:val="00F82699"/>
    <w:rsid w:val="00F84D26"/>
    <w:rsid w:val="00F902A4"/>
    <w:rsid w:val="00F91E3F"/>
    <w:rsid w:val="00F92DBA"/>
    <w:rsid w:val="00F949E0"/>
    <w:rsid w:val="00F973C7"/>
    <w:rsid w:val="00F97B5E"/>
    <w:rsid w:val="00FA0444"/>
    <w:rsid w:val="00FA0F48"/>
    <w:rsid w:val="00FA30B3"/>
    <w:rsid w:val="00FA4884"/>
    <w:rsid w:val="00FA60E4"/>
    <w:rsid w:val="00FA6799"/>
    <w:rsid w:val="00FA760B"/>
    <w:rsid w:val="00FB0F21"/>
    <w:rsid w:val="00FB101B"/>
    <w:rsid w:val="00FB104A"/>
    <w:rsid w:val="00FB2AB9"/>
    <w:rsid w:val="00FB50C1"/>
    <w:rsid w:val="00FB76BF"/>
    <w:rsid w:val="00FB78FC"/>
    <w:rsid w:val="00FC156C"/>
    <w:rsid w:val="00FC1DD1"/>
    <w:rsid w:val="00FC3568"/>
    <w:rsid w:val="00FC4C5E"/>
    <w:rsid w:val="00FC6391"/>
    <w:rsid w:val="00FC663B"/>
    <w:rsid w:val="00FC74C2"/>
    <w:rsid w:val="00FC78E5"/>
    <w:rsid w:val="00FD0A37"/>
    <w:rsid w:val="00FD1C89"/>
    <w:rsid w:val="00FD39CD"/>
    <w:rsid w:val="00FD4978"/>
    <w:rsid w:val="00FD4F0A"/>
    <w:rsid w:val="00FD59D3"/>
    <w:rsid w:val="00FD7443"/>
    <w:rsid w:val="00FD7CC4"/>
    <w:rsid w:val="00FE0952"/>
    <w:rsid w:val="00FE2073"/>
    <w:rsid w:val="00FE6A59"/>
    <w:rsid w:val="00FE7FE3"/>
    <w:rsid w:val="00FF03DB"/>
    <w:rsid w:val="00FF5033"/>
    <w:rsid w:val="00FF5697"/>
    <w:rsid w:val="04C3425C"/>
    <w:rsid w:val="04E3812D"/>
    <w:rsid w:val="074E6D57"/>
    <w:rsid w:val="088D3A96"/>
    <w:rsid w:val="093772C8"/>
    <w:rsid w:val="0D206F9B"/>
    <w:rsid w:val="0E4700E9"/>
    <w:rsid w:val="0F333ED8"/>
    <w:rsid w:val="0FD2910A"/>
    <w:rsid w:val="12534884"/>
    <w:rsid w:val="12C67A99"/>
    <w:rsid w:val="140E887B"/>
    <w:rsid w:val="14A45EF6"/>
    <w:rsid w:val="1500F314"/>
    <w:rsid w:val="17C5D868"/>
    <w:rsid w:val="17E4BBF0"/>
    <w:rsid w:val="197A363C"/>
    <w:rsid w:val="1AE549D1"/>
    <w:rsid w:val="1B4629B6"/>
    <w:rsid w:val="1BA1F846"/>
    <w:rsid w:val="1CFF2353"/>
    <w:rsid w:val="1D3BD72E"/>
    <w:rsid w:val="1E46EF3A"/>
    <w:rsid w:val="2243F0D7"/>
    <w:rsid w:val="23F82425"/>
    <w:rsid w:val="24521B3D"/>
    <w:rsid w:val="2565DC04"/>
    <w:rsid w:val="25ECA542"/>
    <w:rsid w:val="2886811A"/>
    <w:rsid w:val="2984D100"/>
    <w:rsid w:val="2B0C795E"/>
    <w:rsid w:val="2DA000FF"/>
    <w:rsid w:val="2E089E77"/>
    <w:rsid w:val="30E44588"/>
    <w:rsid w:val="31D79428"/>
    <w:rsid w:val="325180CE"/>
    <w:rsid w:val="334C6F34"/>
    <w:rsid w:val="33869AFB"/>
    <w:rsid w:val="34373ED2"/>
    <w:rsid w:val="34DECFE3"/>
    <w:rsid w:val="35775432"/>
    <w:rsid w:val="37A4736A"/>
    <w:rsid w:val="3837903E"/>
    <w:rsid w:val="3AB1F30D"/>
    <w:rsid w:val="3B00CEB3"/>
    <w:rsid w:val="3B0F72A5"/>
    <w:rsid w:val="4287B89A"/>
    <w:rsid w:val="4478215F"/>
    <w:rsid w:val="4500BE83"/>
    <w:rsid w:val="455F9967"/>
    <w:rsid w:val="475B9363"/>
    <w:rsid w:val="47C94048"/>
    <w:rsid w:val="483E4033"/>
    <w:rsid w:val="4B0BDA4D"/>
    <w:rsid w:val="4B59B8AC"/>
    <w:rsid w:val="4C06299C"/>
    <w:rsid w:val="4C957A2A"/>
    <w:rsid w:val="4EA75A7C"/>
    <w:rsid w:val="4FCE55E8"/>
    <w:rsid w:val="508F9232"/>
    <w:rsid w:val="54FA6890"/>
    <w:rsid w:val="566D54A6"/>
    <w:rsid w:val="58110CFB"/>
    <w:rsid w:val="588D0E3B"/>
    <w:rsid w:val="589E7C8A"/>
    <w:rsid w:val="5BC2AB21"/>
    <w:rsid w:val="5C26A570"/>
    <w:rsid w:val="5E6AE8A1"/>
    <w:rsid w:val="61BFB9FD"/>
    <w:rsid w:val="61DFB2F0"/>
    <w:rsid w:val="62FAD745"/>
    <w:rsid w:val="6331B505"/>
    <w:rsid w:val="66480AE8"/>
    <w:rsid w:val="665290D0"/>
    <w:rsid w:val="6740A411"/>
    <w:rsid w:val="67669A41"/>
    <w:rsid w:val="6BC67A92"/>
    <w:rsid w:val="6F8A2078"/>
    <w:rsid w:val="72CD4EE6"/>
    <w:rsid w:val="7746940A"/>
    <w:rsid w:val="79ECA8E1"/>
    <w:rsid w:val="7AC8C034"/>
    <w:rsid w:val="7DC27886"/>
    <w:rsid w:val="7EDD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6F58A4"/>
  <w15:docId w15:val="{56CCB713-996F-477E-A280-81864D47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4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5455"/>
    <w:pPr>
      <w:snapToGrid w:val="0"/>
      <w:spacing w:line="300" w:lineRule="auto"/>
    </w:pPr>
    <w:rPr>
      <w:rFonts w:ascii="Arial" w:hAnsi="Arial"/>
      <w:sz w:val="19"/>
    </w:rPr>
  </w:style>
  <w:style w:type="paragraph" w:styleId="Heading1">
    <w:name w:val="heading 1"/>
    <w:next w:val="Normal"/>
    <w:link w:val="Heading1Char"/>
    <w:uiPriority w:val="1"/>
    <w:qFormat/>
    <w:rsid w:val="00607B1E"/>
    <w:pPr>
      <w:keepNext/>
      <w:keepLines/>
      <w:snapToGrid w:val="0"/>
      <w:spacing w:after="300" w:line="252" w:lineRule="auto"/>
      <w:outlineLvl w:val="0"/>
    </w:pPr>
    <w:rPr>
      <w:rFonts w:ascii="Arial" w:hAnsi="Arial" w:cs="Arial"/>
      <w:b/>
      <w:bCs/>
      <w:color w:val="A8A8A8"/>
      <w:kern w:val="2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607B1E"/>
    <w:pPr>
      <w:keepNext/>
      <w:keepLines/>
      <w:spacing w:before="420" w:after="40" w:line="276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07B1E"/>
    <w:pPr>
      <w:keepNext/>
      <w:keepLines/>
      <w:spacing w:before="1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uiPriority w:val="5"/>
    <w:semiHidden/>
    <w:qFormat/>
    <w:rsid w:val="00CF13C4"/>
    <w:pPr>
      <w:spacing w:before="240"/>
      <w:outlineLvl w:val="3"/>
    </w:pPr>
    <w:rPr>
      <w:color w:val="7F7F7F"/>
    </w:rPr>
  </w:style>
  <w:style w:type="paragraph" w:styleId="Heading5">
    <w:name w:val="heading 5"/>
    <w:basedOn w:val="Normal"/>
    <w:next w:val="Normal"/>
    <w:link w:val="Heading5Char"/>
    <w:uiPriority w:val="5"/>
    <w:semiHidden/>
    <w:qFormat/>
    <w:rsid w:val="00F060CE"/>
    <w:pPr>
      <w:keepNext/>
      <w:spacing w:before="240"/>
      <w:outlineLvl w:val="4"/>
    </w:pPr>
    <w:rPr>
      <w:b/>
      <w:color w:val="7F7F7F"/>
    </w:rPr>
  </w:style>
  <w:style w:type="paragraph" w:styleId="Heading6">
    <w:name w:val="heading 6"/>
    <w:basedOn w:val="Normal"/>
    <w:next w:val="Normal"/>
    <w:link w:val="Heading6Char"/>
    <w:uiPriority w:val="6"/>
    <w:semiHidden/>
    <w:qFormat/>
    <w:rsid w:val="00F060CE"/>
    <w:pPr>
      <w:spacing w:after="20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6"/>
    <w:semiHidden/>
    <w:qFormat/>
    <w:rsid w:val="002D4FA9"/>
    <w:pPr>
      <w:numPr>
        <w:ilvl w:val="6"/>
        <w:numId w:val="15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6"/>
    <w:semiHidden/>
    <w:qFormat/>
    <w:rsid w:val="002D4FA9"/>
    <w:pPr>
      <w:numPr>
        <w:ilvl w:val="7"/>
        <w:numId w:val="15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6"/>
    <w:semiHidden/>
    <w:qFormat/>
    <w:rsid w:val="002D4FA9"/>
    <w:pPr>
      <w:numPr>
        <w:ilvl w:val="8"/>
        <w:numId w:val="1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A40CF"/>
    <w:rPr>
      <w:vertAlign w:val="superscript"/>
    </w:rPr>
  </w:style>
  <w:style w:type="paragraph" w:styleId="FootnoteText">
    <w:name w:val="footnote text"/>
    <w:basedOn w:val="Normal"/>
    <w:link w:val="FootnoteTextChar"/>
    <w:rsid w:val="00094CD3"/>
    <w:pPr>
      <w:keepLines/>
      <w:spacing w:before="40" w:line="252" w:lineRule="auto"/>
      <w:ind w:left="274" w:hanging="274"/>
    </w:pPr>
    <w:rPr>
      <w:sz w:val="16"/>
    </w:rPr>
  </w:style>
  <w:style w:type="paragraph" w:customStyle="1" w:styleId="Indent">
    <w:name w:val="Indent"/>
    <w:basedOn w:val="Normal"/>
    <w:rsid w:val="002D4FA9"/>
    <w:pPr>
      <w:ind w:left="720" w:hanging="720"/>
    </w:pPr>
  </w:style>
  <w:style w:type="paragraph" w:styleId="ListBullet">
    <w:name w:val="List Bullet"/>
    <w:basedOn w:val="Normal"/>
    <w:uiPriority w:val="2"/>
    <w:qFormat/>
    <w:rsid w:val="00DC09A1"/>
    <w:pPr>
      <w:numPr>
        <w:numId w:val="4"/>
      </w:numPr>
      <w:tabs>
        <w:tab w:val="left" w:pos="720"/>
      </w:tabs>
    </w:pPr>
  </w:style>
  <w:style w:type="paragraph" w:customStyle="1" w:styleId="ParagraphNumbering">
    <w:name w:val="Paragraph Numbering"/>
    <w:basedOn w:val="Normal"/>
    <w:uiPriority w:val="3"/>
    <w:qFormat/>
    <w:rsid w:val="00A04FA8"/>
    <w:pPr>
      <w:numPr>
        <w:numId w:val="28"/>
      </w:numPr>
    </w:pPr>
    <w:rPr>
      <w:szCs w:val="24"/>
    </w:rPr>
  </w:style>
  <w:style w:type="paragraph" w:styleId="Header">
    <w:name w:val="header"/>
    <w:basedOn w:val="Normal"/>
    <w:link w:val="HeaderChar"/>
    <w:rsid w:val="00094CD3"/>
    <w:pPr>
      <w:tabs>
        <w:tab w:val="center" w:pos="4320"/>
        <w:tab w:val="right" w:pos="8640"/>
      </w:tabs>
      <w:spacing w:line="240" w:lineRule="auto"/>
    </w:pPr>
    <w:rPr>
      <w:b/>
      <w:color w:val="7F7F7F" w:themeColor="text1" w:themeTint="80"/>
      <w:sz w:val="16"/>
    </w:rPr>
  </w:style>
  <w:style w:type="paragraph" w:styleId="Footer">
    <w:name w:val="footer"/>
    <w:basedOn w:val="Normal"/>
    <w:link w:val="FooterChar"/>
    <w:rsid w:val="00D969BC"/>
    <w:pPr>
      <w:tabs>
        <w:tab w:val="center" w:pos="4320"/>
        <w:tab w:val="right" w:pos="8640"/>
      </w:tabs>
      <w:spacing w:line="240" w:lineRule="auto"/>
    </w:pPr>
    <w:rPr>
      <w:rFonts w:ascii="Arial Black" w:hAnsi="Arial Black"/>
      <w:b/>
      <w:color w:val="A8A8A8"/>
      <w:sz w:val="15"/>
    </w:rPr>
  </w:style>
  <w:style w:type="paragraph" w:styleId="Caption">
    <w:name w:val="caption"/>
    <w:basedOn w:val="Normal"/>
    <w:next w:val="Normal"/>
    <w:rsid w:val="00ED565A"/>
    <w:pPr>
      <w:spacing w:after="80"/>
    </w:pPr>
    <w:rPr>
      <w:snapToGrid w:val="0"/>
      <w:color w:val="7F7F7F"/>
    </w:rPr>
  </w:style>
  <w:style w:type="paragraph" w:customStyle="1" w:styleId="CoverTitle">
    <w:name w:val="Cover Title"/>
    <w:basedOn w:val="Normal"/>
    <w:next w:val="Normal"/>
    <w:uiPriority w:val="99"/>
    <w:rsid w:val="009B1FC2"/>
    <w:pPr>
      <w:spacing w:before="1920" w:after="180" w:line="252" w:lineRule="auto"/>
    </w:pPr>
    <w:rPr>
      <w:b/>
      <w:bCs/>
      <w:sz w:val="72"/>
      <w:szCs w:val="80"/>
    </w:rPr>
  </w:style>
  <w:style w:type="paragraph" w:customStyle="1" w:styleId="CoverAuthor">
    <w:name w:val="Cover Author"/>
    <w:basedOn w:val="Normal"/>
    <w:next w:val="CoverTitle"/>
    <w:uiPriority w:val="99"/>
    <w:rsid w:val="009B1FC2"/>
    <w:pPr>
      <w:spacing w:before="600" w:after="240"/>
      <w:ind w:right="1080"/>
    </w:pPr>
    <w:rPr>
      <w:sz w:val="28"/>
      <w:szCs w:val="28"/>
    </w:rPr>
  </w:style>
  <w:style w:type="paragraph" w:customStyle="1" w:styleId="DocType">
    <w:name w:val="Doc Type"/>
    <w:basedOn w:val="Normal"/>
    <w:next w:val="Normal"/>
    <w:uiPriority w:val="99"/>
    <w:rsid w:val="00ED565A"/>
    <w:pPr>
      <w:jc w:val="center"/>
    </w:pPr>
    <w:rPr>
      <w:b/>
      <w:noProof/>
    </w:rPr>
  </w:style>
  <w:style w:type="paragraph" w:customStyle="1" w:styleId="DocTitle">
    <w:name w:val="Doc Title"/>
    <w:basedOn w:val="Normal"/>
    <w:next w:val="CoverAuthor"/>
    <w:uiPriority w:val="99"/>
    <w:rsid w:val="00ED565A"/>
    <w:pPr>
      <w:jc w:val="center"/>
    </w:pPr>
    <w:rPr>
      <w:b/>
    </w:rPr>
  </w:style>
  <w:style w:type="paragraph" w:customStyle="1" w:styleId="Author">
    <w:name w:val="Author"/>
    <w:basedOn w:val="Normal"/>
    <w:uiPriority w:val="99"/>
    <w:rsid w:val="003F7E37"/>
    <w:pPr>
      <w:shd w:val="clear" w:color="000000" w:fill="auto"/>
      <w:spacing w:line="288" w:lineRule="auto"/>
      <w:jc w:val="center"/>
    </w:pPr>
    <w:rPr>
      <w:b/>
      <w:noProof/>
    </w:rPr>
  </w:style>
  <w:style w:type="paragraph" w:customStyle="1" w:styleId="Authorizer">
    <w:name w:val="Authorizer"/>
    <w:basedOn w:val="Normal"/>
    <w:uiPriority w:val="99"/>
    <w:rsid w:val="003F7E37"/>
    <w:pPr>
      <w:spacing w:line="288" w:lineRule="auto"/>
      <w:jc w:val="center"/>
    </w:pPr>
    <w:rPr>
      <w:noProof/>
    </w:rPr>
  </w:style>
  <w:style w:type="paragraph" w:customStyle="1" w:styleId="Date1">
    <w:name w:val="Date1"/>
    <w:basedOn w:val="Normal"/>
    <w:next w:val="Normal"/>
    <w:uiPriority w:val="99"/>
    <w:rsid w:val="00ED565A"/>
    <w:pPr>
      <w:jc w:val="center"/>
    </w:pPr>
    <w:rPr>
      <w:noProof/>
    </w:rPr>
  </w:style>
  <w:style w:type="paragraph" w:customStyle="1" w:styleId="AbstractTitle">
    <w:name w:val="Abstract Title"/>
    <w:basedOn w:val="Normal"/>
    <w:uiPriority w:val="99"/>
    <w:rsid w:val="00DC086A"/>
    <w:pPr>
      <w:keepNext/>
      <w:shd w:val="clear" w:color="000000" w:fill="auto"/>
      <w:tabs>
        <w:tab w:val="num" w:pos="720"/>
      </w:tabs>
      <w:spacing w:line="288" w:lineRule="auto"/>
    </w:pPr>
    <w:rPr>
      <w:rFonts w:cs="Arial"/>
      <w:b/>
      <w:bCs/>
      <w:caps/>
      <w:kern w:val="28"/>
      <w:sz w:val="18"/>
      <w:szCs w:val="32"/>
    </w:rPr>
  </w:style>
  <w:style w:type="paragraph" w:customStyle="1" w:styleId="Abstracttext">
    <w:name w:val="Abstract text"/>
    <w:basedOn w:val="Normal"/>
    <w:uiPriority w:val="99"/>
    <w:rsid w:val="00ED565A"/>
    <w:rPr>
      <w:noProof/>
    </w:rPr>
  </w:style>
  <w:style w:type="paragraph" w:customStyle="1" w:styleId="ISBN">
    <w:name w:val="ISBN"/>
    <w:basedOn w:val="Normal"/>
    <w:uiPriority w:val="99"/>
    <w:rsid w:val="0083255D"/>
    <w:pPr>
      <w:spacing w:line="264" w:lineRule="auto"/>
    </w:pPr>
    <w:rPr>
      <w:noProof/>
    </w:rPr>
  </w:style>
  <w:style w:type="paragraph" w:customStyle="1" w:styleId="ISSN">
    <w:name w:val="ISSN"/>
    <w:basedOn w:val="Normal"/>
    <w:uiPriority w:val="99"/>
    <w:rsid w:val="0083255D"/>
    <w:pPr>
      <w:spacing w:line="264" w:lineRule="auto"/>
    </w:pPr>
    <w:rPr>
      <w:noProof/>
    </w:rPr>
  </w:style>
  <w:style w:type="paragraph" w:customStyle="1" w:styleId="JEL">
    <w:name w:val="JEL"/>
    <w:basedOn w:val="Normal"/>
    <w:uiPriority w:val="99"/>
    <w:rsid w:val="00ED565A"/>
    <w:rPr>
      <w:noProof/>
    </w:rPr>
  </w:style>
  <w:style w:type="paragraph" w:customStyle="1" w:styleId="Keywords">
    <w:name w:val="Keywords"/>
    <w:basedOn w:val="Normal"/>
    <w:uiPriority w:val="99"/>
    <w:rsid w:val="00ED565A"/>
    <w:rPr>
      <w:noProof/>
    </w:rPr>
  </w:style>
  <w:style w:type="paragraph" w:customStyle="1" w:styleId="EmailAddress">
    <w:name w:val="Email Address"/>
    <w:basedOn w:val="Normal"/>
    <w:uiPriority w:val="99"/>
    <w:rsid w:val="00ED565A"/>
    <w:rPr>
      <w:noProof/>
    </w:rPr>
  </w:style>
  <w:style w:type="character" w:styleId="Hyperlink">
    <w:name w:val="Hyperlink"/>
    <w:basedOn w:val="DefaultParagraphFont"/>
    <w:uiPriority w:val="99"/>
    <w:rsid w:val="00094CD3"/>
    <w:rPr>
      <w:rFonts w:cs="Times New Roman"/>
      <w:color w:val="004C97" w:themeColor="text2"/>
      <w:u w:val="single"/>
    </w:rPr>
  </w:style>
  <w:style w:type="paragraph" w:customStyle="1" w:styleId="Department">
    <w:name w:val="Department"/>
    <w:basedOn w:val="Normal"/>
    <w:uiPriority w:val="99"/>
    <w:rsid w:val="00ED565A"/>
    <w:pPr>
      <w:jc w:val="center"/>
    </w:pPr>
  </w:style>
  <w:style w:type="paragraph" w:customStyle="1" w:styleId="Disclaimer">
    <w:name w:val="Disclaimer"/>
    <w:basedOn w:val="Normal"/>
    <w:uiPriority w:val="99"/>
    <w:rsid w:val="00ED565A"/>
  </w:style>
  <w:style w:type="paragraph" w:customStyle="1" w:styleId="WPNumber">
    <w:name w:val="WP Number"/>
    <w:basedOn w:val="Normal"/>
    <w:uiPriority w:val="99"/>
    <w:qFormat/>
    <w:rsid w:val="00ED565A"/>
    <w:pPr>
      <w:tabs>
        <w:tab w:val="left" w:pos="-1440"/>
        <w:tab w:val="right" w:pos="9000"/>
      </w:tabs>
      <w:jc w:val="center"/>
    </w:pPr>
  </w:style>
  <w:style w:type="paragraph" w:customStyle="1" w:styleId="CoverWPNumber">
    <w:name w:val="Cover WP Number"/>
    <w:basedOn w:val="Normal"/>
    <w:uiPriority w:val="99"/>
    <w:qFormat/>
    <w:rsid w:val="009B1FC2"/>
    <w:pPr>
      <w:spacing w:after="240"/>
    </w:pPr>
    <w:rPr>
      <w:noProof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6A4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E595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052F"/>
    <w:rPr>
      <w:color w:val="808080"/>
    </w:rPr>
  </w:style>
  <w:style w:type="table" w:styleId="TableGrid">
    <w:name w:val="Table Grid"/>
    <w:basedOn w:val="TableNormal"/>
    <w:rsid w:val="00380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WPYear">
    <w:name w:val="Cover WP Year"/>
    <w:uiPriority w:val="4"/>
    <w:semiHidden/>
    <w:unhideWhenUsed/>
    <w:qFormat/>
    <w:rsid w:val="00CF6C90"/>
    <w:pPr>
      <w:spacing w:line="204" w:lineRule="auto"/>
    </w:pPr>
    <w:rPr>
      <w:rFonts w:ascii="Arial" w:hAnsi="Arial"/>
      <w:bCs/>
      <w:sz w:val="88"/>
      <w:szCs w:val="68"/>
    </w:rPr>
  </w:style>
  <w:style w:type="paragraph" w:customStyle="1" w:styleId="CoverWPMonth">
    <w:name w:val="Cover WP Month"/>
    <w:uiPriority w:val="4"/>
    <w:semiHidden/>
    <w:unhideWhenUsed/>
    <w:qFormat/>
    <w:rsid w:val="00CF6C90"/>
    <w:pPr>
      <w:spacing w:line="204" w:lineRule="auto"/>
    </w:pPr>
    <w:rPr>
      <w:rFonts w:ascii="Arial Black" w:hAnsi="Arial Black" w:cs="Arial"/>
      <w:b/>
      <w:sz w:val="68"/>
      <w:szCs w:val="88"/>
    </w:rPr>
  </w:style>
  <w:style w:type="character" w:styleId="PageNumber">
    <w:name w:val="page number"/>
    <w:basedOn w:val="DefaultParagraphFont"/>
    <w:rsid w:val="00094CD3"/>
    <w:rPr>
      <w:sz w:val="16"/>
    </w:rPr>
  </w:style>
  <w:style w:type="paragraph" w:customStyle="1" w:styleId="CoverSubTitle">
    <w:name w:val="Cover SubTitle"/>
    <w:next w:val="Normal"/>
    <w:uiPriority w:val="4"/>
    <w:semiHidden/>
    <w:qFormat/>
    <w:rsid w:val="009B1FC2"/>
    <w:pPr>
      <w:spacing w:before="120" w:after="600" w:line="264" w:lineRule="auto"/>
    </w:pPr>
    <w:rPr>
      <w:rFonts w:ascii="Arial" w:hAnsi="Arial"/>
      <w:b/>
      <w:sz w:val="44"/>
    </w:rPr>
  </w:style>
  <w:style w:type="character" w:customStyle="1" w:styleId="FooterChar">
    <w:name w:val="Footer Char"/>
    <w:basedOn w:val="DefaultParagraphFont"/>
    <w:link w:val="Footer"/>
    <w:rsid w:val="00D969BC"/>
    <w:rPr>
      <w:rFonts w:ascii="Arial Black" w:hAnsi="Arial Black"/>
      <w:b/>
      <w:color w:val="A8A8A8"/>
      <w:sz w:val="15"/>
    </w:rPr>
  </w:style>
  <w:style w:type="character" w:styleId="Strong">
    <w:name w:val="Strong"/>
    <w:basedOn w:val="DefaultParagraphFont"/>
    <w:uiPriority w:val="22"/>
    <w:qFormat/>
    <w:rsid w:val="006A4EAA"/>
    <w:rPr>
      <w:b/>
      <w:bCs/>
    </w:rPr>
  </w:style>
  <w:style w:type="paragraph" w:customStyle="1" w:styleId="COV-Month">
    <w:name w:val="COV-Month"/>
    <w:uiPriority w:val="4"/>
    <w:semiHidden/>
    <w:unhideWhenUsed/>
    <w:qFormat/>
    <w:rsid w:val="006A4EAA"/>
    <w:pPr>
      <w:spacing w:line="204" w:lineRule="auto"/>
    </w:pPr>
    <w:rPr>
      <w:rFonts w:ascii="Arial" w:hAnsi="Arial"/>
      <w:bCs/>
      <w:color w:val="000000" w:themeColor="text1"/>
      <w:sz w:val="88"/>
      <w:szCs w:val="68"/>
    </w:rPr>
  </w:style>
  <w:style w:type="paragraph" w:customStyle="1" w:styleId="COV-Year">
    <w:name w:val="COV-Year"/>
    <w:uiPriority w:val="4"/>
    <w:semiHidden/>
    <w:unhideWhenUsed/>
    <w:qFormat/>
    <w:rsid w:val="006A4EAA"/>
    <w:pPr>
      <w:spacing w:line="204" w:lineRule="auto"/>
    </w:pPr>
    <w:rPr>
      <w:rFonts w:ascii="Arial Black" w:hAnsi="Arial Black" w:cs="Arial"/>
      <w:b/>
      <w:color w:val="000000" w:themeColor="text1"/>
      <w:sz w:val="68"/>
      <w:szCs w:val="88"/>
    </w:rPr>
  </w:style>
  <w:style w:type="paragraph" w:customStyle="1" w:styleId="Cover-Disclaimer">
    <w:name w:val="Cover-Disclaimer"/>
    <w:basedOn w:val="Normal"/>
    <w:uiPriority w:val="4"/>
    <w:semiHidden/>
    <w:qFormat/>
    <w:rsid w:val="00ED565A"/>
    <w:rPr>
      <w:rFonts w:asciiTheme="minorHAnsi" w:eastAsiaTheme="minorHAnsi" w:hAnsiTheme="minorHAnsi" w:cstheme="minorBidi"/>
      <w:color w:val="000000" w:themeColor="text1"/>
      <w:szCs w:val="28"/>
    </w:rPr>
  </w:style>
  <w:style w:type="character" w:styleId="IntenseEmphasis">
    <w:name w:val="Intense Emphasis"/>
    <w:uiPriority w:val="21"/>
    <w:qFormat/>
    <w:rsid w:val="006A4EAA"/>
    <w:rPr>
      <w:rFonts w:asciiTheme="minorHAnsi" w:hAnsiTheme="minorHAnsi"/>
      <w:b/>
      <w:i/>
      <w:iCs/>
      <w:color w:val="auto"/>
    </w:rPr>
  </w:style>
  <w:style w:type="paragraph" w:customStyle="1" w:styleId="TitlePageDocType">
    <w:name w:val="TitlePage DocType"/>
    <w:basedOn w:val="Normal"/>
    <w:uiPriority w:val="5"/>
    <w:semiHidden/>
    <w:qFormat/>
    <w:rsid w:val="00DB025F"/>
    <w:pPr>
      <w:spacing w:before="1080" w:line="264" w:lineRule="auto"/>
    </w:pPr>
    <w:rPr>
      <w:b/>
      <w:noProof/>
      <w:color w:val="BEBEBE"/>
      <w:sz w:val="36"/>
    </w:rPr>
  </w:style>
  <w:style w:type="paragraph" w:customStyle="1" w:styleId="TitlePageDocTitle">
    <w:name w:val="TitlePage DocTitle"/>
    <w:basedOn w:val="Normal"/>
    <w:uiPriority w:val="5"/>
    <w:semiHidden/>
    <w:qFormat/>
    <w:rsid w:val="00DB025F"/>
    <w:pPr>
      <w:spacing w:before="1200" w:line="252" w:lineRule="auto"/>
    </w:pPr>
    <w:rPr>
      <w:b/>
      <w:noProof/>
      <w:color w:val="000000" w:themeColor="text1"/>
      <w:sz w:val="56"/>
    </w:rPr>
  </w:style>
  <w:style w:type="paragraph" w:customStyle="1" w:styleId="TitlePageSubTitle">
    <w:name w:val="TitlePage SubTitle"/>
    <w:basedOn w:val="TitlePageDocTitle"/>
    <w:uiPriority w:val="5"/>
    <w:semiHidden/>
    <w:qFormat/>
    <w:rsid w:val="00DB025F"/>
    <w:pPr>
      <w:spacing w:before="120" w:after="1200" w:line="264" w:lineRule="auto"/>
    </w:pPr>
    <w:rPr>
      <w:b w:val="0"/>
      <w:sz w:val="40"/>
    </w:rPr>
  </w:style>
  <w:style w:type="paragraph" w:customStyle="1" w:styleId="TitlePageAuthor">
    <w:name w:val="TitlePage Author"/>
    <w:basedOn w:val="Normal"/>
    <w:uiPriority w:val="5"/>
    <w:semiHidden/>
    <w:qFormat/>
    <w:rsid w:val="00DB025F"/>
    <w:pPr>
      <w:spacing w:before="1320"/>
    </w:pPr>
    <w:rPr>
      <w:noProof/>
      <w:sz w:val="28"/>
    </w:rPr>
  </w:style>
  <w:style w:type="paragraph" w:customStyle="1" w:styleId="HeaderPaperTitle">
    <w:name w:val="Header PaperTitle"/>
    <w:basedOn w:val="Header"/>
    <w:uiPriority w:val="6"/>
    <w:semiHidden/>
    <w:qFormat/>
    <w:rsid w:val="00094CD3"/>
    <w:pPr>
      <w:jc w:val="right"/>
    </w:pPr>
    <w:rPr>
      <w:b w:val="0"/>
    </w:rPr>
  </w:style>
  <w:style w:type="paragraph" w:customStyle="1" w:styleId="FigureTitle">
    <w:name w:val="Figure Title"/>
    <w:basedOn w:val="Heading4"/>
    <w:next w:val="Normal"/>
    <w:uiPriority w:val="3"/>
    <w:qFormat/>
    <w:rsid w:val="00F6462C"/>
  </w:style>
  <w:style w:type="paragraph" w:customStyle="1" w:styleId="TableTitle">
    <w:name w:val="Table Title"/>
    <w:basedOn w:val="Heading5"/>
    <w:next w:val="Normal"/>
    <w:uiPriority w:val="3"/>
    <w:qFormat/>
    <w:rsid w:val="00F6462C"/>
  </w:style>
  <w:style w:type="paragraph" w:customStyle="1" w:styleId="SourceNote">
    <w:name w:val="Source/Note"/>
    <w:basedOn w:val="Normal"/>
    <w:next w:val="Normal"/>
    <w:uiPriority w:val="7"/>
    <w:qFormat/>
    <w:rsid w:val="00F060CE"/>
    <w:pPr>
      <w:spacing w:before="80" w:after="80" w:line="252" w:lineRule="auto"/>
    </w:pPr>
    <w:rPr>
      <w:sz w:val="16"/>
    </w:rPr>
  </w:style>
  <w:style w:type="paragraph" w:customStyle="1" w:styleId="BackcoverTitle">
    <w:name w:val="Backcover Title"/>
    <w:uiPriority w:val="5"/>
    <w:semiHidden/>
    <w:qFormat/>
    <w:rsid w:val="00F82065"/>
    <w:pPr>
      <w:spacing w:before="40" w:line="288" w:lineRule="auto"/>
    </w:pPr>
    <w:rPr>
      <w:rFonts w:ascii="Arial" w:hAnsi="Arial"/>
      <w:b/>
      <w:color w:val="FFFFFF" w:themeColor="background1"/>
      <w:sz w:val="22"/>
    </w:rPr>
  </w:style>
  <w:style w:type="paragraph" w:customStyle="1" w:styleId="BackcoverWPNumber">
    <w:name w:val="Backcover WP Number"/>
    <w:uiPriority w:val="5"/>
    <w:semiHidden/>
    <w:qFormat/>
    <w:rsid w:val="00F82065"/>
    <w:pPr>
      <w:spacing w:before="40" w:line="288" w:lineRule="auto"/>
    </w:pPr>
    <w:rPr>
      <w:rFonts w:ascii="Arial" w:hAnsi="Arial"/>
      <w:color w:val="FFFFFF" w:themeColor="background1"/>
      <w:sz w:val="22"/>
    </w:rPr>
  </w:style>
  <w:style w:type="paragraph" w:customStyle="1" w:styleId="BoxTitle">
    <w:name w:val="Box Title"/>
    <w:basedOn w:val="Heading6"/>
    <w:uiPriority w:val="3"/>
    <w:qFormat/>
    <w:rsid w:val="006C7423"/>
  </w:style>
  <w:style w:type="table" w:styleId="ListTable4">
    <w:name w:val="List Table 4"/>
    <w:basedOn w:val="TableNormal"/>
    <w:uiPriority w:val="49"/>
    <w:rsid w:val="00A16B6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BoxTables">
    <w:name w:val="Box Tables"/>
    <w:basedOn w:val="TableNormal"/>
    <w:uiPriority w:val="99"/>
    <w:rsid w:val="00E83884"/>
    <w:rPr>
      <w:rFonts w:asciiTheme="minorHAnsi" w:hAnsiTheme="minorHAnsi"/>
      <w:sz w:val="1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</w:tblBorders>
      <w:tblCellMar>
        <w:top w:w="216" w:type="dxa"/>
        <w:left w:w="288" w:type="dxa"/>
        <w:bottom w:w="173" w:type="dxa"/>
        <w:right w:w="288" w:type="dxa"/>
      </w:tblCellMar>
    </w:tblPr>
    <w:tcPr>
      <w:shd w:val="clear" w:color="auto" w:fill="F1F1F1"/>
    </w:tcPr>
  </w:style>
  <w:style w:type="table" w:styleId="GridTable4">
    <w:name w:val="Grid Table 4"/>
    <w:basedOn w:val="TableNormal"/>
    <w:uiPriority w:val="49"/>
    <w:rsid w:val="001C20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D773E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OC1">
    <w:name w:val="toc 1"/>
    <w:basedOn w:val="Normal"/>
    <w:next w:val="Normal"/>
    <w:uiPriority w:val="39"/>
    <w:unhideWhenUsed/>
    <w:rsid w:val="00094CD3"/>
    <w:pPr>
      <w:tabs>
        <w:tab w:val="right" w:leader="dot" w:pos="9360"/>
      </w:tabs>
      <w:spacing w:before="240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094CD3"/>
    <w:pPr>
      <w:tabs>
        <w:tab w:val="right" w:leader="dot" w:pos="9360"/>
      </w:tabs>
      <w:ind w:left="360"/>
    </w:pPr>
  </w:style>
  <w:style w:type="paragraph" w:styleId="TOC3">
    <w:name w:val="toc 3"/>
    <w:basedOn w:val="Normal"/>
    <w:next w:val="Normal"/>
    <w:uiPriority w:val="39"/>
    <w:unhideWhenUsed/>
    <w:rsid w:val="00DB06FE"/>
    <w:pPr>
      <w:tabs>
        <w:tab w:val="right" w:leader="dot" w:pos="9360"/>
      </w:tabs>
      <w:ind w:left="720"/>
    </w:pPr>
  </w:style>
  <w:style w:type="paragraph" w:styleId="TableofFigures">
    <w:name w:val="table of figures"/>
    <w:basedOn w:val="Normal"/>
    <w:next w:val="Normal"/>
    <w:uiPriority w:val="99"/>
    <w:unhideWhenUsed/>
    <w:rsid w:val="00094CD3"/>
    <w:pPr>
      <w:tabs>
        <w:tab w:val="right" w:leader="dot" w:pos="9360"/>
      </w:tabs>
    </w:pPr>
  </w:style>
  <w:style w:type="paragraph" w:styleId="TOCHeading">
    <w:name w:val="TOC Heading"/>
    <w:basedOn w:val="Heading1"/>
    <w:next w:val="Normal"/>
    <w:uiPriority w:val="39"/>
    <w:qFormat/>
    <w:rsid w:val="00742EA1"/>
    <w:pPr>
      <w:spacing w:line="300" w:lineRule="auto"/>
      <w:outlineLvl w:val="9"/>
    </w:pPr>
    <w:rPr>
      <w:rFonts w:asciiTheme="majorHAnsi" w:eastAsiaTheme="majorEastAsia" w:hAnsiTheme="majorHAnsi" w:cstheme="majorBidi"/>
      <w:bCs w:val="0"/>
      <w:color w:val="808080" w:themeColor="background1" w:themeShade="80"/>
      <w:kern w:val="0"/>
    </w:rPr>
  </w:style>
  <w:style w:type="paragraph" w:styleId="ListParagraph">
    <w:name w:val="List Paragraph"/>
    <w:basedOn w:val="Normal"/>
    <w:uiPriority w:val="19"/>
    <w:qFormat/>
    <w:rsid w:val="0003451E"/>
    <w:pPr>
      <w:ind w:left="720"/>
      <w:contextualSpacing/>
    </w:pPr>
  </w:style>
  <w:style w:type="paragraph" w:customStyle="1" w:styleId="Acronym">
    <w:name w:val="Acronym"/>
    <w:basedOn w:val="Normal"/>
    <w:uiPriority w:val="3"/>
    <w:qFormat/>
    <w:rsid w:val="00ED565A"/>
    <w:pPr>
      <w:spacing w:after="80"/>
      <w:ind w:left="1080" w:hanging="1080"/>
    </w:pPr>
  </w:style>
  <w:style w:type="table" w:customStyle="1" w:styleId="ListsTable">
    <w:name w:val="Lists Table"/>
    <w:basedOn w:val="TableNormal"/>
    <w:uiPriority w:val="99"/>
    <w:rsid w:val="00D33EA3"/>
    <w:pPr>
      <w:jc w:val="right"/>
    </w:pPr>
    <w:rPr>
      <w:rFonts w:ascii="Arial" w:hAnsi="Arial"/>
      <w:sz w:val="18"/>
    </w:rPr>
    <w:tblPr>
      <w:jc w:val="right"/>
      <w:tblBorders>
        <w:bottom w:val="single" w:sz="4" w:space="0" w:color="BFBFBF" w:themeColor="background1" w:themeShade="BF"/>
        <w:insideH w:val="single" w:sz="4" w:space="0" w:color="BFBFBF" w:themeColor="background1" w:themeShade="BF"/>
      </w:tblBorders>
      <w:tblCellMar>
        <w:top w:w="58" w:type="dxa"/>
        <w:bottom w:w="58" w:type="dxa"/>
      </w:tblCellMar>
    </w:tblPr>
    <w:trPr>
      <w:jc w:val="right"/>
    </w:tr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firstCol">
      <w:pPr>
        <w:jc w:val="left"/>
      </w:pPr>
    </w:tblStylePr>
  </w:style>
  <w:style w:type="paragraph" w:customStyle="1" w:styleId="References">
    <w:name w:val="References"/>
    <w:basedOn w:val="Normal"/>
    <w:qFormat/>
    <w:rsid w:val="00ED565A"/>
    <w:pPr>
      <w:spacing w:after="120"/>
      <w:ind w:left="360" w:hanging="360"/>
    </w:pPr>
  </w:style>
  <w:style w:type="paragraph" w:customStyle="1" w:styleId="FootnoteSeparator">
    <w:name w:val="Footnote Separator"/>
    <w:basedOn w:val="TOCHeading"/>
    <w:qFormat/>
    <w:rsid w:val="00BB103E"/>
    <w:pPr>
      <w:pBdr>
        <w:bottom w:val="single" w:sz="4" w:space="1" w:color="BFBFBF" w:themeColor="background1" w:themeShade="BF"/>
      </w:pBdr>
      <w:spacing w:after="40"/>
    </w:pPr>
    <w:rPr>
      <w:b w:val="0"/>
      <w:noProof/>
      <w:color w:val="auto"/>
      <w:sz w:val="19"/>
    </w:rPr>
  </w:style>
  <w:style w:type="character" w:styleId="UnresolvedMention">
    <w:name w:val="Unresolved Mention"/>
    <w:basedOn w:val="DefaultParagraphFont"/>
    <w:uiPriority w:val="99"/>
    <w:semiHidden/>
    <w:unhideWhenUsed/>
    <w:rsid w:val="00EF209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1"/>
    <w:rsid w:val="00E130AE"/>
    <w:rPr>
      <w:rFonts w:ascii="Arial" w:hAnsi="Arial" w:cs="Arial"/>
      <w:b/>
      <w:bCs/>
      <w:color w:val="A8A8A8"/>
      <w:kern w:val="28"/>
      <w:sz w:val="40"/>
      <w:szCs w:val="32"/>
    </w:rPr>
  </w:style>
  <w:style w:type="character" w:customStyle="1" w:styleId="FootnoteTextChar">
    <w:name w:val="Footnote Text Char"/>
    <w:basedOn w:val="DefaultParagraphFont"/>
    <w:link w:val="FootnoteText"/>
    <w:rsid w:val="00550E1E"/>
    <w:rPr>
      <w:rFonts w:ascii="Arial" w:hAnsi="Arial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B30575"/>
    <w:rPr>
      <w:rFonts w:ascii="Arial" w:hAnsi="Arial" w:cs="Arial"/>
      <w:b/>
      <w:bCs/>
      <w:iCs/>
      <w:sz w:val="24"/>
      <w:szCs w:val="28"/>
    </w:rPr>
  </w:style>
  <w:style w:type="table" w:styleId="TableGridLight">
    <w:name w:val="Grid Table Light"/>
    <w:basedOn w:val="TableNormal"/>
    <w:uiPriority w:val="40"/>
    <w:rsid w:val="005E50B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1"/>
    <w:rsid w:val="00D67D51"/>
    <w:rPr>
      <w:rFonts w:ascii="Arial" w:hAnsi="Arial"/>
      <w:b/>
      <w:sz w:val="19"/>
    </w:rPr>
  </w:style>
  <w:style w:type="character" w:customStyle="1" w:styleId="Heading4Char">
    <w:name w:val="Heading 4 Char"/>
    <w:basedOn w:val="DefaultParagraphFont"/>
    <w:link w:val="Heading4"/>
    <w:uiPriority w:val="5"/>
    <w:semiHidden/>
    <w:rsid w:val="00D67D51"/>
    <w:rPr>
      <w:rFonts w:ascii="Arial" w:hAnsi="Arial"/>
      <w:b/>
      <w:color w:val="7F7F7F"/>
      <w:sz w:val="19"/>
    </w:rPr>
  </w:style>
  <w:style w:type="character" w:customStyle="1" w:styleId="Heading5Char">
    <w:name w:val="Heading 5 Char"/>
    <w:basedOn w:val="DefaultParagraphFont"/>
    <w:link w:val="Heading5"/>
    <w:uiPriority w:val="5"/>
    <w:semiHidden/>
    <w:rsid w:val="00D67D51"/>
    <w:rPr>
      <w:rFonts w:ascii="Arial" w:hAnsi="Arial"/>
      <w:b/>
      <w:color w:val="7F7F7F"/>
      <w:sz w:val="19"/>
    </w:rPr>
  </w:style>
  <w:style w:type="character" w:customStyle="1" w:styleId="Heading6Char">
    <w:name w:val="Heading 6 Char"/>
    <w:basedOn w:val="DefaultParagraphFont"/>
    <w:link w:val="Heading6"/>
    <w:uiPriority w:val="6"/>
    <w:semiHidden/>
    <w:rsid w:val="00D67D51"/>
    <w:rPr>
      <w:rFonts w:ascii="Arial" w:hAnsi="Arial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D67D51"/>
    <w:rPr>
      <w:rFonts w:ascii="Arial" w:hAnsi="Arial"/>
      <w:sz w:val="19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D67D51"/>
    <w:rPr>
      <w:rFonts w:ascii="Arial" w:hAnsi="Arial"/>
      <w:sz w:val="19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D67D51"/>
    <w:rPr>
      <w:rFonts w:ascii="Arial" w:hAnsi="Arial"/>
      <w:sz w:val="19"/>
    </w:rPr>
  </w:style>
  <w:style w:type="character" w:customStyle="1" w:styleId="HeaderChar">
    <w:name w:val="Header Char"/>
    <w:basedOn w:val="DefaultParagraphFont"/>
    <w:link w:val="Header"/>
    <w:rsid w:val="00D67D51"/>
    <w:rPr>
      <w:rFonts w:ascii="Arial" w:hAnsi="Arial"/>
      <w:b/>
      <w:color w:val="7F7F7F" w:themeColor="text1" w:themeTint="80"/>
      <w:sz w:val="16"/>
    </w:rPr>
  </w:style>
  <w:style w:type="character" w:styleId="CommentReference">
    <w:name w:val="annotation reference"/>
    <w:basedOn w:val="DefaultParagraphFont"/>
    <w:semiHidden/>
    <w:unhideWhenUsed/>
    <w:rsid w:val="00D67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67D5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7D51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67D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67D51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67D51"/>
    <w:rPr>
      <w:rFonts w:ascii="Arial" w:hAnsi="Arial"/>
      <w:sz w:val="19"/>
    </w:rPr>
  </w:style>
  <w:style w:type="character" w:styleId="FollowedHyperlink">
    <w:name w:val="FollowedHyperlink"/>
    <w:basedOn w:val="DefaultParagraphFont"/>
    <w:semiHidden/>
    <w:unhideWhenUsed/>
    <w:rsid w:val="00D67D51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D67D51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B76BF"/>
    <w:pPr>
      <w:snapToGrid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uiPriority w:val="20"/>
    <w:qFormat/>
    <w:rsid w:val="00FB76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hart" Target="charts/chart110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63" Type="http://schemas.openxmlformats.org/officeDocument/2006/relationships/chart" Target="charts/chart56.xml"/><Relationship Id="rId84" Type="http://schemas.openxmlformats.org/officeDocument/2006/relationships/chart" Target="charts/chart77.xml"/><Relationship Id="rId138" Type="http://schemas.openxmlformats.org/officeDocument/2006/relationships/chart" Target="charts/chart131.xml"/><Relationship Id="rId107" Type="http://schemas.openxmlformats.org/officeDocument/2006/relationships/chart" Target="charts/chart100.xml"/><Relationship Id="rId11" Type="http://schemas.openxmlformats.org/officeDocument/2006/relationships/chart" Target="charts/chart4.xml"/><Relationship Id="rId32" Type="http://schemas.openxmlformats.org/officeDocument/2006/relationships/chart" Target="charts/chart25.xml"/><Relationship Id="rId53" Type="http://schemas.openxmlformats.org/officeDocument/2006/relationships/chart" Target="charts/chart46.xml"/><Relationship Id="rId74" Type="http://schemas.openxmlformats.org/officeDocument/2006/relationships/chart" Target="charts/chart67.xml"/><Relationship Id="rId128" Type="http://schemas.openxmlformats.org/officeDocument/2006/relationships/chart" Target="charts/chart121.xml"/><Relationship Id="rId5" Type="http://schemas.openxmlformats.org/officeDocument/2006/relationships/webSettings" Target="webSettings.xml"/><Relationship Id="rId90" Type="http://schemas.openxmlformats.org/officeDocument/2006/relationships/chart" Target="charts/chart83.xml"/><Relationship Id="rId95" Type="http://schemas.openxmlformats.org/officeDocument/2006/relationships/chart" Target="charts/chart88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113" Type="http://schemas.openxmlformats.org/officeDocument/2006/relationships/chart" Target="charts/chart106.xml"/><Relationship Id="rId118" Type="http://schemas.openxmlformats.org/officeDocument/2006/relationships/chart" Target="charts/chart111.xml"/><Relationship Id="rId134" Type="http://schemas.openxmlformats.org/officeDocument/2006/relationships/chart" Target="charts/chart127.xml"/><Relationship Id="rId139" Type="http://schemas.openxmlformats.org/officeDocument/2006/relationships/chart" Target="charts/chart132.xml"/><Relationship Id="rId80" Type="http://schemas.openxmlformats.org/officeDocument/2006/relationships/chart" Target="charts/chart73.xml"/><Relationship Id="rId85" Type="http://schemas.openxmlformats.org/officeDocument/2006/relationships/chart" Target="charts/chart78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59" Type="http://schemas.openxmlformats.org/officeDocument/2006/relationships/chart" Target="charts/chart52.xml"/><Relationship Id="rId103" Type="http://schemas.openxmlformats.org/officeDocument/2006/relationships/chart" Target="charts/chart96.xml"/><Relationship Id="rId108" Type="http://schemas.openxmlformats.org/officeDocument/2006/relationships/chart" Target="charts/chart101.xml"/><Relationship Id="rId124" Type="http://schemas.openxmlformats.org/officeDocument/2006/relationships/chart" Target="charts/chart117.xml"/><Relationship Id="rId129" Type="http://schemas.openxmlformats.org/officeDocument/2006/relationships/chart" Target="charts/chart122.xml"/><Relationship Id="rId54" Type="http://schemas.openxmlformats.org/officeDocument/2006/relationships/chart" Target="charts/chart47.xml"/><Relationship Id="rId70" Type="http://schemas.openxmlformats.org/officeDocument/2006/relationships/chart" Target="charts/chart63.xml"/><Relationship Id="rId75" Type="http://schemas.openxmlformats.org/officeDocument/2006/relationships/chart" Target="charts/chart68.xml"/><Relationship Id="rId91" Type="http://schemas.openxmlformats.org/officeDocument/2006/relationships/chart" Target="charts/chart84.xml"/><Relationship Id="rId96" Type="http://schemas.openxmlformats.org/officeDocument/2006/relationships/chart" Target="charts/chart89.xml"/><Relationship Id="rId140" Type="http://schemas.openxmlformats.org/officeDocument/2006/relationships/chart" Target="charts/chart133.xm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49" Type="http://schemas.openxmlformats.org/officeDocument/2006/relationships/chart" Target="charts/chart42.xml"/><Relationship Id="rId114" Type="http://schemas.openxmlformats.org/officeDocument/2006/relationships/chart" Target="charts/chart107.xml"/><Relationship Id="rId119" Type="http://schemas.openxmlformats.org/officeDocument/2006/relationships/chart" Target="charts/chart112.xml"/><Relationship Id="rId44" Type="http://schemas.openxmlformats.org/officeDocument/2006/relationships/chart" Target="charts/chart37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81" Type="http://schemas.openxmlformats.org/officeDocument/2006/relationships/chart" Target="charts/chart74.xml"/><Relationship Id="rId86" Type="http://schemas.openxmlformats.org/officeDocument/2006/relationships/chart" Target="charts/chart79.xml"/><Relationship Id="rId130" Type="http://schemas.openxmlformats.org/officeDocument/2006/relationships/chart" Target="charts/chart123.xml"/><Relationship Id="rId135" Type="http://schemas.openxmlformats.org/officeDocument/2006/relationships/chart" Target="charts/chart128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109" Type="http://schemas.openxmlformats.org/officeDocument/2006/relationships/chart" Target="charts/chart10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chart" Target="charts/chart69.xml"/><Relationship Id="rId97" Type="http://schemas.openxmlformats.org/officeDocument/2006/relationships/chart" Target="charts/chart90.xml"/><Relationship Id="rId104" Type="http://schemas.openxmlformats.org/officeDocument/2006/relationships/chart" Target="charts/chart97.xml"/><Relationship Id="rId120" Type="http://schemas.openxmlformats.org/officeDocument/2006/relationships/chart" Target="charts/chart113.xml"/><Relationship Id="rId125" Type="http://schemas.openxmlformats.org/officeDocument/2006/relationships/chart" Target="charts/chart118.xml"/><Relationship Id="rId141" Type="http://schemas.openxmlformats.org/officeDocument/2006/relationships/chart" Target="charts/chart134.xm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92" Type="http://schemas.openxmlformats.org/officeDocument/2006/relationships/chart" Target="charts/chart85.xml"/><Relationship Id="rId2" Type="http://schemas.openxmlformats.org/officeDocument/2006/relationships/numbering" Target="numbering.xml"/><Relationship Id="rId29" Type="http://schemas.openxmlformats.org/officeDocument/2006/relationships/chart" Target="charts/chart22.xml"/><Relationship Id="rId24" Type="http://schemas.openxmlformats.org/officeDocument/2006/relationships/chart" Target="charts/chart17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66" Type="http://schemas.openxmlformats.org/officeDocument/2006/relationships/chart" Target="charts/chart59.xml"/><Relationship Id="rId87" Type="http://schemas.openxmlformats.org/officeDocument/2006/relationships/chart" Target="charts/chart80.xml"/><Relationship Id="rId110" Type="http://schemas.openxmlformats.org/officeDocument/2006/relationships/chart" Target="charts/chart103.xml"/><Relationship Id="rId115" Type="http://schemas.openxmlformats.org/officeDocument/2006/relationships/chart" Target="charts/chart108.xml"/><Relationship Id="rId131" Type="http://schemas.openxmlformats.org/officeDocument/2006/relationships/chart" Target="charts/chart124.xml"/><Relationship Id="rId136" Type="http://schemas.openxmlformats.org/officeDocument/2006/relationships/chart" Target="charts/chart129.xml"/><Relationship Id="rId61" Type="http://schemas.openxmlformats.org/officeDocument/2006/relationships/chart" Target="charts/chart54.xml"/><Relationship Id="rId82" Type="http://schemas.openxmlformats.org/officeDocument/2006/relationships/chart" Target="charts/chart75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56" Type="http://schemas.openxmlformats.org/officeDocument/2006/relationships/chart" Target="charts/chart49.xml"/><Relationship Id="rId77" Type="http://schemas.openxmlformats.org/officeDocument/2006/relationships/chart" Target="charts/chart70.xml"/><Relationship Id="rId100" Type="http://schemas.openxmlformats.org/officeDocument/2006/relationships/chart" Target="charts/chart93.xml"/><Relationship Id="rId105" Type="http://schemas.openxmlformats.org/officeDocument/2006/relationships/chart" Target="charts/chart98.xml"/><Relationship Id="rId126" Type="http://schemas.openxmlformats.org/officeDocument/2006/relationships/chart" Target="charts/chart119.xml"/><Relationship Id="rId147" Type="http://schemas.microsoft.com/office/2020/10/relationships/intelligence" Target="intelligence2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93" Type="http://schemas.openxmlformats.org/officeDocument/2006/relationships/chart" Target="charts/chart86.xml"/><Relationship Id="rId98" Type="http://schemas.openxmlformats.org/officeDocument/2006/relationships/chart" Target="charts/chart91.xml"/><Relationship Id="rId121" Type="http://schemas.openxmlformats.org/officeDocument/2006/relationships/chart" Target="charts/chart114.xml"/><Relationship Id="rId142" Type="http://schemas.openxmlformats.org/officeDocument/2006/relationships/chart" Target="charts/chart135.xml"/><Relationship Id="rId3" Type="http://schemas.openxmlformats.org/officeDocument/2006/relationships/styles" Target="styles.xml"/><Relationship Id="rId25" Type="http://schemas.openxmlformats.org/officeDocument/2006/relationships/chart" Target="charts/chart18.xml"/><Relationship Id="rId46" Type="http://schemas.openxmlformats.org/officeDocument/2006/relationships/chart" Target="charts/chart39.xml"/><Relationship Id="rId67" Type="http://schemas.openxmlformats.org/officeDocument/2006/relationships/chart" Target="charts/chart60.xml"/><Relationship Id="rId116" Type="http://schemas.openxmlformats.org/officeDocument/2006/relationships/chart" Target="charts/chart109.xml"/><Relationship Id="rId137" Type="http://schemas.openxmlformats.org/officeDocument/2006/relationships/chart" Target="charts/chart13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62" Type="http://schemas.openxmlformats.org/officeDocument/2006/relationships/chart" Target="charts/chart55.xml"/><Relationship Id="rId83" Type="http://schemas.openxmlformats.org/officeDocument/2006/relationships/chart" Target="charts/chart76.xml"/><Relationship Id="rId88" Type="http://schemas.openxmlformats.org/officeDocument/2006/relationships/chart" Target="charts/chart81.xml"/><Relationship Id="rId111" Type="http://schemas.openxmlformats.org/officeDocument/2006/relationships/chart" Target="charts/chart104.xml"/><Relationship Id="rId132" Type="http://schemas.openxmlformats.org/officeDocument/2006/relationships/chart" Target="charts/chart125.xml"/><Relationship Id="rId15" Type="http://schemas.openxmlformats.org/officeDocument/2006/relationships/chart" Target="charts/chart8.xml"/><Relationship Id="rId36" Type="http://schemas.openxmlformats.org/officeDocument/2006/relationships/chart" Target="charts/chart29.xml"/><Relationship Id="rId57" Type="http://schemas.openxmlformats.org/officeDocument/2006/relationships/chart" Target="charts/chart50.xml"/><Relationship Id="rId106" Type="http://schemas.openxmlformats.org/officeDocument/2006/relationships/chart" Target="charts/chart99.xml"/><Relationship Id="rId127" Type="http://schemas.openxmlformats.org/officeDocument/2006/relationships/chart" Target="charts/chart12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52" Type="http://schemas.openxmlformats.org/officeDocument/2006/relationships/chart" Target="charts/chart45.xml"/><Relationship Id="rId73" Type="http://schemas.openxmlformats.org/officeDocument/2006/relationships/chart" Target="charts/chart66.xml"/><Relationship Id="rId78" Type="http://schemas.openxmlformats.org/officeDocument/2006/relationships/chart" Target="charts/chart71.xml"/><Relationship Id="rId94" Type="http://schemas.openxmlformats.org/officeDocument/2006/relationships/chart" Target="charts/chart87.xml"/><Relationship Id="rId99" Type="http://schemas.openxmlformats.org/officeDocument/2006/relationships/chart" Target="charts/chart92.xml"/><Relationship Id="rId101" Type="http://schemas.openxmlformats.org/officeDocument/2006/relationships/chart" Target="charts/chart94.xml"/><Relationship Id="rId122" Type="http://schemas.openxmlformats.org/officeDocument/2006/relationships/chart" Target="charts/chart115.xml"/><Relationship Id="rId14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26" Type="http://schemas.openxmlformats.org/officeDocument/2006/relationships/chart" Target="charts/chart19.xml"/><Relationship Id="rId47" Type="http://schemas.openxmlformats.org/officeDocument/2006/relationships/chart" Target="charts/chart40.xml"/><Relationship Id="rId68" Type="http://schemas.openxmlformats.org/officeDocument/2006/relationships/chart" Target="charts/chart61.xml"/><Relationship Id="rId89" Type="http://schemas.openxmlformats.org/officeDocument/2006/relationships/chart" Target="charts/chart82.xml"/><Relationship Id="rId112" Type="http://schemas.openxmlformats.org/officeDocument/2006/relationships/chart" Target="charts/chart105.xml"/><Relationship Id="rId133" Type="http://schemas.openxmlformats.org/officeDocument/2006/relationships/chart" Target="charts/chart126.xml"/><Relationship Id="rId16" Type="http://schemas.openxmlformats.org/officeDocument/2006/relationships/chart" Target="charts/chart9.xml"/><Relationship Id="rId37" Type="http://schemas.openxmlformats.org/officeDocument/2006/relationships/chart" Target="charts/chart30.xml"/><Relationship Id="rId58" Type="http://schemas.openxmlformats.org/officeDocument/2006/relationships/chart" Target="charts/chart51.xml"/><Relationship Id="rId79" Type="http://schemas.openxmlformats.org/officeDocument/2006/relationships/chart" Target="charts/chart72.xml"/><Relationship Id="rId102" Type="http://schemas.openxmlformats.org/officeDocument/2006/relationships/chart" Target="charts/chart95.xml"/><Relationship Id="rId123" Type="http://schemas.openxmlformats.org/officeDocument/2006/relationships/chart" Target="charts/chart116.xml"/><Relationship Id="rId14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Word%20templates\IMF%20Templates\Working%20Paper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Elevandi\OneDrive%20-%20Elevandi%20Limited\Desktop\IMF%20Projects\Bohn%20Rule\December%202024\Copy%20of%20Dataset%20with%20r-g_with%20ECB%20rates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0.xml"/></Relationships>
</file>

<file path=word/charts/_rels/chart10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0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0.xml"/></Relationships>
</file>

<file path=word/charts/_rels/chart10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1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1.xml"/></Relationships>
</file>

<file path=word/charts/_rels/chart10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2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2.xml"/></Relationships>
</file>

<file path=word/charts/_rels/chart10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3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3.xml"/></Relationships>
</file>

<file path=word/charts/_rels/chart10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4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4.xml"/></Relationships>
</file>

<file path=word/charts/_rels/chart10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5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5.xml"/></Relationships>
</file>

<file path=word/charts/_rels/chart10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6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6.xml"/></Relationships>
</file>

<file path=word/charts/_rels/chart10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7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7.xml"/></Relationships>
</file>

<file path=word/charts/_rels/chart10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8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8.xml"/></Relationships>
</file>

<file path=word/charts/_rels/chart10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9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09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1.xml"/></Relationships>
</file>

<file path=word/charts/_rels/chart1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0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0.xml"/></Relationships>
</file>

<file path=word/charts/_rels/chart1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1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1.xml"/></Relationships>
</file>

<file path=word/charts/_rels/chart1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2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2.xml"/></Relationships>
</file>

<file path=word/charts/_rels/chart1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3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3.xml"/></Relationships>
</file>

<file path=word/charts/_rels/chart1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4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4.xml"/></Relationships>
</file>

<file path=word/charts/_rels/chart1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5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5.xml"/></Relationships>
</file>

<file path=word/charts/_rels/chart11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6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6.xml"/></Relationships>
</file>

<file path=word/charts/_rels/chart1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7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17.xml"/></Relationships>
</file>

<file path=word/charts/_rels/chart11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8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18.xml"/></Relationships>
</file>

<file path=word/charts/_rels/chart11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9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19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2.xml"/></Relationships>
</file>

<file path=word/charts/_rels/chart12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0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0.xml"/></Relationships>
</file>

<file path=word/charts/_rels/chart12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1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1.xml"/></Relationships>
</file>

<file path=word/charts/_rels/chart12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2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2.xml"/></Relationships>
</file>

<file path=word/charts/_rels/chart12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3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3.xml"/></Relationships>
</file>

<file path=word/charts/_rels/chart12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4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4.xml"/></Relationships>
</file>

<file path=word/charts/_rels/chart12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5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5.xml"/></Relationships>
</file>

<file path=word/charts/_rels/chart12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6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6.xml"/></Relationships>
</file>

<file path=word/charts/_rels/chart12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7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27.xml"/></Relationships>
</file>

<file path=word/charts/_rels/chart12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8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8.xml"/></Relationships>
</file>

<file path=word/charts/_rels/chart12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9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29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3.xml"/></Relationships>
</file>

<file path=word/charts/_rels/chart13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0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130.xml"/></Relationships>
</file>

<file path=word/charts/_rels/chart13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1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31.xml"/></Relationships>
</file>

<file path=word/charts/_rels/chart13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2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32.xml"/></Relationships>
</file>

<file path=word/charts/_rels/chart13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3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33.xml"/></Relationships>
</file>

<file path=word/charts/_rels/chart13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4.xml"/><Relationship Id="rId2" Type="http://schemas.openxmlformats.org/officeDocument/2006/relationships/oleObject" Target="https://elevandi-my.sharepoint.com/personal/khyati_elevandi_io/Documents/Desktop/Bohn%20Rule/SET2%20-%20baseline/Dataset%20with%20r-g.xlsx" TargetMode="External"/><Relationship Id="rId1" Type="http://schemas.openxmlformats.org/officeDocument/2006/relationships/themeOverride" Target="../theme/themeOverride134.xml"/></Relationships>
</file>

<file path=word/charts/_rels/chart13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5.xml"/><Relationship Id="rId2" Type="http://schemas.openxmlformats.org/officeDocument/2006/relationships/oleObject" Target="file:///C:\Users\Elevandi\OneDrive%20-%20Elevandi%20Limited\Desktop\IMF%20Projects\Bohn%20Rule\December%202024\Copy%20of%20Dataset%20with%20r-g_with%20ECB%20rates.xlsx" TargetMode="External"/><Relationship Id="rId1" Type="http://schemas.openxmlformats.org/officeDocument/2006/relationships/themeOverride" Target="../theme/themeOverride135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1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2.xml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3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3.xml"/></Relationships>
</file>

<file path=word/charts/_rels/chart2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4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4.xml"/></Relationships>
</file>

<file path=word/charts/_rels/chart2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5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5.xml"/></Relationships>
</file>

<file path=word/charts/_rels/chart2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6.xml"/></Relationships>
</file>

<file path=word/charts/_rels/chart2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7.xml"/></Relationships>
</file>

<file path=word/charts/_rels/chart2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8.xml"/></Relationships>
</file>

<file path=word/charts/_rels/chart2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29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.xml"/></Relationships>
</file>

<file path=word/charts/_rels/chart3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0.xml"/></Relationships>
</file>

<file path=word/charts/_rels/chart3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1.xml"/></Relationships>
</file>

<file path=word/charts/_rels/chart3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2.xml"/></Relationships>
</file>

<file path=word/charts/_rels/chart3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3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3.xml"/></Relationships>
</file>

<file path=word/charts/_rels/chart3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4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4.xml"/></Relationships>
</file>

<file path=word/charts/_rels/chart3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5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5.xml"/></Relationships>
</file>

<file path=word/charts/_rels/chart3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6.xml"/></Relationships>
</file>

<file path=word/charts/_rels/chart3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7.xml"/></Relationships>
</file>

<file path=word/charts/_rels/chart3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8.xml"/></Relationships>
</file>

<file path=word/charts/_rels/chart3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39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.xml"/></Relationships>
</file>

<file path=word/charts/_rels/chart4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0.xml"/></Relationships>
</file>

<file path=word/charts/_rels/chart4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1.xml"/></Relationships>
</file>

<file path=word/charts/_rels/chart4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2.xml"/></Relationships>
</file>

<file path=word/charts/_rels/chart4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3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3.xml"/></Relationships>
</file>

<file path=word/charts/_rels/chart4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4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4.xml"/></Relationships>
</file>

<file path=word/charts/_rels/chart4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5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5.xml"/></Relationships>
</file>

<file path=word/charts/_rels/chart4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6.xml"/></Relationships>
</file>

<file path=word/charts/_rels/chart4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7.xml"/></Relationships>
</file>

<file path=word/charts/_rels/chart4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8.xml"/></Relationships>
</file>

<file path=word/charts/_rels/chart4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49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.xml"/></Relationships>
</file>

<file path=word/charts/_rels/chart5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0.xml"/></Relationships>
</file>

<file path=word/charts/_rels/chart5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1.xml"/></Relationships>
</file>

<file path=word/charts/_rels/chart5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2.xml"/></Relationships>
</file>

<file path=word/charts/_rels/chart5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3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3.xml"/></Relationships>
</file>

<file path=word/charts/_rels/chart5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4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4.xml"/></Relationships>
</file>

<file path=word/charts/_rels/chart5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5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55.xml"/></Relationships>
</file>

<file path=word/charts/_rels/chart5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6.xml"/></Relationships>
</file>

<file path=word/charts/_rels/chart5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7.xml"/></Relationships>
</file>

<file path=word/charts/_rels/chart5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8.xml"/></Relationships>
</file>

<file path=word/charts/_rels/chart5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59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.xml"/></Relationships>
</file>

<file path=word/charts/_rels/chart6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0.xml"/></Relationships>
</file>

<file path=word/charts/_rels/chart6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1.xml"/></Relationships>
</file>

<file path=word/charts/_rels/chart6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2.xml"/></Relationships>
</file>

<file path=word/charts/_rels/chart6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3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3.xml"/></Relationships>
</file>

<file path=word/charts/_rels/chart6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4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64.xml"/></Relationships>
</file>

<file path=word/charts/_rels/chart6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5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5.xml"/></Relationships>
</file>

<file path=word/charts/_rels/chart6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6.xml"/></Relationships>
</file>

<file path=word/charts/_rels/chart6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7.xml"/></Relationships>
</file>

<file path=word/charts/_rels/chart6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8.xml"/></Relationships>
</file>

<file path=word/charts/_rels/chart6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69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.xml"/></Relationships>
</file>

<file path=word/charts/_rels/chart7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0.xml"/></Relationships>
</file>

<file path=word/charts/_rels/chart7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1.xml"/></Relationships>
</file>

<file path=word/charts/_rels/chart7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2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2.xml"/></Relationships>
</file>

<file path=word/charts/_rels/chart7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3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73.xml"/></Relationships>
</file>

<file path=word/charts/_rels/chart7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4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4.xml"/></Relationships>
</file>

<file path=word/charts/_rels/chart7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5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5.xml"/></Relationships>
</file>

<file path=word/charts/_rels/chart7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6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6.xml"/></Relationships>
</file>

<file path=word/charts/_rels/chart7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7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7.xml"/></Relationships>
</file>

<file path=word/charts/_rels/chart7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8.xml"/></Relationships>
</file>

<file path=word/charts/_rels/chart7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79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8.xml"/></Relationships>
</file>

<file path=word/charts/_rels/chart8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0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80.xml"/></Relationships>
</file>

<file path=word/charts/_rels/chart8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1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81.xml"/></Relationships>
</file>

<file path=word/charts/_rels/chart8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2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2.xml"/></Relationships>
</file>

<file path=word/charts/_rels/chart8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3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3.xml"/></Relationships>
</file>

<file path=word/charts/_rels/chart8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4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4.xml"/></Relationships>
</file>

<file path=word/charts/_rels/chart8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5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5.xml"/></Relationships>
</file>

<file path=word/charts/_rels/chart8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6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6.xml"/></Relationships>
</file>

<file path=word/charts/_rels/chart8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7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7.xml"/></Relationships>
</file>

<file path=word/charts/_rels/chart8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8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8.xml"/></Relationships>
</file>

<file path=word/charts/_rels/chart8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9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89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oleObject" Target="https://intlmonetaryfund-my.sharepoint.com/personal/kchauhan2_imf_org/Documents/Desktop/Ales/Fiscal%20Sustainability%20Paper/SET2%20-%20baseline/New2.xlsx" TargetMode="External"/><Relationship Id="rId1" Type="http://schemas.openxmlformats.org/officeDocument/2006/relationships/themeOverride" Target="../theme/themeOverride9.xml"/></Relationships>
</file>

<file path=word/charts/_rels/chart9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0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0.xml"/></Relationships>
</file>

<file path=word/charts/_rels/chart9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1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1.xml"/></Relationships>
</file>

<file path=word/charts/_rels/chart9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2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2.xml"/></Relationships>
</file>

<file path=word/charts/_rels/chart9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3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3.xml"/></Relationships>
</file>

<file path=word/charts/_rels/chart9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4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4.xml"/></Relationships>
</file>

<file path=word/charts/_rels/chart9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5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5.xml"/></Relationships>
</file>

<file path=word/charts/_rels/chart9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6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6.xml"/></Relationships>
</file>

<file path=word/charts/_rels/chart9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7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7.xml"/></Relationships>
</file>

<file path=word/charts/_rels/chart9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8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8.xml"/></Relationships>
</file>

<file path=word/charts/_rels/chart9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9.xml"/><Relationship Id="rId2" Type="http://schemas.openxmlformats.org/officeDocument/2006/relationships/oleObject" Target="https://elevandi-my.sharepoint.com/personal/khyati_chauhan_gftn_com/Documents/Desktop/IMF%20Projects/Bohn%20Rule/Results/Dataset%20with%20r-g.xlsx" TargetMode="External"/><Relationship Id="rId1" Type="http://schemas.openxmlformats.org/officeDocument/2006/relationships/themeOverride" Target="../theme/themeOverride9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WEO April 2024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xt!$B$3:$B$45</c:f>
              <c:numCache>
                <c:formatCode>0.000</c:formatCode>
                <c:ptCount val="43"/>
                <c:pt idx="0">
                  <c:v>0.78500000000000003</c:v>
                </c:pt>
                <c:pt idx="1">
                  <c:v>-1.579</c:v>
                </c:pt>
                <c:pt idx="2">
                  <c:v>-1.4750000000000001</c:v>
                </c:pt>
                <c:pt idx="3">
                  <c:v>-0.502</c:v>
                </c:pt>
                <c:pt idx="4">
                  <c:v>-2.3220000000000001</c:v>
                </c:pt>
                <c:pt idx="5">
                  <c:v>-2.0880000000000001</c:v>
                </c:pt>
                <c:pt idx="6">
                  <c:v>-1.456</c:v>
                </c:pt>
                <c:pt idx="7">
                  <c:v>0.20200000000000001</c:v>
                </c:pt>
                <c:pt idx="8">
                  <c:v>-1.3640000000000001</c:v>
                </c:pt>
                <c:pt idx="9">
                  <c:v>-0.22</c:v>
                </c:pt>
                <c:pt idx="10">
                  <c:v>1.359</c:v>
                </c:pt>
                <c:pt idx="11">
                  <c:v>2.1840000000000002</c:v>
                </c:pt>
                <c:pt idx="12">
                  <c:v>1.546</c:v>
                </c:pt>
                <c:pt idx="13">
                  <c:v>-0.56699999999999995</c:v>
                </c:pt>
                <c:pt idx="14">
                  <c:v>-0.78500000000000003</c:v>
                </c:pt>
                <c:pt idx="15">
                  <c:v>-0.73099999999999998</c:v>
                </c:pt>
                <c:pt idx="16">
                  <c:v>-0.67600000000000005</c:v>
                </c:pt>
                <c:pt idx="17">
                  <c:v>-0.38500000000000001</c:v>
                </c:pt>
                <c:pt idx="18">
                  <c:v>0.61699999999999999</c:v>
                </c:pt>
                <c:pt idx="19">
                  <c:v>1.105</c:v>
                </c:pt>
                <c:pt idx="20">
                  <c:v>1.6879999999999999</c:v>
                </c:pt>
                <c:pt idx="21">
                  <c:v>0.76800000000000002</c:v>
                </c:pt>
                <c:pt idx="22">
                  <c:v>0.27600000000000002</c:v>
                </c:pt>
                <c:pt idx="23">
                  <c:v>-1.202</c:v>
                </c:pt>
                <c:pt idx="24">
                  <c:v>-0.75900000000000001</c:v>
                </c:pt>
                <c:pt idx="25">
                  <c:v>-0.52200000000000002</c:v>
                </c:pt>
                <c:pt idx="26">
                  <c:v>0.93500000000000005</c:v>
                </c:pt>
                <c:pt idx="27">
                  <c:v>2.6110000000000002</c:v>
                </c:pt>
                <c:pt idx="28">
                  <c:v>2.7309999999999999</c:v>
                </c:pt>
                <c:pt idx="29">
                  <c:v>-1.2949999999999999</c:v>
                </c:pt>
                <c:pt idx="30">
                  <c:v>-0.67200000000000004</c:v>
                </c:pt>
                <c:pt idx="31">
                  <c:v>1.0900000000000001</c:v>
                </c:pt>
                <c:pt idx="32">
                  <c:v>0.69</c:v>
                </c:pt>
                <c:pt idx="33">
                  <c:v>-0.34</c:v>
                </c:pt>
                <c:pt idx="34">
                  <c:v>-0.96</c:v>
                </c:pt>
                <c:pt idx="35">
                  <c:v>-0.92300000000000004</c:v>
                </c:pt>
                <c:pt idx="36">
                  <c:v>-0.496</c:v>
                </c:pt>
                <c:pt idx="37">
                  <c:v>0.20100000000000001</c:v>
                </c:pt>
                <c:pt idx="38">
                  <c:v>0.97599999999999998</c:v>
                </c:pt>
                <c:pt idx="39">
                  <c:v>0.70499999999999996</c:v>
                </c:pt>
                <c:pt idx="40">
                  <c:v>-2.0659999999999998</c:v>
                </c:pt>
                <c:pt idx="41">
                  <c:v>-2.335</c:v>
                </c:pt>
                <c:pt idx="42">
                  <c:v>1.484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13F-441E-9BF3-CA13DFF52B1E}"/>
            </c:ext>
          </c:extLst>
        </c:ser>
        <c:ser>
          <c:idx val="1"/>
          <c:order val="1"/>
          <c:tx>
            <c:v>Authors' calculations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xt!$B$51:$B$93</c:f>
              <c:numCache>
                <c:formatCode>0.00</c:formatCode>
                <c:ptCount val="43"/>
                <c:pt idx="0">
                  <c:v>2.2587005371253901</c:v>
                </c:pt>
                <c:pt idx="1">
                  <c:v>0.15856275246662088</c:v>
                </c:pt>
                <c:pt idx="2">
                  <c:v>8.9116111077546578E-2</c:v>
                </c:pt>
                <c:pt idx="3">
                  <c:v>0.89278020123516821</c:v>
                </c:pt>
                <c:pt idx="4">
                  <c:v>-0.77105871963486616</c:v>
                </c:pt>
                <c:pt idx="5">
                  <c:v>-0.60562508131513537</c:v>
                </c:pt>
                <c:pt idx="6">
                  <c:v>-0.42130728685014429</c:v>
                </c:pt>
                <c:pt idx="7">
                  <c:v>-0.96681668963903344</c:v>
                </c:pt>
                <c:pt idx="8">
                  <c:v>-2.2982456924057573</c:v>
                </c:pt>
                <c:pt idx="9">
                  <c:v>-0.90651561394478664</c:v>
                </c:pt>
                <c:pt idx="10">
                  <c:v>0.88543853983776932</c:v>
                </c:pt>
                <c:pt idx="11">
                  <c:v>1.7893640973314122</c:v>
                </c:pt>
                <c:pt idx="12">
                  <c:v>1.3552260853035651</c:v>
                </c:pt>
                <c:pt idx="13">
                  <c:v>-0.63153090962438119</c:v>
                </c:pt>
                <c:pt idx="14">
                  <c:v>-0.77784266916987221</c:v>
                </c:pt>
                <c:pt idx="15">
                  <c:v>-0.68558637387795762</c:v>
                </c:pt>
                <c:pt idx="16">
                  <c:v>-0.86953253100812922</c:v>
                </c:pt>
                <c:pt idx="17">
                  <c:v>-1.351330373384666</c:v>
                </c:pt>
                <c:pt idx="18">
                  <c:v>-0.38634093276354753</c:v>
                </c:pt>
                <c:pt idx="19">
                  <c:v>0.60697045122490678</c:v>
                </c:pt>
                <c:pt idx="20">
                  <c:v>1.50668163000544</c:v>
                </c:pt>
                <c:pt idx="21">
                  <c:v>0.41978547181378606</c:v>
                </c:pt>
                <c:pt idx="22">
                  <c:v>-0.17965113602505914</c:v>
                </c:pt>
                <c:pt idx="23">
                  <c:v>-1.3708057846012225</c:v>
                </c:pt>
                <c:pt idx="24">
                  <c:v>-0.71535404995366902</c:v>
                </c:pt>
                <c:pt idx="25">
                  <c:v>-0.41697940600797251</c:v>
                </c:pt>
                <c:pt idx="26">
                  <c:v>1.2037885991335251</c:v>
                </c:pt>
                <c:pt idx="27">
                  <c:v>3.289696617577559</c:v>
                </c:pt>
                <c:pt idx="28">
                  <c:v>3.2932491187186184</c:v>
                </c:pt>
                <c:pt idx="29">
                  <c:v>-1.8738310528219435</c:v>
                </c:pt>
                <c:pt idx="30">
                  <c:v>-1.2570313657744456</c:v>
                </c:pt>
                <c:pt idx="31">
                  <c:v>0.49416459622113235</c:v>
                </c:pt>
                <c:pt idx="32">
                  <c:v>0.1017249689660716</c:v>
                </c:pt>
                <c:pt idx="33">
                  <c:v>-0.90443637829834345</c:v>
                </c:pt>
                <c:pt idx="34">
                  <c:v>-1.2647363069922331</c:v>
                </c:pt>
                <c:pt idx="35">
                  <c:v>-1.2772308094081166</c:v>
                </c:pt>
                <c:pt idx="36">
                  <c:v>-0.33361240175644491</c:v>
                </c:pt>
                <c:pt idx="37">
                  <c:v>0.90241363271579933</c:v>
                </c:pt>
                <c:pt idx="38">
                  <c:v>2.3553476528275787</c:v>
                </c:pt>
                <c:pt idx="39">
                  <c:v>2.8840376374465531</c:v>
                </c:pt>
                <c:pt idx="40">
                  <c:v>-4.7997929866100204</c:v>
                </c:pt>
                <c:pt idx="41">
                  <c:v>-1.6705692200228421</c:v>
                </c:pt>
                <c:pt idx="42">
                  <c:v>2.1021986502254522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13F-441E-9BF3-CA13DFF52B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inorUnit val="2.5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38196631671041115"/>
          <c:y val="1.1739518137155853E-3"/>
          <c:w val="0.61061625109361328"/>
          <c:h val="0.15740670637324181"/>
        </c:manualLayout>
      </c:layout>
      <c:overlay val="0"/>
      <c:txPr>
        <a:bodyPr/>
        <a:lstStyle/>
        <a:p>
          <a:pPr>
            <a:defRPr sz="600">
              <a:latin typeface="Segoe UI"/>
              <a:ea typeface="Segoe UI"/>
              <a:cs typeface="Segoe UI"/>
            </a:defRPr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WEO April 2024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xt!$K$3:$K$45</c:f>
              <c:numCache>
                <c:formatCode>General</c:formatCode>
                <c:ptCount val="43"/>
                <c:pt idx="15" formatCode="0.000">
                  <c:v>3.038542713</c:v>
                </c:pt>
                <c:pt idx="16" formatCode="0.000">
                  <c:v>-1.0805800480000001</c:v>
                </c:pt>
                <c:pt idx="17" formatCode="0.000">
                  <c:v>-1.9953398840000001</c:v>
                </c:pt>
                <c:pt idx="18" formatCode="0.000">
                  <c:v>-2.0797187689999999</c:v>
                </c:pt>
                <c:pt idx="19" formatCode="0.000">
                  <c:v>-2.8404923759999998</c:v>
                </c:pt>
                <c:pt idx="20" formatCode="0.000">
                  <c:v>-2.158739626</c:v>
                </c:pt>
                <c:pt idx="21" formatCode="0.000">
                  <c:v>-1.695862725</c:v>
                </c:pt>
                <c:pt idx="22" formatCode="0.000">
                  <c:v>-0.38377234700000001</c:v>
                </c:pt>
                <c:pt idx="23" formatCode="0.000">
                  <c:v>0.58185293900000001</c:v>
                </c:pt>
                <c:pt idx="24" formatCode="0.000">
                  <c:v>2.8109102799999999</c:v>
                </c:pt>
                <c:pt idx="25" formatCode="0.000">
                  <c:v>4.7829049159999997</c:v>
                </c:pt>
                <c:pt idx="26" formatCode="0.000">
                  <c:v>6.870765359</c:v>
                </c:pt>
                <c:pt idx="27" formatCode="0.000">
                  <c:v>5.5578073400000001</c:v>
                </c:pt>
                <c:pt idx="28" formatCode="0.000">
                  <c:v>5.3309234080000003</c:v>
                </c:pt>
                <c:pt idx="29" formatCode="0.000">
                  <c:v>-2.6439402439999999</c:v>
                </c:pt>
                <c:pt idx="30" formatCode="0.000">
                  <c:v>-2.6328796049999998</c:v>
                </c:pt>
                <c:pt idx="31" formatCode="0.000">
                  <c:v>-2.0132022140000001</c:v>
                </c:pt>
                <c:pt idx="32" formatCode="0.000">
                  <c:v>-4.6623989620000001</c:v>
                </c:pt>
                <c:pt idx="33" formatCode="0.000">
                  <c:v>-4.7076137510000002</c:v>
                </c:pt>
                <c:pt idx="34" formatCode="0.000">
                  <c:v>-2.8499230550000001</c:v>
                </c:pt>
                <c:pt idx="35" formatCode="0.000">
                  <c:v>-1.8065585239999999</c:v>
                </c:pt>
                <c:pt idx="36" formatCode="0.000">
                  <c:v>-2.491341523</c:v>
                </c:pt>
                <c:pt idx="37" formatCode="0.000">
                  <c:v>-1.442854168</c:v>
                </c:pt>
                <c:pt idx="38" formatCode="0.000">
                  <c:v>0.50774517500000005</c:v>
                </c:pt>
                <c:pt idx="39" formatCode="0.000">
                  <c:v>1.9527840080000001</c:v>
                </c:pt>
                <c:pt idx="40" formatCode="0.000">
                  <c:v>-1.6882209100000001</c:v>
                </c:pt>
                <c:pt idx="41" formatCode="0.000">
                  <c:v>-0.104049739</c:v>
                </c:pt>
                <c:pt idx="42" formatCode="0.000">
                  <c:v>-1.8583820000000001E-2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A20-4458-A898-8F1E97CFF39C}"/>
            </c:ext>
          </c:extLst>
        </c:ser>
        <c:ser>
          <c:idx val="1"/>
          <c:order val="1"/>
          <c:tx>
            <c:v>Authors' calculations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xt!$K$51:$K$93</c:f>
              <c:numCache>
                <c:formatCode>0.00</c:formatCode>
                <c:ptCount val="43"/>
                <c:pt idx="0">
                  <c:v>-4.0227498866743643</c:v>
                </c:pt>
                <c:pt idx="1">
                  <c:v>-2.2484679462342472</c:v>
                </c:pt>
                <c:pt idx="2">
                  <c:v>-0.41718586473251124</c:v>
                </c:pt>
                <c:pt idx="3">
                  <c:v>-0.53253621508862214</c:v>
                </c:pt>
                <c:pt idx="4">
                  <c:v>1.4346991717871351</c:v>
                </c:pt>
                <c:pt idx="5">
                  <c:v>0.74693968577974046</c:v>
                </c:pt>
                <c:pt idx="6">
                  <c:v>2.1537898978971999</c:v>
                </c:pt>
                <c:pt idx="7">
                  <c:v>6.5060122210336431</c:v>
                </c:pt>
                <c:pt idx="8">
                  <c:v>7.0418052970695308</c:v>
                </c:pt>
                <c:pt idx="9">
                  <c:v>8.8055170927127868</c:v>
                </c:pt>
                <c:pt idx="10">
                  <c:v>6.1959559275228262</c:v>
                </c:pt>
                <c:pt idx="11">
                  <c:v>-5.3339450586341206</c:v>
                </c:pt>
                <c:pt idx="12">
                  <c:v>-7.37124283580932</c:v>
                </c:pt>
                <c:pt idx="13">
                  <c:v>-7.4586602804972575</c:v>
                </c:pt>
                <c:pt idx="14">
                  <c:v>-4.8431191754635687</c:v>
                </c:pt>
                <c:pt idx="15">
                  <c:v>-3.1850446474023424</c:v>
                </c:pt>
                <c:pt idx="16">
                  <c:v>-4.4988545605172972</c:v>
                </c:pt>
                <c:pt idx="17">
                  <c:v>-3.5183808062669781</c:v>
                </c:pt>
                <c:pt idx="18">
                  <c:v>-2.3316821693030123</c:v>
                </c:pt>
                <c:pt idx="19">
                  <c:v>-2.3117121261439113</c:v>
                </c:pt>
                <c:pt idx="20">
                  <c:v>-1.2111819626902689</c:v>
                </c:pt>
                <c:pt idx="21">
                  <c:v>-0.59010731834722774</c:v>
                </c:pt>
                <c:pt idx="22">
                  <c:v>0.71718325632329327</c:v>
                </c:pt>
                <c:pt idx="23">
                  <c:v>1.5682587651858815</c:v>
                </c:pt>
                <c:pt idx="24">
                  <c:v>3.6362188206451358</c:v>
                </c:pt>
                <c:pt idx="25">
                  <c:v>5.4182038879658307</c:v>
                </c:pt>
                <c:pt idx="26">
                  <c:v>7.3131353355550655</c:v>
                </c:pt>
                <c:pt idx="27">
                  <c:v>5.8109665830403205</c:v>
                </c:pt>
                <c:pt idx="28">
                  <c:v>5.4292607998034672</c:v>
                </c:pt>
                <c:pt idx="29">
                  <c:v>-2.6616282109267293</c:v>
                </c:pt>
                <c:pt idx="30">
                  <c:v>-2.7183052581723133</c:v>
                </c:pt>
                <c:pt idx="31">
                  <c:v>-2.1189091569940937</c:v>
                </c:pt>
                <c:pt idx="32">
                  <c:v>-4.7298704797331714</c:v>
                </c:pt>
                <c:pt idx="33">
                  <c:v>-4.6778385837847871</c:v>
                </c:pt>
                <c:pt idx="34">
                  <c:v>-2.6510340398877137</c:v>
                </c:pt>
                <c:pt idx="35">
                  <c:v>-1.3607438004211918</c:v>
                </c:pt>
                <c:pt idx="36">
                  <c:v>-1.7307735605369441</c:v>
                </c:pt>
                <c:pt idx="37">
                  <c:v>-0.28143822978313743</c:v>
                </c:pt>
                <c:pt idx="38">
                  <c:v>2.1540497241891199</c:v>
                </c:pt>
                <c:pt idx="39">
                  <c:v>4.132460027945668</c:v>
                </c:pt>
                <c:pt idx="40">
                  <c:v>-3.3447276511577084</c:v>
                </c:pt>
                <c:pt idx="41">
                  <c:v>0.65734700591878659</c:v>
                </c:pt>
                <c:pt idx="42">
                  <c:v>2.4002863819158544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A20-4458-A898-8F1E97CFF3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29705557638628505"/>
          <c:y val="1.6025641025641024E-2"/>
          <c:w val="0.69027986085072701"/>
          <c:h val="0.13853556766942593"/>
        </c:manualLayout>
      </c:layout>
      <c:overlay val="0"/>
      <c:txPr>
        <a:bodyPr/>
        <a:lstStyle/>
        <a:p>
          <a:pPr>
            <a:defRPr sz="700"/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r-g.xlsx]bt'!$T$3:$T$45</c:f>
              <c:numCache>
                <c:formatCode>General</c:formatCode>
                <c:ptCount val="43"/>
                <c:pt idx="10">
                  <c:v>89.972160540466007</c:v>
                </c:pt>
                <c:pt idx="11">
                  <c:v>77.177740907384006</c:v>
                </c:pt>
                <c:pt idx="12">
                  <c:v>82.203458301626995</c:v>
                </c:pt>
                <c:pt idx="13">
                  <c:v>84.179341084906994</c:v>
                </c:pt>
                <c:pt idx="14">
                  <c:v>64.478962306056005</c:v>
                </c:pt>
                <c:pt idx="15">
                  <c:v>48.892185925527997</c:v>
                </c:pt>
                <c:pt idx="16">
                  <c:v>43.304468778797002</c:v>
                </c:pt>
                <c:pt idx="17">
                  <c:v>42.841492627200999</c:v>
                </c:pt>
                <c:pt idx="18">
                  <c:v>38.812905841621003</c:v>
                </c:pt>
                <c:pt idx="19">
                  <c:v>39.489052027158003</c:v>
                </c:pt>
                <c:pt idx="20">
                  <c:v>36.511225263900997</c:v>
                </c:pt>
                <c:pt idx="21">
                  <c:v>37.278338872874002</c:v>
                </c:pt>
                <c:pt idx="22">
                  <c:v>41.696528463745999</c:v>
                </c:pt>
                <c:pt idx="23">
                  <c:v>46.563185052602002</c:v>
                </c:pt>
                <c:pt idx="24">
                  <c:v>45.112939084752</c:v>
                </c:pt>
                <c:pt idx="25">
                  <c:v>46.603819529416</c:v>
                </c:pt>
                <c:pt idx="26">
                  <c:v>47.271288275246</c:v>
                </c:pt>
                <c:pt idx="27">
                  <c:v>44.499401730396997</c:v>
                </c:pt>
                <c:pt idx="28">
                  <c:v>46.734960065987998</c:v>
                </c:pt>
                <c:pt idx="29">
                  <c:v>49.820903343927</c:v>
                </c:pt>
                <c:pt idx="30">
                  <c:v>54.010326357602999</c:v>
                </c:pt>
                <c:pt idx="31">
                  <c:v>55.133722028926996</c:v>
                </c:pt>
                <c:pt idx="32">
                  <c:v>54.784076304488003</c:v>
                </c:pt>
                <c:pt idx="33">
                  <c:v>57.115830310050001</c:v>
                </c:pt>
                <c:pt idx="34">
                  <c:v>51.389716152805001</c:v>
                </c:pt>
                <c:pt idx="35">
                  <c:v>51.34457021427</c:v>
                </c:pt>
                <c:pt idx="36">
                  <c:v>54.501366794356997</c:v>
                </c:pt>
                <c:pt idx="37">
                  <c:v>50.797006648193999</c:v>
                </c:pt>
                <c:pt idx="38">
                  <c:v>48.705141507915002</c:v>
                </c:pt>
                <c:pt idx="39">
                  <c:v>45.701059536240997</c:v>
                </c:pt>
                <c:pt idx="40">
                  <c:v>57.174754572028</c:v>
                </c:pt>
                <c:pt idx="41">
                  <c:v>53.754657819945002</c:v>
                </c:pt>
                <c:pt idx="42">
                  <c:v>49.576978194736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81B-4551-823A-6085532FEC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r-g.xlsx]bt'!$U$3:$U$45</c:f>
              <c:numCache>
                <c:formatCode>General</c:formatCode>
                <c:ptCount val="43"/>
                <c:pt idx="0">
                  <c:v>35.003225898187999</c:v>
                </c:pt>
                <c:pt idx="1">
                  <c:v>43.195182936925001</c:v>
                </c:pt>
                <c:pt idx="2">
                  <c:v>47.219185582354001</c:v>
                </c:pt>
                <c:pt idx="3">
                  <c:v>51.297746648881002</c:v>
                </c:pt>
                <c:pt idx="4">
                  <c:v>56.889377102909002</c:v>
                </c:pt>
                <c:pt idx="5">
                  <c:v>61.245984500262999</c:v>
                </c:pt>
                <c:pt idx="6">
                  <c:v>60.809117526080001</c:v>
                </c:pt>
                <c:pt idx="7">
                  <c:v>58.211557027776998</c:v>
                </c:pt>
                <c:pt idx="8">
                  <c:v>57.798145714969003</c:v>
                </c:pt>
                <c:pt idx="9">
                  <c:v>56.318197579166998</c:v>
                </c:pt>
                <c:pt idx="10">
                  <c:v>60.212959524566003</c:v>
                </c:pt>
                <c:pt idx="11">
                  <c:v>63.915379676443003</c:v>
                </c:pt>
                <c:pt idx="12">
                  <c:v>58.095675370724997</c:v>
                </c:pt>
                <c:pt idx="13">
                  <c:v>57.231031322580002</c:v>
                </c:pt>
                <c:pt idx="14">
                  <c:v>60.421316301491999</c:v>
                </c:pt>
                <c:pt idx="15">
                  <c:v>62.214704038927003</c:v>
                </c:pt>
                <c:pt idx="16">
                  <c:v>63.312259675512003</c:v>
                </c:pt>
                <c:pt idx="17">
                  <c:v>58.715510173368997</c:v>
                </c:pt>
                <c:pt idx="18">
                  <c:v>55.615697410227</c:v>
                </c:pt>
                <c:pt idx="19">
                  <c:v>55.405536469311002</c:v>
                </c:pt>
                <c:pt idx="20">
                  <c:v>54.193085671788999</c:v>
                </c:pt>
                <c:pt idx="21">
                  <c:v>57.380182375118999</c:v>
                </c:pt>
                <c:pt idx="22">
                  <c:v>60.043744765149</c:v>
                </c:pt>
                <c:pt idx="23">
                  <c:v>63.897306593240003</c:v>
                </c:pt>
                <c:pt idx="24">
                  <c:v>67.099496612115004</c:v>
                </c:pt>
                <c:pt idx="25">
                  <c:v>72.249081851019</c:v>
                </c:pt>
                <c:pt idx="26">
                  <c:v>73.679426971184995</c:v>
                </c:pt>
                <c:pt idx="27">
                  <c:v>72.727961733133</c:v>
                </c:pt>
                <c:pt idx="28">
                  <c:v>75.642591852276993</c:v>
                </c:pt>
                <c:pt idx="29">
                  <c:v>87.799088340656994</c:v>
                </c:pt>
                <c:pt idx="30">
                  <c:v>100.21446371822</c:v>
                </c:pt>
                <c:pt idx="31">
                  <c:v>114.40303652208</c:v>
                </c:pt>
                <c:pt idx="32">
                  <c:v>129.03504310272999</c:v>
                </c:pt>
                <c:pt idx="33">
                  <c:v>131.42974785371999</c:v>
                </c:pt>
                <c:pt idx="34">
                  <c:v>132.94069990990999</c:v>
                </c:pt>
                <c:pt idx="35">
                  <c:v>131.17912318071001</c:v>
                </c:pt>
                <c:pt idx="36">
                  <c:v>131.50574455009999</c:v>
                </c:pt>
                <c:pt idx="37">
                  <c:v>126.14348464458</c:v>
                </c:pt>
                <c:pt idx="38">
                  <c:v>121.48133238329</c:v>
                </c:pt>
                <c:pt idx="39">
                  <c:v>116.60779000507</c:v>
                </c:pt>
                <c:pt idx="40">
                  <c:v>134.8974086732</c:v>
                </c:pt>
                <c:pt idx="41">
                  <c:v>125.38335698197</c:v>
                </c:pt>
                <c:pt idx="42">
                  <c:v>116.04826498153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22E-4981-A4D7-F6AB526BE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r-g.xlsx]bt'!$V$3:$V$45</c:f>
              <c:numCache>
                <c:formatCode>General</c:formatCode>
                <c:ptCount val="43"/>
                <c:pt idx="13">
                  <c:v>27.614425984137</c:v>
                </c:pt>
                <c:pt idx="14">
                  <c:v>24.255790053070999</c:v>
                </c:pt>
                <c:pt idx="15">
                  <c:v>21.592800376372001</c:v>
                </c:pt>
                <c:pt idx="16">
                  <c:v>30.635688609709</c:v>
                </c:pt>
                <c:pt idx="17">
                  <c:v>32.988771763396997</c:v>
                </c:pt>
                <c:pt idx="18">
                  <c:v>33.917357353756998</c:v>
                </c:pt>
                <c:pt idx="19">
                  <c:v>47.050571133696003</c:v>
                </c:pt>
                <c:pt idx="20">
                  <c:v>50.451816266648997</c:v>
                </c:pt>
                <c:pt idx="21">
                  <c:v>51.112598390827998</c:v>
                </c:pt>
                <c:pt idx="22">
                  <c:v>45.297418931407996</c:v>
                </c:pt>
                <c:pt idx="23">
                  <c:v>43.241842355863</c:v>
                </c:pt>
                <c:pt idx="24">
                  <c:v>41.715033177983003</c:v>
                </c:pt>
                <c:pt idx="25">
                  <c:v>34.731815147656</c:v>
                </c:pt>
                <c:pt idx="26">
                  <c:v>31.427005006973001</c:v>
                </c:pt>
                <c:pt idx="27">
                  <c:v>30.345421557420998</c:v>
                </c:pt>
                <c:pt idx="28">
                  <c:v>28.598858442495999</c:v>
                </c:pt>
                <c:pt idx="29">
                  <c:v>36.360898971067002</c:v>
                </c:pt>
                <c:pt idx="30">
                  <c:v>40.614906732941002</c:v>
                </c:pt>
                <c:pt idx="31">
                  <c:v>43.15596795471</c:v>
                </c:pt>
                <c:pt idx="32">
                  <c:v>51.729072781410999</c:v>
                </c:pt>
                <c:pt idx="33">
                  <c:v>54.692534043559</c:v>
                </c:pt>
                <c:pt idx="34">
                  <c:v>53.492590482552004</c:v>
                </c:pt>
                <c:pt idx="35">
                  <c:v>51.685345580709999</c:v>
                </c:pt>
                <c:pt idx="36">
                  <c:v>52.274961822480002</c:v>
                </c:pt>
                <c:pt idx="37">
                  <c:v>51.461499304947999</c:v>
                </c:pt>
                <c:pt idx="38">
                  <c:v>49.408009150517003</c:v>
                </c:pt>
                <c:pt idx="39">
                  <c:v>47.974637167055</c:v>
                </c:pt>
                <c:pt idx="40">
                  <c:v>58.902387979493</c:v>
                </c:pt>
                <c:pt idx="41">
                  <c:v>62.185885529266997</c:v>
                </c:pt>
                <c:pt idx="42">
                  <c:v>58.820593171033998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526-4A52-A6E6-AC93ECE703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r-g.xlsx]bt'!$W$3:$W$45</c:f>
              <c:numCache>
                <c:formatCode>General</c:formatCode>
                <c:ptCount val="43"/>
                <c:pt idx="14">
                  <c:v>17.887703564256</c:v>
                </c:pt>
                <c:pt idx="15">
                  <c:v>18.240869622853999</c:v>
                </c:pt>
                <c:pt idx="16">
                  <c:v>21.561169971927999</c:v>
                </c:pt>
                <c:pt idx="17">
                  <c:v>22.058323998121001</c:v>
                </c:pt>
                <c:pt idx="18">
                  <c:v>22.730233588244001</c:v>
                </c:pt>
                <c:pt idx="19">
                  <c:v>23.710424575946998</c:v>
                </c:pt>
                <c:pt idx="20">
                  <c:v>25.917891051822</c:v>
                </c:pt>
                <c:pt idx="21">
                  <c:v>26.062408678012002</c:v>
                </c:pt>
                <c:pt idx="22">
                  <c:v>27.357773465202001</c:v>
                </c:pt>
                <c:pt idx="23">
                  <c:v>26.777494504808001</c:v>
                </c:pt>
                <c:pt idx="24">
                  <c:v>26.897155804575998</c:v>
                </c:pt>
                <c:pt idx="25">
                  <c:v>26.398749720920001</c:v>
                </c:pt>
                <c:pt idx="26">
                  <c:v>26.060997000356</c:v>
                </c:pt>
                <c:pt idx="27">
                  <c:v>22.848019159764</c:v>
                </c:pt>
                <c:pt idx="28">
                  <c:v>21.785961008074</c:v>
                </c:pt>
                <c:pt idx="29">
                  <c:v>34.526462702869999</c:v>
                </c:pt>
                <c:pt idx="30">
                  <c:v>38.269272547774001</c:v>
                </c:pt>
                <c:pt idx="31">
                  <c:v>46.457897648313001</c:v>
                </c:pt>
                <c:pt idx="32">
                  <c:v>53.561488534774</c:v>
                </c:pt>
                <c:pt idx="33">
                  <c:v>70.005541169241994</c:v>
                </c:pt>
                <c:pt idx="34">
                  <c:v>80.299036514660003</c:v>
                </c:pt>
                <c:pt idx="35">
                  <c:v>82.587735666946003</c:v>
                </c:pt>
                <c:pt idx="36">
                  <c:v>78.520192566841004</c:v>
                </c:pt>
                <c:pt idx="37">
                  <c:v>74.150281437668994</c:v>
                </c:pt>
                <c:pt idx="38">
                  <c:v>70.289670265474996</c:v>
                </c:pt>
                <c:pt idx="39">
                  <c:v>65.424080835387002</c:v>
                </c:pt>
                <c:pt idx="40">
                  <c:v>79.591116253055006</c:v>
                </c:pt>
                <c:pt idx="41">
                  <c:v>74.468329627011997</c:v>
                </c:pt>
                <c:pt idx="42">
                  <c:v>69.919272537406002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EE0-4DE3-BF30-EA9D29AF67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r-g.xlsx]bt'!$X$3:$X$45</c:f>
              <c:numCache>
                <c:formatCode>General</c:formatCode>
                <c:ptCount val="43"/>
                <c:pt idx="0">
                  <c:v>16.126680193277</c:v>
                </c:pt>
                <c:pt idx="1">
                  <c:v>19.473890298181001</c:v>
                </c:pt>
                <c:pt idx="2">
                  <c:v>24.458650182292001</c:v>
                </c:pt>
                <c:pt idx="3">
                  <c:v>29.553130125504001</c:v>
                </c:pt>
                <c:pt idx="4">
                  <c:v>36.068347465400002</c:v>
                </c:pt>
                <c:pt idx="5">
                  <c:v>40.917137361149003</c:v>
                </c:pt>
                <c:pt idx="6">
                  <c:v>42.125892785870001</c:v>
                </c:pt>
                <c:pt idx="7">
                  <c:v>41.967510276854</c:v>
                </c:pt>
                <c:pt idx="8">
                  <c:v>38.550014688998999</c:v>
                </c:pt>
                <c:pt idx="9">
                  <c:v>39.919486299783998</c:v>
                </c:pt>
                <c:pt idx="10">
                  <c:v>41.355877687190002</c:v>
                </c:pt>
                <c:pt idx="11">
                  <c:v>41.916056280977998</c:v>
                </c:pt>
                <c:pt idx="12">
                  <c:v>44.188126855417003</c:v>
                </c:pt>
                <c:pt idx="13">
                  <c:v>54.635453210738</c:v>
                </c:pt>
                <c:pt idx="14">
                  <c:v>57.090198737172997</c:v>
                </c:pt>
                <c:pt idx="15">
                  <c:v>61.663428107321003</c:v>
                </c:pt>
                <c:pt idx="16">
                  <c:v>65.692888756456995</c:v>
                </c:pt>
                <c:pt idx="17">
                  <c:v>64.408879109476004</c:v>
                </c:pt>
                <c:pt idx="18">
                  <c:v>62.468346026447001</c:v>
                </c:pt>
                <c:pt idx="19">
                  <c:v>60.762929796047999</c:v>
                </c:pt>
                <c:pt idx="20">
                  <c:v>57.815336705508003</c:v>
                </c:pt>
                <c:pt idx="21">
                  <c:v>54.049529025254003</c:v>
                </c:pt>
                <c:pt idx="22">
                  <c:v>51.249992128631</c:v>
                </c:pt>
                <c:pt idx="23">
                  <c:v>47.711735509169998</c:v>
                </c:pt>
                <c:pt idx="24">
                  <c:v>45.365504394155998</c:v>
                </c:pt>
                <c:pt idx="25">
                  <c:v>42.430162817556003</c:v>
                </c:pt>
                <c:pt idx="26">
                  <c:v>39.063875802806002</c:v>
                </c:pt>
                <c:pt idx="27">
                  <c:v>35.764575343154</c:v>
                </c:pt>
                <c:pt idx="28">
                  <c:v>39.712003882687</c:v>
                </c:pt>
                <c:pt idx="29">
                  <c:v>53.261302525056003</c:v>
                </c:pt>
                <c:pt idx="30">
                  <c:v>60.515249708915</c:v>
                </c:pt>
                <c:pt idx="31">
                  <c:v>69.850442438776</c:v>
                </c:pt>
                <c:pt idx="32">
                  <c:v>89.982513015175996</c:v>
                </c:pt>
                <c:pt idx="33">
                  <c:v>100.48773598308</c:v>
                </c:pt>
                <c:pt idx="34">
                  <c:v>105.05882009436</c:v>
                </c:pt>
                <c:pt idx="35">
                  <c:v>103.29922010366001</c:v>
                </c:pt>
                <c:pt idx="36">
                  <c:v>102.74853080526</c:v>
                </c:pt>
                <c:pt idx="37">
                  <c:v>101.79957074972999</c:v>
                </c:pt>
                <c:pt idx="38">
                  <c:v>100.41548129806</c:v>
                </c:pt>
                <c:pt idx="39">
                  <c:v>98.221004116375994</c:v>
                </c:pt>
                <c:pt idx="40">
                  <c:v>120.37556585977001</c:v>
                </c:pt>
                <c:pt idx="41">
                  <c:v>118.38596808861</c:v>
                </c:pt>
                <c:pt idx="42">
                  <c:v>111.97750538855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CD9-48D2-976B-68F2AEC2D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r-g.xlsx]bt'!$Y$3:$Y$45</c:f>
              <c:numCache>
                <c:formatCode>General</c:formatCode>
                <c:ptCount val="43"/>
                <c:pt idx="0">
                  <c:v>39.578014160507998</c:v>
                </c:pt>
                <c:pt idx="1">
                  <c:v>46.681297274637998</c:v>
                </c:pt>
                <c:pt idx="2">
                  <c:v>55.28363831926</c:v>
                </c:pt>
                <c:pt idx="3">
                  <c:v>58.534255157011003</c:v>
                </c:pt>
                <c:pt idx="4">
                  <c:v>59.639025131105001</c:v>
                </c:pt>
                <c:pt idx="5">
                  <c:v>59.319589935373997</c:v>
                </c:pt>
                <c:pt idx="6">
                  <c:v>58.822315328888997</c:v>
                </c:pt>
                <c:pt idx="7">
                  <c:v>52.344178573378002</c:v>
                </c:pt>
                <c:pt idx="8">
                  <c:v>46.929115631914001</c:v>
                </c:pt>
                <c:pt idx="9">
                  <c:v>42.663551368419</c:v>
                </c:pt>
                <c:pt idx="10">
                  <c:v>38.744269618512</c:v>
                </c:pt>
                <c:pt idx="11">
                  <c:v>46.593510198329</c:v>
                </c:pt>
                <c:pt idx="12">
                  <c:v>58.624749465587001</c:v>
                </c:pt>
                <c:pt idx="13">
                  <c:v>65.710502620851003</c:v>
                </c:pt>
                <c:pt idx="14">
                  <c:v>68.150322784254996</c:v>
                </c:pt>
                <c:pt idx="15">
                  <c:v>68.325122774874998</c:v>
                </c:pt>
                <c:pt idx="16">
                  <c:v>68.678862817983998</c:v>
                </c:pt>
                <c:pt idx="17">
                  <c:v>67.429357804603001</c:v>
                </c:pt>
                <c:pt idx="18">
                  <c:v>65.130731089579996</c:v>
                </c:pt>
                <c:pt idx="19">
                  <c:v>60.067359978512997</c:v>
                </c:pt>
                <c:pt idx="20">
                  <c:v>50.229200743641002</c:v>
                </c:pt>
                <c:pt idx="21">
                  <c:v>51.763068796128998</c:v>
                </c:pt>
                <c:pt idx="22">
                  <c:v>49.767081701519999</c:v>
                </c:pt>
                <c:pt idx="23">
                  <c:v>49.270866353178</c:v>
                </c:pt>
                <c:pt idx="24">
                  <c:v>48.476217531377998</c:v>
                </c:pt>
                <c:pt idx="25">
                  <c:v>48.768084173608003</c:v>
                </c:pt>
                <c:pt idx="26">
                  <c:v>43.666591066057997</c:v>
                </c:pt>
                <c:pt idx="27">
                  <c:v>38.976916993095003</c:v>
                </c:pt>
                <c:pt idx="28">
                  <c:v>37.510524571302</c:v>
                </c:pt>
                <c:pt idx="29">
                  <c:v>40.739059137121998</c:v>
                </c:pt>
                <c:pt idx="30">
                  <c:v>38.065598625021003</c:v>
                </c:pt>
                <c:pt idx="31">
                  <c:v>37.149095805820998</c:v>
                </c:pt>
                <c:pt idx="32">
                  <c:v>37.499325422925999</c:v>
                </c:pt>
                <c:pt idx="33">
                  <c:v>40.160924128704998</c:v>
                </c:pt>
                <c:pt idx="34">
                  <c:v>44.872155141971</c:v>
                </c:pt>
                <c:pt idx="35">
                  <c:v>43.738695496037003</c:v>
                </c:pt>
                <c:pt idx="36">
                  <c:v>42.255445092004997</c:v>
                </c:pt>
                <c:pt idx="37">
                  <c:v>40.730415425069999</c:v>
                </c:pt>
                <c:pt idx="38">
                  <c:v>39.192586385369999</c:v>
                </c:pt>
                <c:pt idx="39">
                  <c:v>35.193823534012999</c:v>
                </c:pt>
                <c:pt idx="40">
                  <c:v>39.511004978031004</c:v>
                </c:pt>
                <c:pt idx="41">
                  <c:v>36.263905061113</c:v>
                </c:pt>
                <c:pt idx="42">
                  <c:v>31.685814088244999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F5D-42A3-89FE-BAB2386C7E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r-g.xlsx]bt'!$Z$3:$Z$45</c:f>
              <c:numCache>
                <c:formatCode>General</c:formatCode>
                <c:ptCount val="43"/>
                <c:pt idx="3">
                  <c:v>33.322484567255003</c:v>
                </c:pt>
                <c:pt idx="4">
                  <c:v>33.005221990925001</c:v>
                </c:pt>
                <c:pt idx="5">
                  <c:v>32.417933677055998</c:v>
                </c:pt>
                <c:pt idx="6">
                  <c:v>31.128788739215999</c:v>
                </c:pt>
                <c:pt idx="7">
                  <c:v>30.239281372457999</c:v>
                </c:pt>
                <c:pt idx="8">
                  <c:v>28.993612265252999</c:v>
                </c:pt>
                <c:pt idx="9">
                  <c:v>26.941506224282001</c:v>
                </c:pt>
                <c:pt idx="10">
                  <c:v>33.331429938108997</c:v>
                </c:pt>
                <c:pt idx="11">
                  <c:v>35.09240697397</c:v>
                </c:pt>
                <c:pt idx="12">
                  <c:v>39.487218133707003</c:v>
                </c:pt>
                <c:pt idx="13">
                  <c:v>44.372402194335997</c:v>
                </c:pt>
                <c:pt idx="14">
                  <c:v>47.078918916649002</c:v>
                </c:pt>
                <c:pt idx="15">
                  <c:v>50.014129748159</c:v>
                </c:pt>
                <c:pt idx="16">
                  <c:v>51.348093555555003</c:v>
                </c:pt>
                <c:pt idx="17">
                  <c:v>53.685266348912002</c:v>
                </c:pt>
                <c:pt idx="18">
                  <c:v>55.951221574944</c:v>
                </c:pt>
                <c:pt idx="19">
                  <c:v>52.689587145319003</c:v>
                </c:pt>
                <c:pt idx="20">
                  <c:v>52.250312758028997</c:v>
                </c:pt>
                <c:pt idx="21">
                  <c:v>51.091732214727003</c:v>
                </c:pt>
                <c:pt idx="22">
                  <c:v>57.714629186217003</c:v>
                </c:pt>
                <c:pt idx="23">
                  <c:v>56.876743592925997</c:v>
                </c:pt>
                <c:pt idx="24">
                  <c:v>57.806720090624999</c:v>
                </c:pt>
                <c:pt idx="25">
                  <c:v>54.913110798928003</c:v>
                </c:pt>
                <c:pt idx="26">
                  <c:v>48.491270731596998</c:v>
                </c:pt>
                <c:pt idx="27">
                  <c:v>44.774857937935998</c:v>
                </c:pt>
                <c:pt idx="28">
                  <c:v>44.815883644102001</c:v>
                </c:pt>
                <c:pt idx="29">
                  <c:v>43.103176330632998</c:v>
                </c:pt>
                <c:pt idx="30">
                  <c:v>41.464466694000002</c:v>
                </c:pt>
                <c:pt idx="31">
                  <c:v>41.895395579213002</c:v>
                </c:pt>
                <c:pt idx="32">
                  <c:v>42.580228227680003</c:v>
                </c:pt>
                <c:pt idx="33">
                  <c:v>41.968037977439998</c:v>
                </c:pt>
                <c:pt idx="34">
                  <c:v>42.067435166594997</c:v>
                </c:pt>
                <c:pt idx="35">
                  <c:v>42.152262922081</c:v>
                </c:pt>
                <c:pt idx="36">
                  <c:v>40.946754925317002</c:v>
                </c:pt>
                <c:pt idx="37">
                  <c:v>41.768200264625001</c:v>
                </c:pt>
                <c:pt idx="38">
                  <c:v>39.791316981999998</c:v>
                </c:pt>
                <c:pt idx="39">
                  <c:v>39.639730782765</c:v>
                </c:pt>
                <c:pt idx="40">
                  <c:v>43.332659367367</c:v>
                </c:pt>
                <c:pt idx="41">
                  <c:v>41.482983492136</c:v>
                </c:pt>
                <c:pt idx="42">
                  <c:v>39.122409129838999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2F3-49CB-BCBE-1A7FA5428C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r-g.xlsx]bt'!$AA$3:$AA$45</c:f>
              <c:numCache>
                <c:formatCode>General</c:formatCode>
                <c:ptCount val="43"/>
                <c:pt idx="0">
                  <c:v>43.797781845590997</c:v>
                </c:pt>
                <c:pt idx="1">
                  <c:v>44.113593925487997</c:v>
                </c:pt>
                <c:pt idx="2">
                  <c:v>42.643681757031999</c:v>
                </c:pt>
                <c:pt idx="3">
                  <c:v>41.665480953654999</c:v>
                </c:pt>
                <c:pt idx="4">
                  <c:v>41.520685996703001</c:v>
                </c:pt>
                <c:pt idx="5">
                  <c:v>40.639311251251002</c:v>
                </c:pt>
                <c:pt idx="6">
                  <c:v>41.039124429430998</c:v>
                </c:pt>
                <c:pt idx="7">
                  <c:v>41.199052733452</c:v>
                </c:pt>
                <c:pt idx="8">
                  <c:v>35.979031039816</c:v>
                </c:pt>
                <c:pt idx="9">
                  <c:v>30.743833627840999</c:v>
                </c:pt>
                <c:pt idx="10">
                  <c:v>27.438531273875999</c:v>
                </c:pt>
                <c:pt idx="11">
                  <c:v>27.787565536711</c:v>
                </c:pt>
                <c:pt idx="12">
                  <c:v>33.130407095995999</c:v>
                </c:pt>
                <c:pt idx="13">
                  <c:v>41.354649480912002</c:v>
                </c:pt>
                <c:pt idx="14">
                  <c:v>39.976426132752998</c:v>
                </c:pt>
                <c:pt idx="15">
                  <c:v>44.338904928863002</c:v>
                </c:pt>
                <c:pt idx="16">
                  <c:v>43.923126052116999</c:v>
                </c:pt>
                <c:pt idx="17">
                  <c:v>43.172507631411001</c:v>
                </c:pt>
                <c:pt idx="18">
                  <c:v>40.849232382625999</c:v>
                </c:pt>
                <c:pt idx="19">
                  <c:v>39.336493798783998</c:v>
                </c:pt>
                <c:pt idx="20">
                  <c:v>37.672309591034001</c:v>
                </c:pt>
                <c:pt idx="21">
                  <c:v>34.982533311563998</c:v>
                </c:pt>
                <c:pt idx="22">
                  <c:v>35.432285787422003</c:v>
                </c:pt>
                <c:pt idx="23">
                  <c:v>36.724551967769003</c:v>
                </c:pt>
                <c:pt idx="24">
                  <c:v>39.778074987532001</c:v>
                </c:pt>
                <c:pt idx="25">
                  <c:v>40.974162697201997</c:v>
                </c:pt>
                <c:pt idx="26">
                  <c:v>42.035540932228002</c:v>
                </c:pt>
                <c:pt idx="27">
                  <c:v>43.141638719828002</c:v>
                </c:pt>
                <c:pt idx="28">
                  <c:v>50.791133585036</c:v>
                </c:pt>
                <c:pt idx="29">
                  <c:v>64.786175753053001</c:v>
                </c:pt>
                <c:pt idx="30">
                  <c:v>75.680127711750998</c:v>
                </c:pt>
                <c:pt idx="31">
                  <c:v>81.345754835174006</c:v>
                </c:pt>
                <c:pt idx="32">
                  <c:v>84.505974349200997</c:v>
                </c:pt>
                <c:pt idx="33">
                  <c:v>85.271301736636005</c:v>
                </c:pt>
                <c:pt idx="34">
                  <c:v>87.079691243469995</c:v>
                </c:pt>
                <c:pt idx="35">
                  <c:v>87.658706568148006</c:v>
                </c:pt>
                <c:pt idx="36">
                  <c:v>87.481876365681003</c:v>
                </c:pt>
                <c:pt idx="37">
                  <c:v>86.618084918619004</c:v>
                </c:pt>
                <c:pt idx="38">
                  <c:v>86.141113650164002</c:v>
                </c:pt>
                <c:pt idx="39">
                  <c:v>85.488092110788998</c:v>
                </c:pt>
                <c:pt idx="40">
                  <c:v>105.59918164347999</c:v>
                </c:pt>
                <c:pt idx="41">
                  <c:v>105.92675859796999</c:v>
                </c:pt>
                <c:pt idx="42">
                  <c:v>101.36395115963001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D7C-4256-92CF-B9E0CE2E11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r-g.xlsx]bt'!$AB$3:$AB$45</c:f>
              <c:numCache>
                <c:formatCode>General</c:formatCode>
                <c:ptCount val="43"/>
                <c:pt idx="0">
                  <c:v>41.268459135729998</c:v>
                </c:pt>
                <c:pt idx="1">
                  <c:v>40.390361783895997</c:v>
                </c:pt>
                <c:pt idx="2">
                  <c:v>45.012710090315998</c:v>
                </c:pt>
                <c:pt idx="3">
                  <c:v>47.920336266261003</c:v>
                </c:pt>
                <c:pt idx="4">
                  <c:v>49.568907656680999</c:v>
                </c:pt>
                <c:pt idx="5">
                  <c:v>54.205577321964</c:v>
                </c:pt>
                <c:pt idx="6">
                  <c:v>57.663935365886999</c:v>
                </c:pt>
                <c:pt idx="7">
                  <c:v>59.46612429844</c:v>
                </c:pt>
                <c:pt idx="8">
                  <c:v>60.338226939180998</c:v>
                </c:pt>
                <c:pt idx="9">
                  <c:v>60.455952212138001</c:v>
                </c:pt>
                <c:pt idx="10">
                  <c:v>62.162725081227997</c:v>
                </c:pt>
                <c:pt idx="11">
                  <c:v>66.545628742515007</c:v>
                </c:pt>
                <c:pt idx="12">
                  <c:v>68.809346159892002</c:v>
                </c:pt>
                <c:pt idx="13">
                  <c:v>70.796786492772</c:v>
                </c:pt>
                <c:pt idx="14">
                  <c:v>69.579457271261006</c:v>
                </c:pt>
                <c:pt idx="15">
                  <c:v>69.110258843549005</c:v>
                </c:pt>
                <c:pt idx="16">
                  <c:v>68.234456917241005</c:v>
                </c:pt>
                <c:pt idx="17">
                  <c:v>65.839581232403006</c:v>
                </c:pt>
                <c:pt idx="18">
                  <c:v>62.603912135564997</c:v>
                </c:pt>
                <c:pt idx="19">
                  <c:v>59.031395442403998</c:v>
                </c:pt>
                <c:pt idx="20">
                  <c:v>53.169403811354002</c:v>
                </c:pt>
                <c:pt idx="21">
                  <c:v>53.146247020273002</c:v>
                </c:pt>
                <c:pt idx="22">
                  <c:v>55.537857646101003</c:v>
                </c:pt>
                <c:pt idx="23">
                  <c:v>58.624539015140002</c:v>
                </c:pt>
                <c:pt idx="24">
                  <c:v>66.095287985970998</c:v>
                </c:pt>
                <c:pt idx="25">
                  <c:v>65.442695870912004</c:v>
                </c:pt>
                <c:pt idx="26">
                  <c:v>64.178066823012003</c:v>
                </c:pt>
                <c:pt idx="27">
                  <c:v>64.566613123305004</c:v>
                </c:pt>
                <c:pt idx="28">
                  <c:v>73.416832263022002</c:v>
                </c:pt>
                <c:pt idx="29">
                  <c:v>86.584650557223</c:v>
                </c:pt>
                <c:pt idx="30">
                  <c:v>95.143489839009007</c:v>
                </c:pt>
                <c:pt idx="31">
                  <c:v>99.481484449245002</c:v>
                </c:pt>
                <c:pt idx="32">
                  <c:v>103.04316181605</c:v>
                </c:pt>
                <c:pt idx="33">
                  <c:v>104.54444442795</c:v>
                </c:pt>
                <c:pt idx="34">
                  <c:v>104.54146065607</c:v>
                </c:pt>
                <c:pt idx="35">
                  <c:v>105.12797823797</c:v>
                </c:pt>
                <c:pt idx="36">
                  <c:v>107.15632973346</c:v>
                </c:pt>
                <c:pt idx="37">
                  <c:v>106.20730232808999</c:v>
                </c:pt>
                <c:pt idx="38">
                  <c:v>107.43671369242</c:v>
                </c:pt>
                <c:pt idx="39">
                  <c:v>108.74467224327999</c:v>
                </c:pt>
                <c:pt idx="40">
                  <c:v>133.48375746957001</c:v>
                </c:pt>
                <c:pt idx="41">
                  <c:v>126.42636577408</c:v>
                </c:pt>
                <c:pt idx="42">
                  <c:v>121.3832172075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0B8-41C8-B0D0-FA3E6EF209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0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r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chart'!$B$3:$B$45</c:f>
              <c:numCache>
                <c:formatCode>General</c:formatCode>
                <c:ptCount val="43"/>
                <c:pt idx="8" formatCode="0.000">
                  <c:v>-0.36705008166743092</c:v>
                </c:pt>
                <c:pt idx="9" formatCode="0.000">
                  <c:v>2.4883507848951654</c:v>
                </c:pt>
                <c:pt idx="10" formatCode="0.000">
                  <c:v>2.837835116000913</c:v>
                </c:pt>
                <c:pt idx="11" formatCode="0.000">
                  <c:v>2.5766931270642095</c:v>
                </c:pt>
                <c:pt idx="12" formatCode="0.000">
                  <c:v>2.8922872793869168</c:v>
                </c:pt>
                <c:pt idx="13" formatCode="0.000">
                  <c:v>4.0111577278691106</c:v>
                </c:pt>
                <c:pt idx="14" formatCode="0.000">
                  <c:v>3.526057487479906</c:v>
                </c:pt>
                <c:pt idx="15" formatCode="0.000">
                  <c:v>4.7517991037475475</c:v>
                </c:pt>
                <c:pt idx="16" formatCode="0.000">
                  <c:v>5.0255853758272186</c:v>
                </c:pt>
                <c:pt idx="17" formatCode="0.000">
                  <c:v>4.2281293045677542</c:v>
                </c:pt>
                <c:pt idx="18" formatCode="0.000">
                  <c:v>5.4462831413999337</c:v>
                </c:pt>
                <c:pt idx="19" formatCode="0.000">
                  <c:v>4.944487853223368</c:v>
                </c:pt>
                <c:pt idx="20" formatCode="0.000">
                  <c:v>4.7447572717061552</c:v>
                </c:pt>
                <c:pt idx="21" formatCode="0.000">
                  <c:v>3.7166610392149311</c:v>
                </c:pt>
                <c:pt idx="22" formatCode="0.000">
                  <c:v>3.8925979269403266</c:v>
                </c:pt>
                <c:pt idx="23" formatCode="0.000">
                  <c:v>3.8349805147173779</c:v>
                </c:pt>
                <c:pt idx="24" formatCode="0.000">
                  <c:v>3.1009734817568635</c:v>
                </c:pt>
                <c:pt idx="25" formatCode="0.000">
                  <c:v>2.6696532608647043</c:v>
                </c:pt>
                <c:pt idx="26" formatCode="0.000">
                  <c:v>2.9437094118527387</c:v>
                </c:pt>
                <c:pt idx="27" formatCode="0.000">
                  <c:v>2.7353356145866359</c:v>
                </c:pt>
                <c:pt idx="28" formatCode="0.000">
                  <c:v>2.7476219956316212</c:v>
                </c:pt>
                <c:pt idx="29" formatCode="0.000">
                  <c:v>2.6091630593031425</c:v>
                </c:pt>
                <c:pt idx="30" formatCode="0.000">
                  <c:v>2.8561936623156807</c:v>
                </c:pt>
                <c:pt idx="31" formatCode="0.000">
                  <c:v>1.7009637024432345</c:v>
                </c:pt>
                <c:pt idx="32" formatCode="0.000">
                  <c:v>1.3377750510544106</c:v>
                </c:pt>
                <c:pt idx="33" formatCode="0.000">
                  <c:v>1.6157089988705775</c:v>
                </c:pt>
                <c:pt idx="34" formatCode="0.000">
                  <c:v>0.91800292971528918</c:v>
                </c:pt>
                <c:pt idx="35" formatCode="0.000">
                  <c:v>0.59097757755036007</c:v>
                </c:pt>
                <c:pt idx="36" formatCode="0.000">
                  <c:v>0.71426774627976375</c:v>
                </c:pt>
                <c:pt idx="37" formatCode="0.000">
                  <c:v>1.2958294757076132</c:v>
                </c:pt>
                <c:pt idx="38" formatCode="0.000">
                  <c:v>0.31641221925791019</c:v>
                </c:pt>
                <c:pt idx="39" formatCode="0.000">
                  <c:v>0.36660987736356421</c:v>
                </c:pt>
                <c:pt idx="40" formatCode="0.000">
                  <c:v>-0.89578827188443566</c:v>
                </c:pt>
                <c:pt idx="41" formatCode="0.000">
                  <c:v>-0.64886137096512209</c:v>
                </c:pt>
                <c:pt idx="42" formatCode="0.000">
                  <c:v>-4.0032398902329911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E95-4CA3-A601-4B398313B349}"/>
            </c:ext>
          </c:extLst>
        </c:ser>
        <c:ser>
          <c:idx val="1"/>
          <c:order val="1"/>
          <c:tx>
            <c:v>g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chart'!$B$51:$B$93</c:f>
              <c:numCache>
                <c:formatCode>0.00</c:formatCode>
                <c:ptCount val="43"/>
                <c:pt idx="1">
                  <c:v>-9.9274618413180971E-2</c:v>
                </c:pt>
                <c:pt idx="2">
                  <c:v>1.9078538761221786</c:v>
                </c:pt>
                <c:pt idx="3">
                  <c:v>2.8040490002160912</c:v>
                </c:pt>
                <c:pt idx="4">
                  <c:v>0.33198598760442177</c:v>
                </c:pt>
                <c:pt idx="5">
                  <c:v>2.2431593309197195</c:v>
                </c:pt>
                <c:pt idx="6">
                  <c:v>2.3405238990868993</c:v>
                </c:pt>
                <c:pt idx="7">
                  <c:v>1.6807240357911146</c:v>
                </c:pt>
                <c:pt idx="8">
                  <c:v>0.96076659379717988</c:v>
                </c:pt>
                <c:pt idx="9">
                  <c:v>3.8870053106903946</c:v>
                </c:pt>
                <c:pt idx="10">
                  <c:v>4.345670454928352</c:v>
                </c:pt>
                <c:pt idx="11">
                  <c:v>3.4413562449544521</c:v>
                </c:pt>
                <c:pt idx="12">
                  <c:v>2.0937855374941527</c:v>
                </c:pt>
                <c:pt idx="13">
                  <c:v>0.52679858472022278</c:v>
                </c:pt>
                <c:pt idx="14">
                  <c:v>2.4020579135815234</c:v>
                </c:pt>
                <c:pt idx="15">
                  <c:v>2.6682055808269434</c:v>
                </c:pt>
                <c:pt idx="16">
                  <c:v>2.3979962967861423</c:v>
                </c:pt>
                <c:pt idx="17">
                  <c:v>2.0936089831042226</c:v>
                </c:pt>
                <c:pt idx="18">
                  <c:v>3.5814676149773961</c:v>
                </c:pt>
                <c:pt idx="19">
                  <c:v>3.5564885496183196</c:v>
                </c:pt>
                <c:pt idx="20">
                  <c:v>3.3757435923897461</c:v>
                </c:pt>
                <c:pt idx="21">
                  <c:v>1.2671270728081163</c:v>
                </c:pt>
                <c:pt idx="22">
                  <c:v>1.6515802852505423</c:v>
                </c:pt>
                <c:pt idx="23">
                  <c:v>0.94138998760053827</c:v>
                </c:pt>
                <c:pt idx="24">
                  <c:v>2.7350398023606948</c:v>
                </c:pt>
                <c:pt idx="25">
                  <c:v>2.2440725290653996</c:v>
                </c:pt>
                <c:pt idx="26">
                  <c:v>3.4540881324927275</c:v>
                </c:pt>
                <c:pt idx="27">
                  <c:v>3.7274552894816626</c:v>
                </c:pt>
                <c:pt idx="28">
                  <c:v>1.4605383718558684</c:v>
                </c:pt>
                <c:pt idx="29">
                  <c:v>-3.7646974110954745</c:v>
                </c:pt>
                <c:pt idx="30">
                  <c:v>1.8368931191330651</c:v>
                </c:pt>
                <c:pt idx="31">
                  <c:v>2.9229973274228493</c:v>
                </c:pt>
                <c:pt idx="32">
                  <c:v>0.6802518746337638</c:v>
                </c:pt>
                <c:pt idx="33">
                  <c:v>2.5702687851203443E-2</c:v>
                </c:pt>
                <c:pt idx="34">
                  <c:v>0.66130494752978386</c:v>
                </c:pt>
                <c:pt idx="35">
                  <c:v>1.0143422179970107</c:v>
                </c:pt>
                <c:pt idx="36">
                  <c:v>1.9894326820015795</c:v>
                </c:pt>
                <c:pt idx="37">
                  <c:v>2.2587847959945062</c:v>
                </c:pt>
                <c:pt idx="38">
                  <c:v>2.4252957117273821</c:v>
                </c:pt>
                <c:pt idx="39">
                  <c:v>1.4504142681172727</c:v>
                </c:pt>
                <c:pt idx="40">
                  <c:v>-6.6329662200374724</c:v>
                </c:pt>
                <c:pt idx="41">
                  <c:v>4.2380520405116862</c:v>
                </c:pt>
                <c:pt idx="42">
                  <c:v>4.806296766517848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E95-4CA3-A601-4B398313B349}"/>
            </c:ext>
          </c:extLst>
        </c:ser>
        <c:ser>
          <c:idx val="2"/>
          <c:order val="2"/>
          <c:tx>
            <c:v>r - g differential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chart'!$AD$3:$AD$45</c:f>
              <c:numCache>
                <c:formatCode>General</c:formatCode>
                <c:ptCount val="43"/>
                <c:pt idx="11">
                  <c:v>-1.6739121093405309</c:v>
                </c:pt>
                <c:pt idx="12">
                  <c:v>-2.1410521727121292</c:v>
                </c:pt>
                <c:pt idx="13">
                  <c:v>-1.1112203225323869</c:v>
                </c:pt>
                <c:pt idx="14">
                  <c:v>-1.6279317091034899</c:v>
                </c:pt>
                <c:pt idx="15">
                  <c:v>-1.0708817097871943</c:v>
                </c:pt>
                <c:pt idx="16">
                  <c:v>-0.4336989545839014</c:v>
                </c:pt>
                <c:pt idx="17">
                  <c:v>-0.5103647422195845</c:v>
                </c:pt>
                <c:pt idx="18">
                  <c:v>3.0390302638922506E-2</c:v>
                </c:pt>
                <c:pt idx="19">
                  <c:v>-0.12375945994393245</c:v>
                </c:pt>
                <c:pt idx="20">
                  <c:v>0.71215548210235635</c:v>
                </c:pt>
                <c:pt idx="21">
                  <c:v>0.41363911650930163</c:v>
                </c:pt>
                <c:pt idx="22">
                  <c:v>-0.15185530659211111</c:v>
                </c:pt>
                <c:pt idx="23">
                  <c:v>0.24003653828579363</c:v>
                </c:pt>
                <c:pt idx="24">
                  <c:v>0.33131743742895647</c:v>
                </c:pt>
                <c:pt idx="25">
                  <c:v>0.93620947197472848</c:v>
                </c:pt>
                <c:pt idx="26">
                  <c:v>0.65665846307138764</c:v>
                </c:pt>
                <c:pt idx="27">
                  <c:v>0.76260078031117295</c:v>
                </c:pt>
                <c:pt idx="28">
                  <c:v>0.47790704257583805</c:v>
                </c:pt>
                <c:pt idx="29">
                  <c:v>0.63915191194731102</c:v>
                </c:pt>
                <c:pt idx="30">
                  <c:v>0.20483644911068044</c:v>
                </c:pt>
                <c:pt idx="31">
                  <c:v>0.33961823372874944</c:v>
                </c:pt>
                <c:pt idx="32">
                  <c:v>0.42466968985194464</c:v>
                </c:pt>
                <c:pt idx="33">
                  <c:v>0.91693664605716707</c:v>
                </c:pt>
                <c:pt idx="34">
                  <c:v>0.95344105419179481</c:v>
                </c:pt>
                <c:pt idx="35">
                  <c:v>0.97652520350451488</c:v>
                </c:pt>
                <c:pt idx="36">
                  <c:v>0.85013890005261983</c:v>
                </c:pt>
                <c:pt idx="37">
                  <c:v>0.73659954858445853</c:v>
                </c:pt>
                <c:pt idx="38">
                  <c:v>0.67759819443798452</c:v>
                </c:pt>
                <c:pt idx="39">
                  <c:v>0.64546224404686803</c:v>
                </c:pt>
                <c:pt idx="40">
                  <c:v>0.76227030555568387</c:v>
                </c:pt>
                <c:pt idx="41">
                  <c:v>0.50850922878564409</c:v>
                </c:pt>
                <c:pt idx="42">
                  <c:v>0.20463930985815315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E95-4CA3-A601-4B398313B3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  <c:minorUnit val="1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38196631671041115"/>
          <c:y val="1.1739518137155853E-3"/>
          <c:w val="0.61803368328958885"/>
          <c:h val="0.16080195504408104"/>
        </c:manualLayout>
      </c:layout>
      <c:overlay val="0"/>
      <c:txPr>
        <a:bodyPr/>
        <a:lstStyle/>
        <a:p>
          <a:pPr>
            <a:defRPr sz="600">
              <a:latin typeface="Segoe UI"/>
              <a:ea typeface="Segoe UI"/>
              <a:cs typeface="Segoe UI"/>
            </a:defRPr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xt!$L$3:$L$45</c:f>
              <c:numCache>
                <c:formatCode>0.000</c:formatCode>
                <c:ptCount val="43"/>
                <c:pt idx="0">
                  <c:v>-11.779422569999999</c:v>
                </c:pt>
                <c:pt idx="1">
                  <c:v>-10.465960620000001</c:v>
                </c:pt>
                <c:pt idx="2">
                  <c:v>-10.51982233</c:v>
                </c:pt>
                <c:pt idx="3">
                  <c:v>-13.9784884</c:v>
                </c:pt>
                <c:pt idx="4">
                  <c:v>-12.197768780000001</c:v>
                </c:pt>
                <c:pt idx="5">
                  <c:v>-11.49407969</c:v>
                </c:pt>
                <c:pt idx="6">
                  <c:v>-8.3097314900000008</c:v>
                </c:pt>
                <c:pt idx="7">
                  <c:v>-2.925533535</c:v>
                </c:pt>
                <c:pt idx="8">
                  <c:v>-4.8928675229999996</c:v>
                </c:pt>
                <c:pt idx="9">
                  <c:v>-5.5323374699999999</c:v>
                </c:pt>
                <c:pt idx="10">
                  <c:v>-4.7923444130000004</c:v>
                </c:pt>
                <c:pt idx="11">
                  <c:v>-5.6508453210000003</c:v>
                </c:pt>
                <c:pt idx="12">
                  <c:v>-8.5431022690000002</c:v>
                </c:pt>
                <c:pt idx="13">
                  <c:v>-7.8398302610000004</c:v>
                </c:pt>
                <c:pt idx="14">
                  <c:v>-6.2056962389999999</c:v>
                </c:pt>
                <c:pt idx="15">
                  <c:v>-8.07043073</c:v>
                </c:pt>
                <c:pt idx="16">
                  <c:v>-7.1293965369999999</c:v>
                </c:pt>
                <c:pt idx="17">
                  <c:v>-5.2561296960000004</c:v>
                </c:pt>
                <c:pt idx="18">
                  <c:v>-3.1912327039999999</c:v>
                </c:pt>
                <c:pt idx="19">
                  <c:v>-5.2132009750000003</c:v>
                </c:pt>
                <c:pt idx="20">
                  <c:v>-5.8388035929999997</c:v>
                </c:pt>
                <c:pt idx="21">
                  <c:v>-6.2940043880000003</c:v>
                </c:pt>
                <c:pt idx="22">
                  <c:v>-8.1600858209999991</c:v>
                </c:pt>
                <c:pt idx="23">
                  <c:v>-7.57923744</c:v>
                </c:pt>
                <c:pt idx="24">
                  <c:v>-1.8573815979999999</c:v>
                </c:pt>
                <c:pt idx="25">
                  <c:v>-0.96388446000000005</c:v>
                </c:pt>
                <c:pt idx="26">
                  <c:v>0.72699471800000004</c:v>
                </c:pt>
                <c:pt idx="27">
                  <c:v>5.8741506320000001</c:v>
                </c:pt>
                <c:pt idx="28">
                  <c:v>6.7175960239999997</c:v>
                </c:pt>
                <c:pt idx="29">
                  <c:v>-1.404747333</c:v>
                </c:pt>
                <c:pt idx="30">
                  <c:v>-3.7459327130000002</c:v>
                </c:pt>
                <c:pt idx="31">
                  <c:v>-2.0551827779999998</c:v>
                </c:pt>
                <c:pt idx="32">
                  <c:v>-2.1239568979999999</c:v>
                </c:pt>
                <c:pt idx="33">
                  <c:v>4.050028E-2</c:v>
                </c:pt>
                <c:pt idx="34">
                  <c:v>-1.4907383249999999</c:v>
                </c:pt>
                <c:pt idx="35">
                  <c:v>-0.986995874</c:v>
                </c:pt>
                <c:pt idx="36">
                  <c:v>1.1562579470000001</c:v>
                </c:pt>
                <c:pt idx="37">
                  <c:v>1.696047544</c:v>
                </c:pt>
                <c:pt idx="38">
                  <c:v>3.7177907719999999</c:v>
                </c:pt>
                <c:pt idx="39">
                  <c:v>3.5249768380000002</c:v>
                </c:pt>
                <c:pt idx="40">
                  <c:v>-5.5965311829999997</c:v>
                </c:pt>
                <c:pt idx="41">
                  <c:v>-3.427896574</c:v>
                </c:pt>
                <c:pt idx="42">
                  <c:v>0.60195179200000004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133-4E54-8020-C59CD766B0F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xt!$L$51:$L$93</c:f>
              <c:numCache>
                <c:formatCode>0.00</c:formatCode>
                <c:ptCount val="43"/>
                <c:pt idx="0">
                  <c:v>-0.27128572159699205</c:v>
                </c:pt>
                <c:pt idx="1">
                  <c:v>1.10784260612018</c:v>
                </c:pt>
                <c:pt idx="2">
                  <c:v>0.51037315307508757</c:v>
                </c:pt>
                <c:pt idx="3">
                  <c:v>-4.2309795777937618</c:v>
                </c:pt>
                <c:pt idx="4">
                  <c:v>-2.8423248047393224</c:v>
                </c:pt>
                <c:pt idx="5">
                  <c:v>-2.1504490159447314</c:v>
                </c:pt>
                <c:pt idx="6">
                  <c:v>1.5158431289476102</c:v>
                </c:pt>
                <c:pt idx="7">
                  <c:v>7.7823683580045282</c:v>
                </c:pt>
                <c:pt idx="8">
                  <c:v>5.5835220195098936</c:v>
                </c:pt>
                <c:pt idx="9">
                  <c:v>4.0059530811574477</c:v>
                </c:pt>
                <c:pt idx="10">
                  <c:v>3.5128204231713327</c:v>
                </c:pt>
                <c:pt idx="11">
                  <c:v>1.613721643463141</c:v>
                </c:pt>
                <c:pt idx="12">
                  <c:v>-3.5266835187622019</c:v>
                </c:pt>
                <c:pt idx="13">
                  <c:v>-4.2311898301362909</c:v>
                </c:pt>
                <c:pt idx="14">
                  <c:v>-3.1439162670529042</c:v>
                </c:pt>
                <c:pt idx="15">
                  <c:v>-5.746417095340262</c:v>
                </c:pt>
                <c:pt idx="16">
                  <c:v>-4.6117178353791726</c:v>
                </c:pt>
                <c:pt idx="17">
                  <c:v>-2.7141516884256527</c:v>
                </c:pt>
                <c:pt idx="18">
                  <c:v>0.43890133358832445</c:v>
                </c:pt>
                <c:pt idx="19">
                  <c:v>0.31039951178802544</c:v>
                </c:pt>
                <c:pt idx="20">
                  <c:v>1.0436717437537035</c:v>
                </c:pt>
                <c:pt idx="21">
                  <c:v>0.85725737459877893</c:v>
                </c:pt>
                <c:pt idx="22">
                  <c:v>-2.5990019133491016</c:v>
                </c:pt>
                <c:pt idx="23">
                  <c:v>-4.3451265492776896</c:v>
                </c:pt>
                <c:pt idx="24">
                  <c:v>-0.68145641399570867</c:v>
                </c:pt>
                <c:pt idx="25">
                  <c:v>1.7869910761192449</c:v>
                </c:pt>
                <c:pt idx="26">
                  <c:v>4.8722133171684732</c:v>
                </c:pt>
                <c:pt idx="27">
                  <c:v>10.675198818950417</c:v>
                </c:pt>
                <c:pt idx="28">
                  <c:v>10.534298151387553</c:v>
                </c:pt>
                <c:pt idx="29">
                  <c:v>5.6348409345927226E-2</c:v>
                </c:pt>
                <c:pt idx="30">
                  <c:v>-4.5518543122397483</c:v>
                </c:pt>
                <c:pt idx="31">
                  <c:v>-4.5867470518733739</c:v>
                </c:pt>
                <c:pt idx="32">
                  <c:v>-5.4837817847458004</c:v>
                </c:pt>
                <c:pt idx="33">
                  <c:v>-3.3302540637374665</c:v>
                </c:pt>
                <c:pt idx="34">
                  <c:v>-4.0265426915658775</c:v>
                </c:pt>
                <c:pt idx="35">
                  <c:v>-2.3018617167330895</c:v>
                </c:pt>
                <c:pt idx="36">
                  <c:v>1.135810232386792</c:v>
                </c:pt>
                <c:pt idx="37">
                  <c:v>2.6076646337092826</c:v>
                </c:pt>
                <c:pt idx="38">
                  <c:v>4.8534912097749929</c:v>
                </c:pt>
                <c:pt idx="39">
                  <c:v>4.1495652939258445</c:v>
                </c:pt>
                <c:pt idx="40">
                  <c:v>-5.4173374892718185</c:v>
                </c:pt>
                <c:pt idx="41">
                  <c:v>-2.9256489552645242</c:v>
                </c:pt>
                <c:pt idx="42">
                  <c:v>3.1944424036603083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133-4E54-8020-C59CD766B0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chart'!$C$3:$C$45</c:f>
              <c:numCache>
                <c:formatCode>0.00</c:formatCode>
                <c:ptCount val="43"/>
                <c:pt idx="1">
                  <c:v>6.4095848204613048</c:v>
                </c:pt>
                <c:pt idx="2">
                  <c:v>4.0324960947207398</c:v>
                </c:pt>
                <c:pt idx="3">
                  <c:v>5.0564429039032754</c:v>
                </c:pt>
                <c:pt idx="4">
                  <c:v>4.558416164881983</c:v>
                </c:pt>
                <c:pt idx="5">
                  <c:v>5.4450879358904825</c:v>
                </c:pt>
                <c:pt idx="6">
                  <c:v>6.8847364543065748</c:v>
                </c:pt>
                <c:pt idx="7">
                  <c:v>7.041830937244737</c:v>
                </c:pt>
                <c:pt idx="8">
                  <c:v>6.3219394590260976</c:v>
                </c:pt>
                <c:pt idx="9">
                  <c:v>4.9373024741038876</c:v>
                </c:pt>
                <c:pt idx="10">
                  <c:v>7.4123795944340776</c:v>
                </c:pt>
                <c:pt idx="11">
                  <c:v>6.5221455140217106</c:v>
                </c:pt>
                <c:pt idx="12">
                  <c:v>5.6074713414583615</c:v>
                </c:pt>
                <c:pt idx="13">
                  <c:v>4.6060331819466356</c:v>
                </c:pt>
                <c:pt idx="14">
                  <c:v>5.1896926977690274</c:v>
                </c:pt>
                <c:pt idx="15">
                  <c:v>2.8732807014636483</c:v>
                </c:pt>
                <c:pt idx="16">
                  <c:v>6.1705564323316269</c:v>
                </c:pt>
                <c:pt idx="17">
                  <c:v>5.5786295823383307</c:v>
                </c:pt>
                <c:pt idx="18">
                  <c:v>4.4322573212033145</c:v>
                </c:pt>
                <c:pt idx="19">
                  <c:v>5.4643043888954725</c:v>
                </c:pt>
                <c:pt idx="20">
                  <c:v>4.1422041998519852</c:v>
                </c:pt>
                <c:pt idx="21">
                  <c:v>4.2001345641758894</c:v>
                </c:pt>
                <c:pt idx="22">
                  <c:v>3.9378186999440032</c:v>
                </c:pt>
                <c:pt idx="23">
                  <c:v>3.4362509510485006</c:v>
                </c:pt>
                <c:pt idx="24">
                  <c:v>3.1297288872221687</c:v>
                </c:pt>
                <c:pt idx="25">
                  <c:v>2.6523890636465017</c:v>
                </c:pt>
                <c:pt idx="26">
                  <c:v>2.3021131286907162</c:v>
                </c:pt>
                <c:pt idx="27">
                  <c:v>2.7217579957953735</c:v>
                </c:pt>
                <c:pt idx="28">
                  <c:v>2.8156944443223653</c:v>
                </c:pt>
                <c:pt idx="29">
                  <c:v>3.5762015094287296</c:v>
                </c:pt>
                <c:pt idx="30">
                  <c:v>1.8308557120926898</c:v>
                </c:pt>
                <c:pt idx="31">
                  <c:v>1.8416080858684647</c:v>
                </c:pt>
                <c:pt idx="32">
                  <c:v>1.5003286044300199</c:v>
                </c:pt>
                <c:pt idx="33">
                  <c:v>1.9065175302894177</c:v>
                </c:pt>
                <c:pt idx="34">
                  <c:v>2.1328268775940411</c:v>
                </c:pt>
                <c:pt idx="35">
                  <c:v>1.4572187981085944</c:v>
                </c:pt>
                <c:pt idx="36">
                  <c:v>0.70590508714999478</c:v>
                </c:pt>
                <c:pt idx="37">
                  <c:v>0.49493461275912987</c:v>
                </c:pt>
                <c:pt idx="38">
                  <c:v>0.60253979144755032</c:v>
                </c:pt>
                <c:pt idx="39">
                  <c:v>0.29457376384366629</c:v>
                </c:pt>
                <c:pt idx="40">
                  <c:v>0.32457307407277103</c:v>
                </c:pt>
                <c:pt idx="41">
                  <c:v>-1.5273949645859035</c:v>
                </c:pt>
                <c:pt idx="42">
                  <c:v>-4.3861209003908233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CD7-4683-BE23-D73AFFAD7B8D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chart'!$C$51:$C$93</c:f>
              <c:numCache>
                <c:formatCode>0.00</c:formatCode>
                <c:ptCount val="43"/>
                <c:pt idx="1">
                  <c:v>-0.27956929720153179</c:v>
                </c:pt>
                <c:pt idx="2">
                  <c:v>0.59494069098244839</c:v>
                </c:pt>
                <c:pt idx="3">
                  <c:v>0.31226717929377923</c:v>
                </c:pt>
                <c:pt idx="4">
                  <c:v>2.4660624148981514</c:v>
                </c:pt>
                <c:pt idx="5">
                  <c:v>1.6519015659955283</c:v>
                </c:pt>
                <c:pt idx="6">
                  <c:v>1.8226874185710784</c:v>
                </c:pt>
                <c:pt idx="7">
                  <c:v>2.306631565751549</c:v>
                </c:pt>
                <c:pt idx="8">
                  <c:v>4.7234745572930947</c:v>
                </c:pt>
                <c:pt idx="9">
                  <c:v>3.4690616829669896</c:v>
                </c:pt>
                <c:pt idx="10">
                  <c:v>3.1375026321330823</c:v>
                </c:pt>
                <c:pt idx="11">
                  <c:v>1.8329476883988782</c:v>
                </c:pt>
                <c:pt idx="12">
                  <c:v>1.5307789411153294</c:v>
                </c:pt>
                <c:pt idx="13">
                  <c:v>-0.96210456259165911</c:v>
                </c:pt>
                <c:pt idx="14">
                  <c:v>3.2270928103030672</c:v>
                </c:pt>
                <c:pt idx="15">
                  <c:v>2.384716638289941</c:v>
                </c:pt>
                <c:pt idx="16">
                  <c:v>1.3212734812517057</c:v>
                </c:pt>
                <c:pt idx="17">
                  <c:v>3.7935184003917044</c:v>
                </c:pt>
                <c:pt idx="18">
                  <c:v>1.9616441268607288</c:v>
                </c:pt>
                <c:pt idx="19">
                  <c:v>3.5428504404942052</c:v>
                </c:pt>
                <c:pt idx="20">
                  <c:v>3.7167796300841216</c:v>
                </c:pt>
                <c:pt idx="21">
                  <c:v>1.0997712475804944</c:v>
                </c:pt>
                <c:pt idx="22">
                  <c:v>1.7068830479025632</c:v>
                </c:pt>
                <c:pt idx="23">
                  <c:v>1.0379816302625633</c:v>
                </c:pt>
                <c:pt idx="24">
                  <c:v>3.5710844077150972</c:v>
                </c:pt>
                <c:pt idx="25">
                  <c:v>2.3221324371112795</c:v>
                </c:pt>
                <c:pt idx="26">
                  <c:v>2.5515968146372359</c:v>
                </c:pt>
                <c:pt idx="27">
                  <c:v>3.6770830534433196</c:v>
                </c:pt>
                <c:pt idx="28">
                  <c:v>0.44731829314119675</c:v>
                </c:pt>
                <c:pt idx="29">
                  <c:v>-2.020996901292893</c:v>
                </c:pt>
                <c:pt idx="30">
                  <c:v>2.8645312154375935</c:v>
                </c:pt>
                <c:pt idx="31">
                  <c:v>1.6944596621832675</c:v>
                </c:pt>
                <c:pt idx="32">
                  <c:v>0.73909048572038394</c:v>
                </c:pt>
                <c:pt idx="33">
                  <c:v>0.45929217029294644</c:v>
                </c:pt>
                <c:pt idx="34">
                  <c:v>1.578532357923379</c:v>
                </c:pt>
                <c:pt idx="35">
                  <c:v>2.0413110819977209</c:v>
                </c:pt>
                <c:pt idx="36">
                  <c:v>1.2668556110976503</c:v>
                </c:pt>
                <c:pt idx="37">
                  <c:v>1.619508033556083</c:v>
                </c:pt>
                <c:pt idx="38">
                  <c:v>1.7928519124841946</c:v>
                </c:pt>
                <c:pt idx="39">
                  <c:v>2.2409977502966694</c:v>
                </c:pt>
                <c:pt idx="40">
                  <c:v>-5.2607756495863693</c:v>
                </c:pt>
                <c:pt idx="41">
                  <c:v>6.8508961556837056</c:v>
                </c:pt>
                <c:pt idx="42">
                  <c:v>3.0099253605801124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CD7-4683-BE23-D73AFFAD7B8D}"/>
            </c:ext>
          </c:extLst>
        </c:ser>
        <c:ser>
          <c:idx val="2"/>
          <c:order val="2"/>
          <c:tx>
            <c:v>rp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chart'!$AE$3:$AE$45</c:f>
              <c:numCache>
                <c:formatCode>General</c:formatCode>
                <c:ptCount val="43"/>
                <c:pt idx="11" formatCode="0.00">
                  <c:v>1.5064028802588414</c:v>
                </c:pt>
                <c:pt idx="12" formatCode="0.00">
                  <c:v>0.51963107518742824</c:v>
                </c:pt>
                <c:pt idx="13" formatCode="0.00">
                  <c:v>0.71931713792637098</c:v>
                </c:pt>
                <c:pt idx="14" formatCode="0.00">
                  <c:v>-0.3940728587893334</c:v>
                </c:pt>
                <c:pt idx="15" formatCode="0.00">
                  <c:v>-0.63969269668410789</c:v>
                </c:pt>
                <c:pt idx="16" formatCode="0.00">
                  <c:v>0.23354624088860998</c:v>
                </c:pt>
                <c:pt idx="17" formatCode="0.00">
                  <c:v>0.32901795384338239</c:v>
                </c:pt>
                <c:pt idx="18" formatCode="0.00">
                  <c:v>0.38209531204912928</c:v>
                </c:pt>
                <c:pt idx="19" formatCode="0.00">
                  <c:v>0.73621744385864307</c:v>
                </c:pt>
                <c:pt idx="20" formatCode="0.00">
                  <c:v>0.7626004546829801</c:v>
                </c:pt>
                <c:pt idx="21" formatCode="0.00">
                  <c:v>0.93233441556064811</c:v>
                </c:pt>
                <c:pt idx="22" formatCode="0.00">
                  <c:v>0.3871934956529488</c:v>
                </c:pt>
                <c:pt idx="23" formatCode="0.00">
                  <c:v>0.38410875001081379</c:v>
                </c:pt>
                <c:pt idx="24" formatCode="0.00">
                  <c:v>0.53482653474157971</c:v>
                </c:pt>
                <c:pt idx="25" formatCode="0.00">
                  <c:v>0.46406162083393721</c:v>
                </c:pt>
                <c:pt idx="26" formatCode="0.00">
                  <c:v>0.38839052863193313</c:v>
                </c:pt>
                <c:pt idx="27" formatCode="0.00">
                  <c:v>0.45919172983069689</c:v>
                </c:pt>
                <c:pt idx="28" formatCode="0.00">
                  <c:v>0.49765360069993481</c:v>
                </c:pt>
                <c:pt idx="29" formatCode="0.00">
                  <c:v>0.25148206074150048</c:v>
                </c:pt>
                <c:pt idx="30" formatCode="0.00">
                  <c:v>0.19821262414651342</c:v>
                </c:pt>
                <c:pt idx="31" formatCode="0.00">
                  <c:v>0.45377685683579516</c:v>
                </c:pt>
                <c:pt idx="32" formatCode="0.00">
                  <c:v>0.49396654970959153</c:v>
                </c:pt>
                <c:pt idx="33" formatCode="0.00">
                  <c:v>0.8561504991594715</c:v>
                </c:pt>
                <c:pt idx="34" formatCode="0.00">
                  <c:v>0.9743397839928396</c:v>
                </c:pt>
                <c:pt idx="35" formatCode="0.00">
                  <c:v>0.87249175639713328</c:v>
                </c:pt>
                <c:pt idx="36" formatCode="0.00">
                  <c:v>0.9147762409228628</c:v>
                </c:pt>
                <c:pt idx="37" formatCode="0.00">
                  <c:v>0.76013345253958176</c:v>
                </c:pt>
                <c:pt idx="38" formatCode="0.00">
                  <c:v>0.67582449933745536</c:v>
                </c:pt>
                <c:pt idx="39" formatCode="0.00">
                  <c:v>0.73266989049311348</c:v>
                </c:pt>
                <c:pt idx="40" formatCode="0.00">
                  <c:v>0.86287455569256211</c:v>
                </c:pt>
                <c:pt idx="41" formatCode="0.00">
                  <c:v>0.7344869868438122</c:v>
                </c:pt>
                <c:pt idx="42" formatCode="0.00">
                  <c:v>0.43757525622975657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CD7-4683-BE23-D73AFFAD7B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chart'!$D$3:$D$45</c:f>
              <c:numCache>
                <c:formatCode>General</c:formatCode>
                <c:ptCount val="43"/>
                <c:pt idx="16" formatCode="0.00">
                  <c:v>-0.16259297694252339</c:v>
                </c:pt>
                <c:pt idx="17" formatCode="0.00">
                  <c:v>1.4176067393763176</c:v>
                </c:pt>
                <c:pt idx="18" formatCode="0.00">
                  <c:v>-0.2290749240918295</c:v>
                </c:pt>
                <c:pt idx="19" formatCode="0.00">
                  <c:v>3.7726584135062353</c:v>
                </c:pt>
                <c:pt idx="20" formatCode="0.00">
                  <c:v>3.4669889292351117</c:v>
                </c:pt>
                <c:pt idx="21" formatCode="0.00">
                  <c:v>0.9824428302125483</c:v>
                </c:pt>
                <c:pt idx="22" formatCode="0.00">
                  <c:v>2.3074065049717074</c:v>
                </c:pt>
                <c:pt idx="23" formatCode="0.00">
                  <c:v>2.9319513133703961</c:v>
                </c:pt>
                <c:pt idx="24" formatCode="0.00">
                  <c:v>0.11597629312872115</c:v>
                </c:pt>
                <c:pt idx="25" formatCode="0.00">
                  <c:v>3.9464521041538783</c:v>
                </c:pt>
                <c:pt idx="26" formatCode="0.00">
                  <c:v>3.3341412055236037</c:v>
                </c:pt>
                <c:pt idx="27" formatCode="0.00">
                  <c:v>0.68145227878017334</c:v>
                </c:pt>
                <c:pt idx="28" formatCode="0.00">
                  <c:v>1.7843990824181422</c:v>
                </c:pt>
                <c:pt idx="29" formatCode="0.00">
                  <c:v>1.6618890539587543</c:v>
                </c:pt>
                <c:pt idx="30" formatCode="0.00">
                  <c:v>5.3714462537601886</c:v>
                </c:pt>
                <c:pt idx="31" formatCode="0.00">
                  <c:v>3.6026376517571936</c:v>
                </c:pt>
                <c:pt idx="32" formatCode="0.00">
                  <c:v>2.132876152723683</c:v>
                </c:pt>
                <c:pt idx="33" formatCode="0.00">
                  <c:v>1.6834361311652635</c:v>
                </c:pt>
                <c:pt idx="34" formatCode="0.00">
                  <c:v>0.47193437251120862</c:v>
                </c:pt>
                <c:pt idx="35" formatCode="0.00">
                  <c:v>1.7013023267838987</c:v>
                </c:pt>
                <c:pt idx="36" formatCode="0.00">
                  <c:v>1.2441775615788973</c:v>
                </c:pt>
                <c:pt idx="37" formatCode="0.00">
                  <c:v>0.84867985422062464</c:v>
                </c:pt>
                <c:pt idx="38" formatCode="0.00">
                  <c:v>-0.28127566189657127</c:v>
                </c:pt>
                <c:pt idx="39" formatCode="0.00">
                  <c:v>-1.5535506328993134</c:v>
                </c:pt>
                <c:pt idx="40" formatCode="0.00">
                  <c:v>-1.8056217865896231</c:v>
                </c:pt>
                <c:pt idx="41" formatCode="0.00">
                  <c:v>-1.1845820997869008</c:v>
                </c:pt>
                <c:pt idx="42" formatCode="0.00">
                  <c:v>-5.5198750670557413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A27-4F9E-9196-46E6D5D562CD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chart'!$D$51:$D$93</c:f>
              <c:numCache>
                <c:formatCode>General</c:formatCode>
                <c:ptCount val="43"/>
                <c:pt idx="16" formatCode="0.00">
                  <c:v>4.5249976521338109</c:v>
                </c:pt>
                <c:pt idx="17" formatCode="0.00">
                  <c:v>-0.51833104336205249</c:v>
                </c:pt>
                <c:pt idx="18" formatCode="0.00">
                  <c:v>-0.35656659619450748</c:v>
                </c:pt>
                <c:pt idx="19" formatCode="0.00">
                  <c:v>1.384148943429242</c:v>
                </c:pt>
                <c:pt idx="20" formatCode="0.00">
                  <c:v>4.0010286350294466</c:v>
                </c:pt>
                <c:pt idx="21" formatCode="0.00">
                  <c:v>3.0429765625704208</c:v>
                </c:pt>
                <c:pt idx="22" formatCode="0.00">
                  <c:v>1.5698553282220251</c:v>
                </c:pt>
                <c:pt idx="23" formatCode="0.00">
                  <c:v>3.5836884588041684</c:v>
                </c:pt>
                <c:pt idx="24" formatCode="0.00">
                  <c:v>4.8142610012695819</c:v>
                </c:pt>
                <c:pt idx="25" formatCode="0.00">
                  <c:v>6.601617529889503</c:v>
                </c:pt>
                <c:pt idx="26" formatCode="0.00">
                  <c:v>6.7669326812542785</c:v>
                </c:pt>
                <c:pt idx="27" formatCode="0.00">
                  <c:v>5.5703388592102554</c:v>
                </c:pt>
                <c:pt idx="28" formatCode="0.00">
                  <c:v>2.686411950927603</c:v>
                </c:pt>
                <c:pt idx="29" formatCode="0.00">
                  <c:v>-4.6573310917175537</c:v>
                </c:pt>
                <c:pt idx="30" formatCode="0.00">
                  <c:v>2.4349021590451825</c:v>
                </c:pt>
                <c:pt idx="31" formatCode="0.00">
                  <c:v>1.7603596244522235</c:v>
                </c:pt>
                <c:pt idx="32" formatCode="0.00">
                  <c:v>-0.78500429900361102</c:v>
                </c:pt>
                <c:pt idx="33" formatCode="0.00">
                  <c:v>-4.5903673551528357E-2</c:v>
                </c:pt>
                <c:pt idx="34" formatCode="0.00">
                  <c:v>2.2621028970807755</c:v>
                </c:pt>
                <c:pt idx="35" formatCode="0.00">
                  <c:v>5.3883808381530729</c:v>
                </c:pt>
                <c:pt idx="36" formatCode="0.00">
                  <c:v>2.5372845203138095</c:v>
                </c:pt>
                <c:pt idx="37" formatCode="0.00">
                  <c:v>5.1687243041307118</c:v>
                </c:pt>
                <c:pt idx="38" formatCode="0.00">
                  <c:v>3.2200880695510303</c:v>
                </c:pt>
                <c:pt idx="39" formatCode="0.00">
                  <c:v>3.0298786634527897</c:v>
                </c:pt>
                <c:pt idx="40" formatCode="0.00">
                  <c:v>-5.502967961250893</c:v>
                </c:pt>
                <c:pt idx="41" formatCode="0.00">
                  <c:v>3.5530213089908447</c:v>
                </c:pt>
                <c:pt idx="42" formatCode="0.00">
                  <c:v>2.3278851679655821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A27-4F9E-9196-46E6D5D562CD}"/>
            </c:ext>
          </c:extLst>
        </c:ser>
        <c:ser>
          <c:idx val="2"/>
          <c:order val="2"/>
          <c:tx>
            <c:v>rp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chart'!$AF$3:$AF$45</c:f>
              <c:numCache>
                <c:formatCode>General</c:formatCode>
                <c:ptCount val="43"/>
                <c:pt idx="16" formatCode="0.00">
                  <c:v>3.0545957437824587</c:v>
                </c:pt>
                <c:pt idx="17" formatCode="0.00">
                  <c:v>3.7224307292094831</c:v>
                </c:pt>
                <c:pt idx="18" formatCode="0.00">
                  <c:v>3.7216526813513582</c:v>
                </c:pt>
                <c:pt idx="19" formatCode="0.00">
                  <c:v>1.4887262347426713</c:v>
                </c:pt>
                <c:pt idx="20" formatCode="0.00">
                  <c:v>-8.5962864716022658E-2</c:v>
                </c:pt>
                <c:pt idx="21" formatCode="0.00">
                  <c:v>0.62093236141382757</c:v>
                </c:pt>
                <c:pt idx="22" formatCode="0.00">
                  <c:v>-0.15827539164484516</c:v>
                </c:pt>
                <c:pt idx="23" formatCode="0.00">
                  <c:v>-0.67818934110713602</c:v>
                </c:pt>
                <c:pt idx="24" formatCode="0.00">
                  <c:v>-0.34444255113290279</c:v>
                </c:pt>
                <c:pt idx="25" formatCode="0.00">
                  <c:v>-0.22947791352978086</c:v>
                </c:pt>
                <c:pt idx="26" formatCode="0.00">
                  <c:v>-0.19071793573724216</c:v>
                </c:pt>
                <c:pt idx="27" formatCode="0.00">
                  <c:v>2.717108306133742E-2</c:v>
                </c:pt>
                <c:pt idx="28" formatCode="0.00">
                  <c:v>-0.43184786036189315</c:v>
                </c:pt>
                <c:pt idx="29" formatCode="0.00">
                  <c:v>0.39104812943238221</c:v>
                </c:pt>
                <c:pt idx="30" formatCode="0.00">
                  <c:v>0.42123593799579373</c:v>
                </c:pt>
                <c:pt idx="31" formatCode="0.00">
                  <c:v>0.38741795836163506</c:v>
                </c:pt>
                <c:pt idx="32" formatCode="0.00">
                  <c:v>0.61647034014865998</c:v>
                </c:pt>
                <c:pt idx="33" formatCode="0.00">
                  <c:v>0.72564677902749564</c:v>
                </c:pt>
                <c:pt idx="34" formatCode="0.00">
                  <c:v>0.90964539405802469</c:v>
                </c:pt>
                <c:pt idx="35" formatCode="0.00">
                  <c:v>0.77886504552383218</c:v>
                </c:pt>
                <c:pt idx="36" formatCode="0.00">
                  <c:v>0.67304871535176236</c:v>
                </c:pt>
                <c:pt idx="37" formatCode="0.00">
                  <c:v>0.59111623282730075</c:v>
                </c:pt>
                <c:pt idx="38" formatCode="0.00">
                  <c:v>0.80945977544762826</c:v>
                </c:pt>
                <c:pt idx="39" formatCode="0.00">
                  <c:v>1.0058089193195978</c:v>
                </c:pt>
                <c:pt idx="40" formatCode="0.00">
                  <c:v>1.4513159915265919</c:v>
                </c:pt>
                <c:pt idx="41" formatCode="0.00">
                  <c:v>1.2325806254385778</c:v>
                </c:pt>
                <c:pt idx="42" formatCode="0.00">
                  <c:v>1.9841702469568987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A27-4F9E-9196-46E6D5D562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chart'!$E$3:$E$45</c:f>
              <c:numCache>
                <c:formatCode>0.00</c:formatCode>
                <c:ptCount val="43"/>
                <c:pt idx="1">
                  <c:v>0.77636888486370914</c:v>
                </c:pt>
                <c:pt idx="2">
                  <c:v>0.93665157769055263</c:v>
                </c:pt>
                <c:pt idx="3">
                  <c:v>4.5253287750069573</c:v>
                </c:pt>
                <c:pt idx="4">
                  <c:v>6.2433877912048175</c:v>
                </c:pt>
                <c:pt idx="5">
                  <c:v>7.8664434937694763</c:v>
                </c:pt>
                <c:pt idx="6">
                  <c:v>8.853832439328281</c:v>
                </c:pt>
                <c:pt idx="7">
                  <c:v>5.7937503188796207</c:v>
                </c:pt>
                <c:pt idx="8">
                  <c:v>6.4276735988361251</c:v>
                </c:pt>
                <c:pt idx="9">
                  <c:v>5.2270166073646127</c:v>
                </c:pt>
                <c:pt idx="10">
                  <c:v>7.7891881173207116</c:v>
                </c:pt>
                <c:pt idx="11">
                  <c:v>7.4784177061336612</c:v>
                </c:pt>
                <c:pt idx="12">
                  <c:v>7.4295242451640924</c:v>
                </c:pt>
                <c:pt idx="13">
                  <c:v>9.6675908043882384</c:v>
                </c:pt>
                <c:pt idx="14">
                  <c:v>6.8147408297207539</c:v>
                </c:pt>
                <c:pt idx="15">
                  <c:v>6.8253237488989766</c:v>
                </c:pt>
                <c:pt idx="16">
                  <c:v>6.2656600300828655</c:v>
                </c:pt>
                <c:pt idx="17">
                  <c:v>5.7461829927094419</c:v>
                </c:pt>
                <c:pt idx="18">
                  <c:v>6.0619667980779015</c:v>
                </c:pt>
                <c:pt idx="19">
                  <c:v>5.4986859243307888</c:v>
                </c:pt>
                <c:pt idx="20">
                  <c:v>4.0090153498872061</c:v>
                </c:pt>
                <c:pt idx="21">
                  <c:v>4.1590382538954236</c:v>
                </c:pt>
                <c:pt idx="22">
                  <c:v>4.2198383144695537</c:v>
                </c:pt>
                <c:pt idx="23">
                  <c:v>4.2572390094034924</c:v>
                </c:pt>
                <c:pt idx="24">
                  <c:v>3.598605025791592</c:v>
                </c:pt>
                <c:pt idx="25">
                  <c:v>2.0002876180565607</c:v>
                </c:pt>
                <c:pt idx="26">
                  <c:v>2.9998491689473514</c:v>
                </c:pt>
                <c:pt idx="27">
                  <c:v>2.8705551535526039</c:v>
                </c:pt>
                <c:pt idx="28">
                  <c:v>1.3023905333192802</c:v>
                </c:pt>
                <c:pt idx="29">
                  <c:v>4.9754737987373376</c:v>
                </c:pt>
                <c:pt idx="30">
                  <c:v>1.7459440473362946</c:v>
                </c:pt>
                <c:pt idx="31">
                  <c:v>4.0798284512061116</c:v>
                </c:pt>
                <c:pt idx="32">
                  <c:v>1.6578900832253112</c:v>
                </c:pt>
                <c:pt idx="33">
                  <c:v>2.885908047275247</c:v>
                </c:pt>
                <c:pt idx="34">
                  <c:v>2.3955227918145043</c:v>
                </c:pt>
                <c:pt idx="35">
                  <c:v>3.1674090650206357</c:v>
                </c:pt>
                <c:pt idx="36">
                  <c:v>3.2134241940515009</c:v>
                </c:pt>
                <c:pt idx="37">
                  <c:v>1.0082045576568155</c:v>
                </c:pt>
                <c:pt idx="38">
                  <c:v>1.541095229075883</c:v>
                </c:pt>
                <c:pt idx="39">
                  <c:v>1.1676184263314271</c:v>
                </c:pt>
                <c:pt idx="40">
                  <c:v>-1.283551560509463</c:v>
                </c:pt>
                <c:pt idx="41">
                  <c:v>-1.4135932830730618</c:v>
                </c:pt>
                <c:pt idx="42">
                  <c:v>-5.8795516903546989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5EF-4C71-98EC-C10E9A489A40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chart'!$E$51:$E$93</c:f>
              <c:numCache>
                <c:formatCode>0.00</c:formatCode>
                <c:ptCount val="43"/>
                <c:pt idx="1">
                  <c:v>-0.65833412842284389</c:v>
                </c:pt>
                <c:pt idx="2">
                  <c:v>3.6784479446792195</c:v>
                </c:pt>
                <c:pt idx="3">
                  <c:v>2.5937934228809745</c:v>
                </c:pt>
                <c:pt idx="4">
                  <c:v>4.1715575620767442</c:v>
                </c:pt>
                <c:pt idx="5">
                  <c:v>4.0045072375834323</c:v>
                </c:pt>
                <c:pt idx="6">
                  <c:v>4.9004083673639398</c:v>
                </c:pt>
                <c:pt idx="7">
                  <c:v>0.25423055533486671</c:v>
                </c:pt>
                <c:pt idx="8">
                  <c:v>-7.924558205896215E-3</c:v>
                </c:pt>
                <c:pt idx="9">
                  <c:v>0.64194008559201876</c:v>
                </c:pt>
                <c:pt idx="10">
                  <c:v>1.4725568942436373</c:v>
                </c:pt>
                <c:pt idx="11">
                  <c:v>1.3968648145273876</c:v>
                </c:pt>
                <c:pt idx="12">
                  <c:v>1.9592836369202615</c:v>
                </c:pt>
                <c:pt idx="13">
                  <c:v>7.5063804233499454E-3</c:v>
                </c:pt>
                <c:pt idx="14">
                  <c:v>5.3291300758087523</c:v>
                </c:pt>
                <c:pt idx="15">
                  <c:v>3.0285755006057125</c:v>
                </c:pt>
                <c:pt idx="16">
                  <c:v>2.9049661087287237</c:v>
                </c:pt>
                <c:pt idx="17">
                  <c:v>3.2598467535959186</c:v>
                </c:pt>
                <c:pt idx="18">
                  <c:v>2.2131094187333167</c:v>
                </c:pt>
                <c:pt idx="19">
                  <c:v>2.9484811819397549</c:v>
                </c:pt>
                <c:pt idx="20">
                  <c:v>3.7486081900284685</c:v>
                </c:pt>
                <c:pt idx="21">
                  <c:v>0.82279990460289998</c:v>
                </c:pt>
                <c:pt idx="22">
                  <c:v>0.46717918391485647</c:v>
                </c:pt>
                <c:pt idx="23">
                  <c:v>0.3884866678439014</c:v>
                </c:pt>
                <c:pt idx="24">
                  <c:v>2.6678393433010816</c:v>
                </c:pt>
                <c:pt idx="25">
                  <c:v>2.3415191319246187</c:v>
                </c:pt>
                <c:pt idx="26">
                  <c:v>3.9118303571428426</c:v>
                </c:pt>
                <c:pt idx="27">
                  <c:v>0.90757746630150127</c:v>
                </c:pt>
                <c:pt idx="28">
                  <c:v>-0.51091005854176919</c:v>
                </c:pt>
                <c:pt idx="29">
                  <c:v>-4.9053172140793855</c:v>
                </c:pt>
                <c:pt idx="30">
                  <c:v>1.8675817066996725</c:v>
                </c:pt>
                <c:pt idx="31">
                  <c:v>1.3363520901209291</c:v>
                </c:pt>
                <c:pt idx="32">
                  <c:v>0.2288703612882248</c:v>
                </c:pt>
                <c:pt idx="33">
                  <c:v>0.93513836785734661</c:v>
                </c:pt>
                <c:pt idx="34">
                  <c:v>1.6159439806086695</c:v>
                </c:pt>
                <c:pt idx="35">
                  <c:v>2.3429631592897016</c:v>
                </c:pt>
                <c:pt idx="36">
                  <c:v>3.2475268037499339</c:v>
                </c:pt>
                <c:pt idx="37">
                  <c:v>2.8193037022173018</c:v>
                </c:pt>
                <c:pt idx="38">
                  <c:v>1.9906323185011843</c:v>
                </c:pt>
                <c:pt idx="39">
                  <c:v>1.4925373134328179</c:v>
                </c:pt>
                <c:pt idx="40">
                  <c:v>-2.4226998491704399</c:v>
                </c:pt>
                <c:pt idx="41">
                  <c:v>6.8447492995845849</c:v>
                </c:pt>
                <c:pt idx="42">
                  <c:v>2.7306840273068511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5EF-4C71-98EC-C10E9A489A40}"/>
            </c:ext>
          </c:extLst>
        </c:ser>
        <c:ser>
          <c:idx val="2"/>
          <c:order val="2"/>
          <c:tx>
            <c:v>rp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chart'!$AG$3:$AG$45</c:f>
              <c:numCache>
                <c:formatCode>General</c:formatCode>
                <c:ptCount val="43"/>
                <c:pt idx="11" formatCode="0.00">
                  <c:v>2.2419243686030672</c:v>
                </c:pt>
                <c:pt idx="12" formatCode="0.00">
                  <c:v>0.57147455810109093</c:v>
                </c:pt>
                <c:pt idx="13" formatCode="0.00">
                  <c:v>2.3710693788877162</c:v>
                </c:pt>
                <c:pt idx="14" formatCode="0.00">
                  <c:v>0.70465433873555483</c:v>
                </c:pt>
                <c:pt idx="15" formatCode="0.00">
                  <c:v>0.46903100044182811</c:v>
                </c:pt>
                <c:pt idx="16" formatCode="0.00">
                  <c:v>1.8614038863765661</c:v>
                </c:pt>
                <c:pt idx="17" formatCode="0.00">
                  <c:v>1.7542319200107741</c:v>
                </c:pt>
                <c:pt idx="18" formatCode="0.00">
                  <c:v>1.4423417840763681</c:v>
                </c:pt>
                <c:pt idx="19" formatCode="0.00">
                  <c:v>1.8570909094709176</c:v>
                </c:pt>
                <c:pt idx="20" formatCode="0.00">
                  <c:v>1.6305209230808373</c:v>
                </c:pt>
                <c:pt idx="21" formatCode="0.00">
                  <c:v>1.4266025655971273</c:v>
                </c:pt>
                <c:pt idx="22" formatCode="0.00">
                  <c:v>1.3765997574403199</c:v>
                </c:pt>
                <c:pt idx="23" formatCode="0.00">
                  <c:v>0.83746721638960153</c:v>
                </c:pt>
                <c:pt idx="24" formatCode="0.00">
                  <c:v>1.1856791211071203</c:v>
                </c:pt>
                <c:pt idx="25" formatCode="0.00">
                  <c:v>0.63127992186550141</c:v>
                </c:pt>
                <c:pt idx="26" formatCode="0.00">
                  <c:v>0.8978830850258861</c:v>
                </c:pt>
                <c:pt idx="27" formatCode="0.00">
                  <c:v>1.1099709694852837</c:v>
                </c:pt>
                <c:pt idx="28" formatCode="0.00">
                  <c:v>1.2098215626316309</c:v>
                </c:pt>
                <c:pt idx="29" formatCode="0.00">
                  <c:v>1.6445313464928932</c:v>
                </c:pt>
                <c:pt idx="30" formatCode="0.00">
                  <c:v>1.4483840409301409</c:v>
                </c:pt>
                <c:pt idx="31" formatCode="0.00">
                  <c:v>1.5248396669514994</c:v>
                </c:pt>
                <c:pt idx="32" formatCode="0.00">
                  <c:v>1.0622918877522478</c:v>
                </c:pt>
                <c:pt idx="33" formatCode="0.00">
                  <c:v>1.4511759026623579</c:v>
                </c:pt>
                <c:pt idx="34" formatCode="0.00">
                  <c:v>1.2899000790597652</c:v>
                </c:pt>
                <c:pt idx="35" formatCode="0.00">
                  <c:v>1.6845198072043825</c:v>
                </c:pt>
                <c:pt idx="36" formatCode="0.00">
                  <c:v>1.7544431026787399</c:v>
                </c:pt>
                <c:pt idx="37" formatCode="0.00">
                  <c:v>0.63138520182124425</c:v>
                </c:pt>
                <c:pt idx="38" formatCode="0.00">
                  <c:v>0.80990374513701457</c:v>
                </c:pt>
                <c:pt idx="39" formatCode="0.00">
                  <c:v>0.88823947376418477</c:v>
                </c:pt>
                <c:pt idx="40" formatCode="0.00">
                  <c:v>0.57981761849056146</c:v>
                </c:pt>
                <c:pt idx="41" formatCode="0.00">
                  <c:v>0.53207031034952856</c:v>
                </c:pt>
                <c:pt idx="42" formatCode="0.00">
                  <c:v>1.1201382382328582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5EF-4C71-98EC-C10E9A489A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chart'!$F$3:$F$45</c:f>
              <c:numCache>
                <c:formatCode>General</c:formatCode>
                <c:ptCount val="43"/>
                <c:pt idx="16" formatCode="0.00">
                  <c:v>-16.520697346329808</c:v>
                </c:pt>
                <c:pt idx="17" formatCode="0.00">
                  <c:v>-3.4203621111633975</c:v>
                </c:pt>
                <c:pt idx="18" formatCode="0.00">
                  <c:v>0.42444397946230517</c:v>
                </c:pt>
                <c:pt idx="19" formatCode="0.00">
                  <c:v>0.21180065346152066</c:v>
                </c:pt>
                <c:pt idx="20" formatCode="0.00">
                  <c:v>1.8016796347835733</c:v>
                </c:pt>
                <c:pt idx="21" formatCode="0.00">
                  <c:v>-1.9196988073409758</c:v>
                </c:pt>
                <c:pt idx="22" formatCode="0.00">
                  <c:v>1.2314448923335943</c:v>
                </c:pt>
                <c:pt idx="23" formatCode="0.00">
                  <c:v>0.64958149234089468</c:v>
                </c:pt>
                <c:pt idx="24" formatCode="0.00">
                  <c:v>-0.32106096908107506</c:v>
                </c:pt>
                <c:pt idx="25" formatCode="0.00">
                  <c:v>-1.6430967955335767</c:v>
                </c:pt>
                <c:pt idx="26" formatCode="0.00">
                  <c:v>-4.7583870042950327</c:v>
                </c:pt>
                <c:pt idx="27" formatCode="0.00">
                  <c:v>-8.0754510930366123</c:v>
                </c:pt>
                <c:pt idx="28" formatCode="0.00">
                  <c:v>-1.2470434380921818</c:v>
                </c:pt>
                <c:pt idx="29" formatCode="0.00">
                  <c:v>3.8851516123117902</c:v>
                </c:pt>
                <c:pt idx="30" formatCode="0.00">
                  <c:v>-0.55262442019259539</c:v>
                </c:pt>
                <c:pt idx="31" formatCode="0.00">
                  <c:v>-3.8941839163114231</c:v>
                </c:pt>
                <c:pt idx="32" formatCode="0.00">
                  <c:v>-2.2043087096037102</c:v>
                </c:pt>
                <c:pt idx="33" formatCode="0.00">
                  <c:v>-3.2362357260903378</c:v>
                </c:pt>
                <c:pt idx="34" formatCode="0.00">
                  <c:v>-2.2125452689936909</c:v>
                </c:pt>
                <c:pt idx="35" formatCode="0.00">
                  <c:v>-0.49200312767568399</c:v>
                </c:pt>
                <c:pt idx="36" formatCode="0.00">
                  <c:v>-1.830779112693387</c:v>
                </c:pt>
                <c:pt idx="37" formatCode="0.00">
                  <c:v>-3.2363083707720102</c:v>
                </c:pt>
                <c:pt idx="38" formatCode="0.00">
                  <c:v>-4.4513432763021425</c:v>
                </c:pt>
                <c:pt idx="39" formatCode="0.00">
                  <c:v>-3.2489067005540981</c:v>
                </c:pt>
                <c:pt idx="40" formatCode="0.00">
                  <c:v>1.409356519701096</c:v>
                </c:pt>
                <c:pt idx="41" formatCode="0.00">
                  <c:v>-5.7788379494625355</c:v>
                </c:pt>
                <c:pt idx="42" formatCode="0.00">
                  <c:v>-15.578707675159782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363-4AFE-BA1B-6547623FE135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chart'!$F$51:$F$93</c:f>
              <c:numCache>
                <c:formatCode>General</c:formatCode>
                <c:ptCount val="43"/>
                <c:pt idx="14" formatCode="0.00">
                  <c:v>-1.6416612307023293</c:v>
                </c:pt>
                <c:pt idx="15" formatCode="0.00">
                  <c:v>2.1554106333591339</c:v>
                </c:pt>
                <c:pt idx="16" formatCode="0.00">
                  <c:v>4.9448171391473617</c:v>
                </c:pt>
                <c:pt idx="17" formatCode="0.00">
                  <c:v>13.042581709454581</c:v>
                </c:pt>
                <c:pt idx="18" formatCode="0.00">
                  <c:v>4.341481211236764</c:v>
                </c:pt>
                <c:pt idx="19" formatCode="0.00">
                  <c:v>-0.41958041958042314</c:v>
                </c:pt>
                <c:pt idx="20" formatCode="0.00">
                  <c:v>10.08602528089888</c:v>
                </c:pt>
                <c:pt idx="21" formatCode="0.00">
                  <c:v>6.0043058767243362</c:v>
                </c:pt>
                <c:pt idx="22" formatCode="0.00">
                  <c:v>6.7699714156762569</c:v>
                </c:pt>
                <c:pt idx="23" formatCode="0.00">
                  <c:v>7.6018035789770178</c:v>
                </c:pt>
                <c:pt idx="24" formatCode="0.00">
                  <c:v>6.8028547109277859</c:v>
                </c:pt>
                <c:pt idx="25" formatCode="0.00">
                  <c:v>9.5267287886218632</c:v>
                </c:pt>
                <c:pt idx="26" formatCode="0.00">
                  <c:v>9.7615582670995238</c:v>
                </c:pt>
                <c:pt idx="27" formatCode="0.00">
                  <c:v>7.5828658847526764</c:v>
                </c:pt>
                <c:pt idx="28" formatCode="0.00">
                  <c:v>-5.1334312935488509</c:v>
                </c:pt>
                <c:pt idx="29" formatCode="0.00">
                  <c:v>-14.629759168582002</c:v>
                </c:pt>
                <c:pt idx="30" formatCode="0.00">
                  <c:v>2.446447383823025</c:v>
                </c:pt>
                <c:pt idx="31" formatCode="0.00">
                  <c:v>7.2611974405849988</c:v>
                </c:pt>
                <c:pt idx="32" formatCode="0.00">
                  <c:v>3.2276964047936119</c:v>
                </c:pt>
                <c:pt idx="33" formatCode="0.00">
                  <c:v>1.4601929724988416</c:v>
                </c:pt>
                <c:pt idx="34" formatCode="0.00">
                  <c:v>3.0105777054515892</c:v>
                </c:pt>
                <c:pt idx="35" formatCode="0.00">
                  <c:v>1.8513033175355353</c:v>
                </c:pt>
                <c:pt idx="36" formatCode="0.00">
                  <c:v>3.1554456885269699</c:v>
                </c:pt>
                <c:pt idx="37" formatCode="0.00">
                  <c:v>5.7936284183817355</c:v>
                </c:pt>
                <c:pt idx="38" formatCode="0.00">
                  <c:v>3.7841439040639635</c:v>
                </c:pt>
                <c:pt idx="39" formatCode="0.00">
                  <c:v>4.0356057688192726</c:v>
                </c:pt>
                <c:pt idx="40" formatCode="0.00">
                  <c:v>-0.96668037844508392</c:v>
                </c:pt>
                <c:pt idx="41" formatCode="0.00">
                  <c:v>7.2481827622014494</c:v>
                </c:pt>
                <c:pt idx="42" formatCode="0.00">
                  <c:v>-0.46088303640589023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363-4AFE-BA1B-6547623FE135}"/>
            </c:ext>
          </c:extLst>
        </c:ser>
        <c:ser>
          <c:idx val="2"/>
          <c:order val="2"/>
          <c:tx>
            <c:v>rp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chart'!$AH$3:$AH$45</c:f>
              <c:numCache>
                <c:formatCode>General</c:formatCode>
                <c:ptCount val="43"/>
                <c:pt idx="16" formatCode="0.00">
                  <c:v>-0.39594713160082229</c:v>
                </c:pt>
                <c:pt idx="17" formatCode="0.00">
                  <c:v>0.49624447150877415</c:v>
                </c:pt>
                <c:pt idx="18" formatCode="0.00">
                  <c:v>1.4607652872047483</c:v>
                </c:pt>
                <c:pt idx="19" formatCode="0.00">
                  <c:v>1.3481218015961938</c:v>
                </c:pt>
                <c:pt idx="20" formatCode="0.00">
                  <c:v>9.107758476748451E-2</c:v>
                </c:pt>
                <c:pt idx="21" formatCode="0.00">
                  <c:v>-0.37097173280299511</c:v>
                </c:pt>
                <c:pt idx="22" formatCode="0.00">
                  <c:v>0.89808844365823859</c:v>
                </c:pt>
                <c:pt idx="23" formatCode="0.00">
                  <c:v>-0.36468094945151641</c:v>
                </c:pt>
                <c:pt idx="24" formatCode="0.00">
                  <c:v>-0.13903502930628786</c:v>
                </c:pt>
                <c:pt idx="25" formatCode="0.00">
                  <c:v>9.9986416527491073E-3</c:v>
                </c:pt>
                <c:pt idx="26" formatCode="0.00">
                  <c:v>4.1988596733887995E-2</c:v>
                </c:pt>
                <c:pt idx="27" formatCode="0.00">
                  <c:v>8.8067429817102472E-2</c:v>
                </c:pt>
                <c:pt idx="28" formatCode="0.00">
                  <c:v>1.3288955869830277</c:v>
                </c:pt>
                <c:pt idx="29" formatCode="0.00">
                  <c:v>-0.3629920794253696</c:v>
                </c:pt>
                <c:pt idx="30" formatCode="0.00">
                  <c:v>-2.2537632733833854</c:v>
                </c:pt>
                <c:pt idx="31" formatCode="0.00">
                  <c:v>-1.6163995195763217</c:v>
                </c:pt>
                <c:pt idx="32" formatCode="0.00">
                  <c:v>-1.0985719469935955</c:v>
                </c:pt>
                <c:pt idx="33" formatCode="0.00">
                  <c:v>-1.5275571241043313</c:v>
                </c:pt>
                <c:pt idx="34" formatCode="0.00">
                  <c:v>-1.437690517959731</c:v>
                </c:pt>
                <c:pt idx="35" formatCode="0.00">
                  <c:v>-1.370563343956825</c:v>
                </c:pt>
                <c:pt idx="36" formatCode="0.00">
                  <c:v>-1.3559079589205305</c:v>
                </c:pt>
                <c:pt idx="37" formatCode="0.00">
                  <c:v>-1.210481855551351</c:v>
                </c:pt>
                <c:pt idx="38" formatCode="0.00">
                  <c:v>-1.0906599538122477</c:v>
                </c:pt>
                <c:pt idx="39" formatCode="0.00">
                  <c:v>-0.9722939835498845</c:v>
                </c:pt>
                <c:pt idx="40" formatCode="0.00">
                  <c:v>-0.55934483039688798</c:v>
                </c:pt>
                <c:pt idx="41" formatCode="0.00">
                  <c:v>-0.73944084602687021</c:v>
                </c:pt>
                <c:pt idx="42" formatCode="0.00">
                  <c:v>-0.57571421848706583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363-4AFE-BA1B-6547623FE1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chart'!$G$3:$G$45</c:f>
              <c:numCache>
                <c:formatCode>0.00</c:formatCode>
                <c:ptCount val="43"/>
                <c:pt idx="1">
                  <c:v>-0.94238755160452392</c:v>
                </c:pt>
                <c:pt idx="2">
                  <c:v>2.3708143352206967</c:v>
                </c:pt>
                <c:pt idx="3">
                  <c:v>3.2454294722779728</c:v>
                </c:pt>
                <c:pt idx="4">
                  <c:v>2.9973527464346237</c:v>
                </c:pt>
                <c:pt idx="5">
                  <c:v>7.1597195334553252</c:v>
                </c:pt>
                <c:pt idx="6">
                  <c:v>6.2638017310891296</c:v>
                </c:pt>
                <c:pt idx="7">
                  <c:v>6.2039569204944778</c:v>
                </c:pt>
                <c:pt idx="8">
                  <c:v>2.2986587368740654</c:v>
                </c:pt>
                <c:pt idx="9">
                  <c:v>2.9525555354377664</c:v>
                </c:pt>
                <c:pt idx="10">
                  <c:v>4.5393164406232769</c:v>
                </c:pt>
                <c:pt idx="11">
                  <c:v>11.160224980912574</c:v>
                </c:pt>
                <c:pt idx="12">
                  <c:v>10.145011996585669</c:v>
                </c:pt>
                <c:pt idx="13">
                  <c:v>9.3214882110417818</c:v>
                </c:pt>
                <c:pt idx="14">
                  <c:v>6.0178470279455345</c:v>
                </c:pt>
                <c:pt idx="15">
                  <c:v>3.2162065224551384</c:v>
                </c:pt>
                <c:pt idx="16">
                  <c:v>7.7009275641548696</c:v>
                </c:pt>
                <c:pt idx="17">
                  <c:v>5.8839251599055657</c:v>
                </c:pt>
                <c:pt idx="18">
                  <c:v>4.0064419948143293</c:v>
                </c:pt>
                <c:pt idx="19">
                  <c:v>5.5970314605591893</c:v>
                </c:pt>
                <c:pt idx="20">
                  <c:v>4.9813056972644194</c:v>
                </c:pt>
                <c:pt idx="21">
                  <c:v>3.0741980025476208</c:v>
                </c:pt>
                <c:pt idx="22">
                  <c:v>4.1469122799548499</c:v>
                </c:pt>
                <c:pt idx="23">
                  <c:v>4.4333055353378406</c:v>
                </c:pt>
                <c:pt idx="24">
                  <c:v>3.5392643205335927</c:v>
                </c:pt>
                <c:pt idx="25">
                  <c:v>2.9960530080658789</c:v>
                </c:pt>
                <c:pt idx="26">
                  <c:v>3.0106325460854491</c:v>
                </c:pt>
                <c:pt idx="27">
                  <c:v>1.2810934328005272</c:v>
                </c:pt>
                <c:pt idx="28">
                  <c:v>1.2378775546158947</c:v>
                </c:pt>
                <c:pt idx="29">
                  <c:v>2.0411250372928063</c:v>
                </c:pt>
                <c:pt idx="30">
                  <c:v>2.9846777936034505</c:v>
                </c:pt>
                <c:pt idx="31">
                  <c:v>0.29306449956838199</c:v>
                </c:pt>
                <c:pt idx="32">
                  <c:v>-0.18600424242894453</c:v>
                </c:pt>
                <c:pt idx="33">
                  <c:v>-0.31368580565269699</c:v>
                </c:pt>
                <c:pt idx="34">
                  <c:v>0.42684031513369458</c:v>
                </c:pt>
                <c:pt idx="35">
                  <c:v>0.21892609050161083</c:v>
                </c:pt>
                <c:pt idx="36">
                  <c:v>1.5544814647063117</c:v>
                </c:pt>
                <c:pt idx="37">
                  <c:v>0.71150407908515056</c:v>
                </c:pt>
                <c:pt idx="38">
                  <c:v>-0.52315404704298296</c:v>
                </c:pt>
                <c:pt idx="39">
                  <c:v>-0.12888584090915867</c:v>
                </c:pt>
                <c:pt idx="40">
                  <c:v>-0.54917890566636784</c:v>
                </c:pt>
                <c:pt idx="41">
                  <c:v>-1.6650728006656874</c:v>
                </c:pt>
                <c:pt idx="42">
                  <c:v>-4.5800281557539462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C33-4A48-8180-70EB8F1A3DD9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chart'!$G$51:$G$93</c:f>
              <c:numCache>
                <c:formatCode>0.00</c:formatCode>
                <c:ptCount val="43"/>
                <c:pt idx="1">
                  <c:v>1.2938145821876024</c:v>
                </c:pt>
                <c:pt idx="2">
                  <c:v>3.0870194688916719</c:v>
                </c:pt>
                <c:pt idx="3">
                  <c:v>3.1220837298690851</c:v>
                </c:pt>
                <c:pt idx="4">
                  <c:v>3.213927317038201</c:v>
                </c:pt>
                <c:pt idx="5">
                  <c:v>3.5366118321107809</c:v>
                </c:pt>
                <c:pt idx="6">
                  <c:v>2.7257711559583786</c:v>
                </c:pt>
                <c:pt idx="7">
                  <c:v>3.5594188703885088</c:v>
                </c:pt>
                <c:pt idx="8">
                  <c:v>5.2111821312883722</c:v>
                </c:pt>
                <c:pt idx="9">
                  <c:v>5.0864090251923288</c:v>
                </c:pt>
                <c:pt idx="10">
                  <c:v>0.21171489061400095</c:v>
                </c:pt>
                <c:pt idx="11">
                  <c:v>-5.8863280694266606</c:v>
                </c:pt>
                <c:pt idx="12">
                  <c:v>-3.2946600657571601</c:v>
                </c:pt>
                <c:pt idx="13">
                  <c:v>-0.66199803041907535</c:v>
                </c:pt>
                <c:pt idx="14">
                  <c:v>3.9638392119528909</c:v>
                </c:pt>
                <c:pt idx="15">
                  <c:v>4.2168355570354921</c:v>
                </c:pt>
                <c:pt idx="16">
                  <c:v>3.6671531998634599</c:v>
                </c:pt>
                <c:pt idx="17">
                  <c:v>6.3344517683648682</c:v>
                </c:pt>
                <c:pt idx="18">
                  <c:v>5.457108601994709</c:v>
                </c:pt>
                <c:pt idx="19">
                  <c:v>4.3795210074584867</c:v>
                </c:pt>
                <c:pt idx="20">
                  <c:v>5.7732933565533662</c:v>
                </c:pt>
                <c:pt idx="21">
                  <c:v>2.6094237993934621</c:v>
                </c:pt>
                <c:pt idx="22">
                  <c:v>1.7071395487328722</c:v>
                </c:pt>
                <c:pt idx="23">
                  <c:v>2.0037733394053792</c:v>
                </c:pt>
                <c:pt idx="24">
                  <c:v>3.9920700724961122</c:v>
                </c:pt>
                <c:pt idx="25">
                  <c:v>2.7798363479318633</c:v>
                </c:pt>
                <c:pt idx="26">
                  <c:v>4.0273896309262147</c:v>
                </c:pt>
                <c:pt idx="27">
                  <c:v>5.2993111755904598</c:v>
                </c:pt>
                <c:pt idx="28">
                  <c:v>0.78399150184080835</c:v>
                </c:pt>
                <c:pt idx="29">
                  <c:v>-8.0744110625647458</c:v>
                </c:pt>
                <c:pt idx="30">
                  <c:v>3.1859430430607016</c:v>
                </c:pt>
                <c:pt idx="31">
                  <c:v>2.547177875072415</c:v>
                </c:pt>
                <c:pt idx="32">
                  <c:v>-1.3970826580226858</c:v>
                </c:pt>
                <c:pt idx="33">
                  <c:v>-0.90216171283924451</c:v>
                </c:pt>
                <c:pt idx="34">
                  <c:v>-0.36490815688208222</c:v>
                </c:pt>
                <c:pt idx="35">
                  <c:v>0.54365921176549037</c:v>
                </c:pt>
                <c:pt idx="36">
                  <c:v>2.8114577666343399</c:v>
                </c:pt>
                <c:pt idx="37">
                  <c:v>3.1924096296841675</c:v>
                </c:pt>
                <c:pt idx="38">
                  <c:v>1.1397180134304907</c:v>
                </c:pt>
                <c:pt idx="39">
                  <c:v>1.2243080477202239</c:v>
                </c:pt>
                <c:pt idx="40">
                  <c:v>-2.3549754136559797</c:v>
                </c:pt>
                <c:pt idx="41">
                  <c:v>2.8381922637739088</c:v>
                </c:pt>
                <c:pt idx="42">
                  <c:v>1.3354730975255302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C33-4A48-8180-70EB8F1A3DD9}"/>
            </c:ext>
          </c:extLst>
        </c:ser>
        <c:ser>
          <c:idx val="2"/>
          <c:order val="2"/>
          <c:tx>
            <c:v>rp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chart'!$AI$3:$AI$45</c:f>
              <c:numCache>
                <c:formatCode>General</c:formatCode>
                <c:ptCount val="43"/>
                <c:pt idx="11" formatCode="0.00">
                  <c:v>4.7783869359356643</c:v>
                </c:pt>
                <c:pt idx="12" formatCode="0.00">
                  <c:v>2.5210748633433546</c:v>
                </c:pt>
                <c:pt idx="13" formatCode="0.00">
                  <c:v>3.207532604978514</c:v>
                </c:pt>
                <c:pt idx="14" formatCode="0.00">
                  <c:v>0.18413053778052735</c:v>
                </c:pt>
                <c:pt idx="15" formatCode="0.00">
                  <c:v>-0.22072247092663311</c:v>
                </c:pt>
                <c:pt idx="16" formatCode="0.00">
                  <c:v>1.2083474119706548</c:v>
                </c:pt>
                <c:pt idx="17" formatCode="0.00">
                  <c:v>1.9572695280514685</c:v>
                </c:pt>
                <c:pt idx="18" formatCode="0.00">
                  <c:v>1.2484861590940737</c:v>
                </c:pt>
                <c:pt idx="19" formatCode="0.00">
                  <c:v>1.1974202187031127</c:v>
                </c:pt>
                <c:pt idx="20" formatCode="0.00">
                  <c:v>1.2249772122280076</c:v>
                </c:pt>
                <c:pt idx="21" formatCode="0.00">
                  <c:v>1.1271029403346091</c:v>
                </c:pt>
                <c:pt idx="22" formatCode="0.00">
                  <c:v>-9.9618214482696921E-2</c:v>
                </c:pt>
                <c:pt idx="23" formatCode="0.00">
                  <c:v>-0.27934250329971455</c:v>
                </c:pt>
                <c:pt idx="24" formatCode="0.00">
                  <c:v>-0.36742911862386851</c:v>
                </c:pt>
                <c:pt idx="25" formatCode="0.00">
                  <c:v>-0.34575223839060643</c:v>
                </c:pt>
                <c:pt idx="26" formatCode="0.00">
                  <c:v>-0.24737346061152543</c:v>
                </c:pt>
                <c:pt idx="27" formatCode="0.00">
                  <c:v>-0.1609368737215684</c:v>
                </c:pt>
                <c:pt idx="28" formatCode="0.00">
                  <c:v>5.0051737568374222E-2</c:v>
                </c:pt>
                <c:pt idx="29" formatCode="0.00">
                  <c:v>-4.4358531667037848E-2</c:v>
                </c:pt>
                <c:pt idx="30" formatCode="0.00">
                  <c:v>-0.21632526810922359</c:v>
                </c:pt>
                <c:pt idx="31" formatCode="0.00">
                  <c:v>-0.2783211843931892</c:v>
                </c:pt>
                <c:pt idx="32" formatCode="0.00">
                  <c:v>-0.1802405393601112</c:v>
                </c:pt>
                <c:pt idx="33" formatCode="0.00">
                  <c:v>-7.6585794037105082E-2</c:v>
                </c:pt>
                <c:pt idx="34" formatCode="0.00">
                  <c:v>-8.2232544778679362E-2</c:v>
                </c:pt>
                <c:pt idx="35" formatCode="0.00">
                  <c:v>-7.9547962170946063E-2</c:v>
                </c:pt>
                <c:pt idx="36" formatCode="0.00">
                  <c:v>-7.0647381520844821E-2</c:v>
                </c:pt>
                <c:pt idx="37" formatCode="0.00">
                  <c:v>-3.3858469251701218E-2</c:v>
                </c:pt>
                <c:pt idx="38" formatCode="0.00">
                  <c:v>1.6685060983039346E-3</c:v>
                </c:pt>
                <c:pt idx="39" formatCode="0.00">
                  <c:v>3.8751861191974157E-2</c:v>
                </c:pt>
                <c:pt idx="40" formatCode="0.00">
                  <c:v>2.4192329809277435E-2</c:v>
                </c:pt>
                <c:pt idx="41" formatCode="0.00">
                  <c:v>-0.17760181689461707</c:v>
                </c:pt>
                <c:pt idx="42" formatCode="0.00">
                  <c:v>-0.26449047159833605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C33-4A48-8180-70EB8F1A3D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chart'!$H$3:$H$45</c:f>
              <c:numCache>
                <c:formatCode>0.00</c:formatCode>
                <c:ptCount val="43"/>
                <c:pt idx="1">
                  <c:v>-2.47793694992688</c:v>
                </c:pt>
                <c:pt idx="2">
                  <c:v>-2.9730917190383792</c:v>
                </c:pt>
                <c:pt idx="3">
                  <c:v>9.2416893176441306E-3</c:v>
                </c:pt>
                <c:pt idx="4">
                  <c:v>2.4282423799552229</c:v>
                </c:pt>
                <c:pt idx="5">
                  <c:v>3.8537665572844517</c:v>
                </c:pt>
                <c:pt idx="6">
                  <c:v>3.8919344374879117</c:v>
                </c:pt>
                <c:pt idx="7">
                  <c:v>5.8118688231339988</c:v>
                </c:pt>
                <c:pt idx="8">
                  <c:v>4.412543370744741</c:v>
                </c:pt>
                <c:pt idx="9">
                  <c:v>4.5721569059387912</c:v>
                </c:pt>
                <c:pt idx="10">
                  <c:v>5.5303866922951839</c:v>
                </c:pt>
                <c:pt idx="11">
                  <c:v>5.5998582497904348</c:v>
                </c:pt>
                <c:pt idx="12">
                  <c:v>6.487847045494286</c:v>
                </c:pt>
                <c:pt idx="13">
                  <c:v>6.457478941786448</c:v>
                </c:pt>
                <c:pt idx="14">
                  <c:v>6.4409705230122016</c:v>
                </c:pt>
                <c:pt idx="15">
                  <c:v>6.0153693602803422</c:v>
                </c:pt>
                <c:pt idx="16">
                  <c:v>5.1708808609410708</c:v>
                </c:pt>
                <c:pt idx="17">
                  <c:v>5.1860124917728729</c:v>
                </c:pt>
                <c:pt idx="18">
                  <c:v>4.7738974453964707</c:v>
                </c:pt>
                <c:pt idx="19">
                  <c:v>4.9369935389269104</c:v>
                </c:pt>
                <c:pt idx="20">
                  <c:v>3.5508319374196411</c:v>
                </c:pt>
                <c:pt idx="21">
                  <c:v>3.3160842285231338</c:v>
                </c:pt>
                <c:pt idx="22">
                  <c:v>3.2130351722047132</c:v>
                </c:pt>
                <c:pt idx="23">
                  <c:v>2.9825676405123289</c:v>
                </c:pt>
                <c:pt idx="24">
                  <c:v>2.8798411976842857</c:v>
                </c:pt>
                <c:pt idx="25">
                  <c:v>2.3099121606634636</c:v>
                </c:pt>
                <c:pt idx="26">
                  <c:v>1.8856203789666521</c:v>
                </c:pt>
                <c:pt idx="27">
                  <c:v>1.8176549281261529</c:v>
                </c:pt>
                <c:pt idx="28">
                  <c:v>2.2086931003990502</c:v>
                </c:pt>
                <c:pt idx="29">
                  <c:v>3.5281514689297722</c:v>
                </c:pt>
                <c:pt idx="30">
                  <c:v>2.0657814863911903</c:v>
                </c:pt>
                <c:pt idx="31">
                  <c:v>2.3264433764778545</c:v>
                </c:pt>
                <c:pt idx="32">
                  <c:v>1.8628145684072881</c:v>
                </c:pt>
                <c:pt idx="33">
                  <c:v>1.8050895800621829</c:v>
                </c:pt>
                <c:pt idx="34">
                  <c:v>1.7709684692034502</c:v>
                </c:pt>
                <c:pt idx="35">
                  <c:v>1.0096002798031698</c:v>
                </c:pt>
                <c:pt idx="36">
                  <c:v>1.4323150289100184</c:v>
                </c:pt>
                <c:pt idx="37">
                  <c:v>1.2944079497567325</c:v>
                </c:pt>
                <c:pt idx="38">
                  <c:v>0.79726923606715561</c:v>
                </c:pt>
                <c:pt idx="39">
                  <c:v>0.24847752958876623</c:v>
                </c:pt>
                <c:pt idx="40">
                  <c:v>-1.6125631126006301</c:v>
                </c:pt>
                <c:pt idx="41">
                  <c:v>-0.13319642881638649</c:v>
                </c:pt>
                <c:pt idx="42">
                  <c:v>-1.1973365127842233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15A-489E-A21B-85395BB6EB63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chart'!$H$51:$H$93</c:f>
              <c:numCache>
                <c:formatCode>0.00</c:formatCode>
                <c:ptCount val="43"/>
                <c:pt idx="1">
                  <c:v>1.0690198278280105</c:v>
                </c:pt>
                <c:pt idx="2">
                  <c:v>2.5053965803441436</c:v>
                </c:pt>
                <c:pt idx="3">
                  <c:v>1.2408649068309963</c:v>
                </c:pt>
                <c:pt idx="4">
                  <c:v>1.5137215729802866</c:v>
                </c:pt>
                <c:pt idx="5">
                  <c:v>1.6227813504562594</c:v>
                </c:pt>
                <c:pt idx="6">
                  <c:v>2.3372763838894972</c:v>
                </c:pt>
                <c:pt idx="7">
                  <c:v>2.5619003157268949</c:v>
                </c:pt>
                <c:pt idx="8">
                  <c:v>4.7431421749590807</c:v>
                </c:pt>
                <c:pt idx="9">
                  <c:v>4.3438610695762048</c:v>
                </c:pt>
                <c:pt idx="10">
                  <c:v>2.9239351342932762</c:v>
                </c:pt>
                <c:pt idx="11">
                  <c:v>1.0481758254823559</c:v>
                </c:pt>
                <c:pt idx="12">
                  <c:v>1.5993426937522592</c:v>
                </c:pt>
                <c:pt idx="13">
                  <c:v>-0.62866637056044894</c:v>
                </c:pt>
                <c:pt idx="14">
                  <c:v>2.3584084186492715</c:v>
                </c:pt>
                <c:pt idx="15">
                  <c:v>2.1066291798288006</c:v>
                </c:pt>
                <c:pt idx="16">
                  <c:v>1.4129936877158356</c:v>
                </c:pt>
                <c:pt idx="17">
                  <c:v>2.3362964989913415</c:v>
                </c:pt>
                <c:pt idx="18">
                  <c:v>3.5886594357067425</c:v>
                </c:pt>
                <c:pt idx="19">
                  <c:v>3.4213738181659403</c:v>
                </c:pt>
                <c:pt idx="20">
                  <c:v>3.923669202820923</c:v>
                </c:pt>
                <c:pt idx="21">
                  <c:v>1.9837213994946756</c:v>
                </c:pt>
                <c:pt idx="22">
                  <c:v>1.1355314900302282</c:v>
                </c:pt>
                <c:pt idx="23">
                  <c:v>0.82316078003574766</c:v>
                </c:pt>
                <c:pt idx="24">
                  <c:v>2.8297529271942512</c:v>
                </c:pt>
                <c:pt idx="25">
                  <c:v>1.6632199992513419</c:v>
                </c:pt>
                <c:pt idx="26">
                  <c:v>2.4493236001289276</c:v>
                </c:pt>
                <c:pt idx="27">
                  <c:v>2.4247362383627236</c:v>
                </c:pt>
                <c:pt idx="28">
                  <c:v>0.25494594655652847</c:v>
                </c:pt>
                <c:pt idx="29">
                  <c:v>-2.873313851885051</c:v>
                </c:pt>
                <c:pt idx="30">
                  <c:v>1.9494376337424457</c:v>
                </c:pt>
                <c:pt idx="31">
                  <c:v>2.1927006493465573</c:v>
                </c:pt>
                <c:pt idx="32">
                  <c:v>0.31313474459548907</c:v>
                </c:pt>
                <c:pt idx="33">
                  <c:v>0.57632668021283529</c:v>
                </c:pt>
                <c:pt idx="34">
                  <c:v>0.95618304464535342</c:v>
                </c:pt>
                <c:pt idx="35">
                  <c:v>1.112912341581529</c:v>
                </c:pt>
                <c:pt idx="36">
                  <c:v>1.0954643946468945</c:v>
                </c:pt>
                <c:pt idx="37">
                  <c:v>2.2914199850557759</c:v>
                </c:pt>
                <c:pt idx="38">
                  <c:v>1.8650660896427418</c:v>
                </c:pt>
                <c:pt idx="39">
                  <c:v>1.8429718138860407</c:v>
                </c:pt>
                <c:pt idx="40">
                  <c:v>-7.5404591806104708</c:v>
                </c:pt>
                <c:pt idx="41">
                  <c:v>6.3205601867784011</c:v>
                </c:pt>
                <c:pt idx="42">
                  <c:v>2.5261099851772384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15A-489E-A21B-85395BB6EB63}"/>
            </c:ext>
          </c:extLst>
        </c:ser>
        <c:ser>
          <c:idx val="2"/>
          <c:order val="2"/>
          <c:tx>
            <c:v>rp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chart'!$AJ$3:$AJ$45</c:f>
              <c:numCache>
                <c:formatCode>General</c:formatCode>
                <c:ptCount val="43"/>
                <c:pt idx="11" formatCode="0.00">
                  <c:v>0.2538484094226483</c:v>
                </c:pt>
                <c:pt idx="12" formatCode="0.00">
                  <c:v>-5.7556171788517574E-2</c:v>
                </c:pt>
                <c:pt idx="13" formatCode="0.00">
                  <c:v>0.2010782860861493</c:v>
                </c:pt>
                <c:pt idx="14" formatCode="0.00">
                  <c:v>-0.31192958467037712</c:v>
                </c:pt>
                <c:pt idx="15" formatCode="0.00">
                  <c:v>-0.49822660726076595</c:v>
                </c:pt>
                <c:pt idx="16" formatCode="0.00">
                  <c:v>0.11560818798362416</c:v>
                </c:pt>
                <c:pt idx="17" formatCode="0.00">
                  <c:v>5.7963771213559667E-2</c:v>
                </c:pt>
                <c:pt idx="18" formatCode="0.00">
                  <c:v>-0.13263786538309397</c:v>
                </c:pt>
                <c:pt idx="19" formatCode="0.00">
                  <c:v>-0.1854560344649796</c:v>
                </c:pt>
                <c:pt idx="20" formatCode="0.00">
                  <c:v>-0.29144520298005894</c:v>
                </c:pt>
                <c:pt idx="21" formatCode="0.00">
                  <c:v>7.3836818707031959E-2</c:v>
                </c:pt>
                <c:pt idx="22" formatCode="0.00">
                  <c:v>8.9944998417270661E-2</c:v>
                </c:pt>
                <c:pt idx="23" formatCode="0.00">
                  <c:v>-6.0215019807212222E-2</c:v>
                </c:pt>
                <c:pt idx="24" formatCode="0.00">
                  <c:v>-6.9935971948602571E-3</c:v>
                </c:pt>
                <c:pt idx="25" formatCode="0.00">
                  <c:v>-2.4714796288681562E-2</c:v>
                </c:pt>
                <c:pt idx="26" formatCode="0.00">
                  <c:v>-0.13745584873305994</c:v>
                </c:pt>
                <c:pt idx="27" formatCode="0.00">
                  <c:v>0.17933989496499514</c:v>
                </c:pt>
                <c:pt idx="28" formatCode="0.00">
                  <c:v>0.35007176319807431</c:v>
                </c:pt>
                <c:pt idx="29" formatCode="0.00">
                  <c:v>-0.26503356270829581</c:v>
                </c:pt>
                <c:pt idx="30" formatCode="0.00">
                  <c:v>-0.38838801442253201</c:v>
                </c:pt>
                <c:pt idx="31" formatCode="0.00">
                  <c:v>7.9603006443486279E-2</c:v>
                </c:pt>
                <c:pt idx="32" formatCode="0.00">
                  <c:v>5.7161074632975595E-2</c:v>
                </c:pt>
                <c:pt idx="33" formatCode="0.00">
                  <c:v>0.26064523116836202</c:v>
                </c:pt>
                <c:pt idx="34" formatCode="0.00">
                  <c:v>0.20746683392906107</c:v>
                </c:pt>
                <c:pt idx="35" formatCode="0.00">
                  <c:v>0.2324041793504239</c:v>
                </c:pt>
                <c:pt idx="36" formatCode="0.00">
                  <c:v>0.24323389966362052</c:v>
                </c:pt>
                <c:pt idx="37" formatCode="0.00">
                  <c:v>0.25106794749888617</c:v>
                </c:pt>
                <c:pt idx="38" formatCode="0.00">
                  <c:v>0.31244984440520129</c:v>
                </c:pt>
                <c:pt idx="39" formatCode="0.00">
                  <c:v>0.19787106738944726</c:v>
                </c:pt>
                <c:pt idx="40" formatCode="0.00">
                  <c:v>0.16520680005047073</c:v>
                </c:pt>
                <c:pt idx="41" formatCode="0.00">
                  <c:v>0.38614993242362039</c:v>
                </c:pt>
                <c:pt idx="42" formatCode="0.00">
                  <c:v>0.6842306947777923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15A-489E-A21B-85395BB6EB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chart'!$I$3:$I$45</c:f>
              <c:numCache>
                <c:formatCode>General</c:formatCode>
                <c:ptCount val="43"/>
                <c:pt idx="10" formatCode="0.00">
                  <c:v>0</c:v>
                </c:pt>
                <c:pt idx="11" formatCode="0.00">
                  <c:v>-6.7328068036101989</c:v>
                </c:pt>
                <c:pt idx="12" formatCode="0.00">
                  <c:v>3.2019375671703276</c:v>
                </c:pt>
                <c:pt idx="13" formatCode="0.00">
                  <c:v>3.9962153657452575</c:v>
                </c:pt>
                <c:pt idx="14" formatCode="0.00">
                  <c:v>5.6335169880913458</c:v>
                </c:pt>
                <c:pt idx="15" formatCode="0.00">
                  <c:v>5.6537589492211326</c:v>
                </c:pt>
                <c:pt idx="16" formatCode="0.00">
                  <c:v>5.822000636393045</c:v>
                </c:pt>
                <c:pt idx="17" formatCode="0.00">
                  <c:v>5.7264127447325723</c:v>
                </c:pt>
                <c:pt idx="18" formatCode="0.00">
                  <c:v>5.174621025207677</c:v>
                </c:pt>
                <c:pt idx="19" formatCode="0.00">
                  <c:v>4.9821447878038931</c:v>
                </c:pt>
                <c:pt idx="20" formatCode="0.00">
                  <c:v>5.8766345424165731</c:v>
                </c:pt>
                <c:pt idx="21" formatCode="0.00">
                  <c:v>3.9501561606210993</c:v>
                </c:pt>
                <c:pt idx="22" formatCode="0.00">
                  <c:v>3.8104215593731414</c:v>
                </c:pt>
                <c:pt idx="23" formatCode="0.00">
                  <c:v>3.5777434797155765</c:v>
                </c:pt>
                <c:pt idx="24" formatCode="0.00">
                  <c:v>3.403072706786193</c:v>
                </c:pt>
                <c:pt idx="25" formatCode="0.00">
                  <c:v>3.8599150982627775</c:v>
                </c:pt>
                <c:pt idx="26" formatCode="0.00">
                  <c:v>3.7784193441394569</c:v>
                </c:pt>
                <c:pt idx="27" formatCode="0.00">
                  <c:v>2.4308222668625916</c:v>
                </c:pt>
                <c:pt idx="28" formatCode="0.00">
                  <c:v>3.3154544450064867</c:v>
                </c:pt>
                <c:pt idx="29" formatCode="0.00">
                  <c:v>2.0146809802432322</c:v>
                </c:pt>
                <c:pt idx="30" formatCode="0.00">
                  <c:v>2.8843043403940429</c:v>
                </c:pt>
                <c:pt idx="31" formatCode="0.00">
                  <c:v>2.1150453354229644</c:v>
                </c:pt>
                <c:pt idx="32" formatCode="0.00">
                  <c:v>1.4791527360691621</c:v>
                </c:pt>
                <c:pt idx="33" formatCode="0.00">
                  <c:v>0.35712291225171278</c:v>
                </c:pt>
                <c:pt idx="34" formatCode="0.00">
                  <c:v>0.27099710627032092</c:v>
                </c:pt>
                <c:pt idx="35" formatCode="0.00">
                  <c:v>5.6270712115577881E-2</c:v>
                </c:pt>
                <c:pt idx="36" formatCode="0.00">
                  <c:v>0.38412884622715326</c:v>
                </c:pt>
                <c:pt idx="37" formatCode="0.00">
                  <c:v>6.1610134790417215E-2</c:v>
                </c:pt>
                <c:pt idx="38" formatCode="0.00">
                  <c:v>-0.52879350783191104</c:v>
                </c:pt>
                <c:pt idx="39" formatCode="0.00">
                  <c:v>-0.80554215800132845</c:v>
                </c:pt>
                <c:pt idx="40" formatCode="0.00">
                  <c:v>-0.81329250004937337</c:v>
                </c:pt>
                <c:pt idx="41" formatCode="0.00">
                  <c:v>-2.10432336668203</c:v>
                </c:pt>
                <c:pt idx="42" formatCode="0.00">
                  <c:v>-4.2026821676915382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DC6-4CBA-87F2-D68765DEEADE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chart'!$I$51:$I$93</c:f>
              <c:numCache>
                <c:formatCode>0.00</c:formatCode>
                <c:ptCount val="43"/>
                <c:pt idx="1">
                  <c:v>0.11032832330655218</c:v>
                </c:pt>
                <c:pt idx="2">
                  <c:v>-0.78812354786160776</c:v>
                </c:pt>
                <c:pt idx="3">
                  <c:v>1.5546124236197834</c:v>
                </c:pt>
                <c:pt idx="4">
                  <c:v>2.8261366394066512</c:v>
                </c:pt>
                <c:pt idx="5">
                  <c:v>2.1922387758749551</c:v>
                </c:pt>
                <c:pt idx="6">
                  <c:v>2.4173558583252985</c:v>
                </c:pt>
                <c:pt idx="7">
                  <c:v>1.469323775011655</c:v>
                </c:pt>
                <c:pt idx="8">
                  <c:v>3.7356555884883402</c:v>
                </c:pt>
                <c:pt idx="9">
                  <c:v>3.9129535015042682</c:v>
                </c:pt>
                <c:pt idx="10">
                  <c:v>5.7234685176956734</c:v>
                </c:pt>
                <c:pt idx="11">
                  <c:v>5.0114135638480217</c:v>
                </c:pt>
                <c:pt idx="12">
                  <c:v>1.9195752505949404</c:v>
                </c:pt>
                <c:pt idx="13">
                  <c:v>-0.97686739102555986</c:v>
                </c:pt>
                <c:pt idx="14">
                  <c:v>2.3990496690811991</c:v>
                </c:pt>
                <c:pt idx="15">
                  <c:v>1.5408165935436591</c:v>
                </c:pt>
                <c:pt idx="16">
                  <c:v>0.81562705356339471</c:v>
                </c:pt>
                <c:pt idx="17">
                  <c:v>1.7854860560823971</c:v>
                </c:pt>
                <c:pt idx="18">
                  <c:v>2.0203669056618079</c:v>
                </c:pt>
                <c:pt idx="19">
                  <c:v>1.8868156754627607</c:v>
                </c:pt>
                <c:pt idx="20">
                  <c:v>2.9036453614557312</c:v>
                </c:pt>
                <c:pt idx="21">
                  <c:v>1.6869233117071225</c:v>
                </c:pt>
                <c:pt idx="22">
                  <c:v>-0.20087353048698908</c:v>
                </c:pt>
                <c:pt idx="23">
                  <c:v>-0.70293009643599413</c:v>
                </c:pt>
                <c:pt idx="24">
                  <c:v>1.1839857098477902</c:v>
                </c:pt>
                <c:pt idx="25">
                  <c:v>0.72610325863782244</c:v>
                </c:pt>
                <c:pt idx="26">
                  <c:v>3.8135189609122655</c:v>
                </c:pt>
                <c:pt idx="27">
                  <c:v>2.981979667486323</c:v>
                </c:pt>
                <c:pt idx="28">
                  <c:v>0.95938986795915948</c:v>
                </c:pt>
                <c:pt idx="29">
                  <c:v>-5.6959902854701987</c:v>
                </c:pt>
                <c:pt idx="30">
                  <c:v>4.185273497011055</c:v>
                </c:pt>
                <c:pt idx="31">
                  <c:v>3.9143900090539363</c:v>
                </c:pt>
                <c:pt idx="32">
                  <c:v>0.42665449629530894</c:v>
                </c:pt>
                <c:pt idx="33">
                  <c:v>0.43241605585604415</c:v>
                </c:pt>
                <c:pt idx="34">
                  <c:v>2.2168745736450113</c:v>
                </c:pt>
                <c:pt idx="35">
                  <c:v>1.487336678024298</c:v>
                </c:pt>
                <c:pt idx="36">
                  <c:v>2.2298665979333832</c:v>
                </c:pt>
                <c:pt idx="37">
                  <c:v>2.679988492631713</c:v>
                </c:pt>
                <c:pt idx="38">
                  <c:v>0.98376241114657148</c:v>
                </c:pt>
                <c:pt idx="39">
                  <c:v>1.0705056065938745</c:v>
                </c:pt>
                <c:pt idx="40">
                  <c:v>-3.8292254878676935</c:v>
                </c:pt>
                <c:pt idx="41">
                  <c:v>3.1686775581939886</c:v>
                </c:pt>
                <c:pt idx="42">
                  <c:v>1.804266325128534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DC6-4CBA-87F2-D68765DEEA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chart'!$J$3:$J$45</c:f>
              <c:numCache>
                <c:formatCode>General</c:formatCode>
                <c:ptCount val="43"/>
                <c:pt idx="8" formatCode="0.000">
                  <c:v>-4.7633794689411904</c:v>
                </c:pt>
                <c:pt idx="9" formatCode="0.000">
                  <c:v>-3.9404451639176052</c:v>
                </c:pt>
                <c:pt idx="10" formatCode="0.000">
                  <c:v>-6.5493418891045909</c:v>
                </c:pt>
                <c:pt idx="11" formatCode="0.000">
                  <c:v>-9.1963432393970184</c:v>
                </c:pt>
                <c:pt idx="12" formatCode="0.000">
                  <c:v>-2.6147498449478945</c:v>
                </c:pt>
                <c:pt idx="13" formatCode="0.000">
                  <c:v>-2.4403870322627288</c:v>
                </c:pt>
                <c:pt idx="14" formatCode="0.000">
                  <c:v>-0.52696425832348659</c:v>
                </c:pt>
                <c:pt idx="15" formatCode="0.000">
                  <c:v>2.3006164837143821</c:v>
                </c:pt>
                <c:pt idx="16" formatCode="0.000">
                  <c:v>3.7400915009078988</c:v>
                </c:pt>
                <c:pt idx="17" formatCode="0.000">
                  <c:v>2.5209752383748842</c:v>
                </c:pt>
                <c:pt idx="18" formatCode="0.000">
                  <c:v>3.2789720091769929</c:v>
                </c:pt>
                <c:pt idx="19" formatCode="0.000">
                  <c:v>4.6194826585765192</c:v>
                </c:pt>
                <c:pt idx="20" formatCode="0.000">
                  <c:v>5.6595563745881945</c:v>
                </c:pt>
                <c:pt idx="21" formatCode="0.000">
                  <c:v>2.9250229709061299</c:v>
                </c:pt>
                <c:pt idx="22" formatCode="0.000">
                  <c:v>2.189339254168746</c:v>
                </c:pt>
                <c:pt idx="23" formatCode="0.000">
                  <c:v>1.6146025913295512</c:v>
                </c:pt>
                <c:pt idx="24" formatCode="0.000">
                  <c:v>2.0007675107246516</c:v>
                </c:pt>
                <c:pt idx="25" formatCode="0.000">
                  <c:v>2.4136758110279706</c:v>
                </c:pt>
                <c:pt idx="26" formatCode="0.000">
                  <c:v>0.96382776949355708</c:v>
                </c:pt>
                <c:pt idx="27" formatCode="0.000">
                  <c:v>1.1765598555889687</c:v>
                </c:pt>
                <c:pt idx="28" formatCode="0.000">
                  <c:v>0.47191953548775434</c:v>
                </c:pt>
                <c:pt idx="29" formatCode="0.000">
                  <c:v>1.9135205295661342</c:v>
                </c:pt>
                <c:pt idx="30" formatCode="0.000">
                  <c:v>4.6757711994962081</c:v>
                </c:pt>
                <c:pt idx="31" formatCode="0.000">
                  <c:v>3.7603494752283684</c:v>
                </c:pt>
                <c:pt idx="32" formatCode="0.000">
                  <c:v>3.1035389766920827</c:v>
                </c:pt>
                <c:pt idx="33" formatCode="0.000">
                  <c:v>4.4734431049483163</c:v>
                </c:pt>
                <c:pt idx="34" formatCode="0.000">
                  <c:v>4.1364607292924127</c:v>
                </c:pt>
                <c:pt idx="35" formatCode="0.000">
                  <c:v>2.2439553501842173</c:v>
                </c:pt>
                <c:pt idx="36" formatCode="0.000">
                  <c:v>2.3558367705664125</c:v>
                </c:pt>
                <c:pt idx="37" formatCode="0.000">
                  <c:v>1.4508021741406782</c:v>
                </c:pt>
                <c:pt idx="38" formatCode="0.000">
                  <c:v>2.0408561424320286</c:v>
                </c:pt>
                <c:pt idx="39" formatCode="0.000">
                  <c:v>1.3802783743563003</c:v>
                </c:pt>
                <c:pt idx="40" formatCode="0.000">
                  <c:v>2.2071365615671326</c:v>
                </c:pt>
                <c:pt idx="41" formatCode="0.000">
                  <c:v>-0.19479657757108448</c:v>
                </c:pt>
                <c:pt idx="42" formatCode="0.000">
                  <c:v>-6.4742650014324648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8F8-4EB6-ABBC-59D4D8DF7B9F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chart'!$J$51:$J$93</c:f>
              <c:numCache>
                <c:formatCode>0.00</c:formatCode>
                <c:ptCount val="43"/>
                <c:pt idx="1">
                  <c:v>-1.5556522783214288</c:v>
                </c:pt>
                <c:pt idx="2">
                  <c:v>-1.1304818459708987</c:v>
                </c:pt>
                <c:pt idx="3">
                  <c:v>-1.0778720123361563</c:v>
                </c:pt>
                <c:pt idx="4">
                  <c:v>2.0062041121728491</c:v>
                </c:pt>
                <c:pt idx="5">
                  <c:v>2.5138298847764196</c:v>
                </c:pt>
                <c:pt idx="6">
                  <c:v>0.51428826975536968</c:v>
                </c:pt>
                <c:pt idx="7">
                  <c:v>-2.2564809871270186</c:v>
                </c:pt>
                <c:pt idx="8">
                  <c:v>4.2878926964715181</c:v>
                </c:pt>
                <c:pt idx="9">
                  <c:v>3.7987851453097132</c:v>
                </c:pt>
                <c:pt idx="10">
                  <c:v>7.0083469410064936E-4</c:v>
                </c:pt>
                <c:pt idx="11">
                  <c:v>3.1011717873962841</c:v>
                </c:pt>
                <c:pt idx="12">
                  <c:v>0.69742306934126308</c:v>
                </c:pt>
                <c:pt idx="13">
                  <c:v>-1.5991737489789992</c:v>
                </c:pt>
                <c:pt idx="14">
                  <c:v>1.9997255951155868</c:v>
                </c:pt>
                <c:pt idx="15">
                  <c:v>2.0997410633217806</c:v>
                </c:pt>
                <c:pt idx="16">
                  <c:v>2.8621868556785834</c:v>
                </c:pt>
                <c:pt idx="17">
                  <c:v>4.4840924227675716</c:v>
                </c:pt>
                <c:pt idx="18">
                  <c:v>3.8950929796388589</c:v>
                </c:pt>
                <c:pt idx="19">
                  <c:v>3.0724032352264619</c:v>
                </c:pt>
                <c:pt idx="20">
                  <c:v>3.9200535723484142</c:v>
                </c:pt>
                <c:pt idx="21">
                  <c:v>4.1318308493881073</c:v>
                </c:pt>
                <c:pt idx="22">
                  <c:v>3.9223982905621346</c:v>
                </c:pt>
                <c:pt idx="23">
                  <c:v>5.7948738828606849</c:v>
                </c:pt>
                <c:pt idx="24">
                  <c:v>5.060855342281223</c:v>
                </c:pt>
                <c:pt idx="25">
                  <c:v>0.59892852236824723</c:v>
                </c:pt>
                <c:pt idx="26">
                  <c:v>5.6527596974027983</c:v>
                </c:pt>
                <c:pt idx="27">
                  <c:v>3.2737800333452638</c:v>
                </c:pt>
                <c:pt idx="28">
                  <c:v>-0.33539688631547548</c:v>
                </c:pt>
                <c:pt idx="29">
                  <c:v>-4.3007467184570043</c:v>
                </c:pt>
                <c:pt idx="30">
                  <c:v>-5.4776785909542163</c:v>
                </c:pt>
                <c:pt idx="31">
                  <c:v>-10.149320031650111</c:v>
                </c:pt>
                <c:pt idx="32">
                  <c:v>-7.0867601542906282</c:v>
                </c:pt>
                <c:pt idx="33">
                  <c:v>-2.5158243634227251</c:v>
                </c:pt>
                <c:pt idx="34">
                  <c:v>0.47532678716617482</c:v>
                </c:pt>
                <c:pt idx="35">
                  <c:v>-0.195795489913142</c:v>
                </c:pt>
                <c:pt idx="36">
                  <c:v>-0.48704704341466787</c:v>
                </c:pt>
                <c:pt idx="37">
                  <c:v>1.0922454560993611</c:v>
                </c:pt>
                <c:pt idx="38">
                  <c:v>1.6682917481555926</c:v>
                </c:pt>
                <c:pt idx="39">
                  <c:v>1.8792928536978781</c:v>
                </c:pt>
                <c:pt idx="40">
                  <c:v>-9.3161821120161807</c:v>
                </c:pt>
                <c:pt idx="41">
                  <c:v>8.3795362903225765</c:v>
                </c:pt>
                <c:pt idx="42">
                  <c:v>5.5574933147308325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8F8-4EB6-ABBC-59D4D8DF7B9F}"/>
            </c:ext>
          </c:extLst>
        </c:ser>
        <c:ser>
          <c:idx val="2"/>
          <c:order val="2"/>
          <c:tx>
            <c:v>rp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chart'!$AL$3:$AL$45</c:f>
              <c:numCache>
                <c:formatCode>General</c:formatCode>
                <c:ptCount val="43"/>
                <c:pt idx="11">
                  <c:v>2.6972308822956634</c:v>
                </c:pt>
                <c:pt idx="12">
                  <c:v>3.6762006250843839</c:v>
                </c:pt>
                <c:pt idx="13">
                  <c:v>4.1072979947322814</c:v>
                </c:pt>
                <c:pt idx="14">
                  <c:v>2.9751343449488115</c:v>
                </c:pt>
                <c:pt idx="15">
                  <c:v>4.4558896215794155</c:v>
                </c:pt>
                <c:pt idx="16">
                  <c:v>4.9614811591716244</c:v>
                </c:pt>
                <c:pt idx="17">
                  <c:v>3.0678073865601849</c:v>
                </c:pt>
                <c:pt idx="18">
                  <c:v>2.5253186922665236</c:v>
                </c:pt>
                <c:pt idx="19">
                  <c:v>2.9163092659893159</c:v>
                </c:pt>
                <c:pt idx="20">
                  <c:v>1.8572863746873933</c:v>
                </c:pt>
                <c:pt idx="21">
                  <c:v>1.1492945455490036</c:v>
                </c:pt>
                <c:pt idx="22">
                  <c:v>0.34777759079797743</c:v>
                </c:pt>
                <c:pt idx="23">
                  <c:v>0.16531035367066949</c:v>
                </c:pt>
                <c:pt idx="24">
                  <c:v>0.55426589807097848</c:v>
                </c:pt>
                <c:pt idx="25">
                  <c:v>0.38269727035039658</c:v>
                </c:pt>
                <c:pt idx="26">
                  <c:v>0.28058190618671386</c:v>
                </c:pt>
                <c:pt idx="27">
                  <c:v>0.4040463650429853</c:v>
                </c:pt>
                <c:pt idx="28">
                  <c:v>0.59029036209868657</c:v>
                </c:pt>
                <c:pt idx="29">
                  <c:v>0.62428317783573606</c:v>
                </c:pt>
                <c:pt idx="30">
                  <c:v>0.97426378294771609</c:v>
                </c:pt>
                <c:pt idx="31">
                  <c:v>1.5238366252709916</c:v>
                </c:pt>
                <c:pt idx="32">
                  <c:v>-0.13892500743104641</c:v>
                </c:pt>
                <c:pt idx="33">
                  <c:v>0.10680894233090976</c:v>
                </c:pt>
                <c:pt idx="34">
                  <c:v>5.681193721297495E-2</c:v>
                </c:pt>
                <c:pt idx="35">
                  <c:v>3.4626940045053622E-2</c:v>
                </c:pt>
                <c:pt idx="36">
                  <c:v>6.470792433926742E-2</c:v>
                </c:pt>
                <c:pt idx="37">
                  <c:v>0.17180634197646483</c:v>
                </c:pt>
                <c:pt idx="38">
                  <c:v>0.39834722397497191</c:v>
                </c:pt>
                <c:pt idx="39">
                  <c:v>0.2777828694002773</c:v>
                </c:pt>
                <c:pt idx="40">
                  <c:v>0.39379826527234085</c:v>
                </c:pt>
                <c:pt idx="41">
                  <c:v>0.38038752742373871</c:v>
                </c:pt>
                <c:pt idx="42">
                  <c:v>0.30460378366984231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8F8-4EB6-ABBC-59D4D8DF7B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8"/>
          <c:min val="-8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r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chart'!$K$3:$K$45</c:f>
              <c:numCache>
                <c:formatCode>General</c:formatCode>
                <c:ptCount val="43"/>
                <c:pt idx="15" formatCode="0.000">
                  <c:v>-12.375427262495222</c:v>
                </c:pt>
                <c:pt idx="16" formatCode="0.000">
                  <c:v>-8.8100575665165124</c:v>
                </c:pt>
                <c:pt idx="17" formatCode="0.000">
                  <c:v>-5.5910740206556966</c:v>
                </c:pt>
                <c:pt idx="18" formatCode="0.000">
                  <c:v>-0.31277620849862409</c:v>
                </c:pt>
                <c:pt idx="19" formatCode="0.000">
                  <c:v>4.3031436200435387</c:v>
                </c:pt>
                <c:pt idx="20" formatCode="0.000">
                  <c:v>0.49907007705082407</c:v>
                </c:pt>
                <c:pt idx="21" formatCode="0.000">
                  <c:v>-1.2035497985463586</c:v>
                </c:pt>
                <c:pt idx="22" formatCode="0.000">
                  <c:v>0.67176900693628028</c:v>
                </c:pt>
                <c:pt idx="23" formatCode="0.000">
                  <c:v>2.618611049045243</c:v>
                </c:pt>
                <c:pt idx="24" formatCode="0.000">
                  <c:v>3.2355610196798015</c:v>
                </c:pt>
                <c:pt idx="25" formatCode="0.000">
                  <c:v>4.8390485455769152</c:v>
                </c:pt>
                <c:pt idx="26" formatCode="0.000">
                  <c:v>3.2458055928621983</c:v>
                </c:pt>
                <c:pt idx="27" formatCode="0.000">
                  <c:v>1.2080648129375611</c:v>
                </c:pt>
                <c:pt idx="28" formatCode="0.000">
                  <c:v>1.7944039332736734</c:v>
                </c:pt>
                <c:pt idx="29" formatCode="0.000">
                  <c:v>1.9604298984501982</c:v>
                </c:pt>
                <c:pt idx="30" formatCode="0.000">
                  <c:v>2.9477131921357911</c:v>
                </c:pt>
                <c:pt idx="31" formatCode="0.000">
                  <c:v>3.4717047623058352</c:v>
                </c:pt>
                <c:pt idx="32" formatCode="0.000">
                  <c:v>2.9031515114134088</c:v>
                </c:pt>
                <c:pt idx="33" formatCode="0.000">
                  <c:v>3.280617299426078</c:v>
                </c:pt>
                <c:pt idx="34" formatCode="0.000">
                  <c:v>1.9426470828925391</c:v>
                </c:pt>
                <c:pt idx="35" formatCode="0.000">
                  <c:v>2.1060110195238586</c:v>
                </c:pt>
                <c:pt idx="36" formatCode="0.000">
                  <c:v>3.0105687679418942</c:v>
                </c:pt>
                <c:pt idx="37" formatCode="0.000">
                  <c:v>-8.5936013455556459E-2</c:v>
                </c:pt>
                <c:pt idx="38" formatCode="0.000">
                  <c:v>-1.1824744184174065</c:v>
                </c:pt>
                <c:pt idx="39" formatCode="0.000">
                  <c:v>-1.1527231368628073</c:v>
                </c:pt>
                <c:pt idx="40" formatCode="0.000">
                  <c:v>-2.6940706875956804</c:v>
                </c:pt>
                <c:pt idx="41" formatCode="0.000">
                  <c:v>-3.1240350571662643</c:v>
                </c:pt>
                <c:pt idx="42" formatCode="0.000">
                  <c:v>-9.9732284818808559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20D-4476-AE0F-54C3E652E0A2}"/>
            </c:ext>
          </c:extLst>
        </c:ser>
        <c:ser>
          <c:idx val="1"/>
          <c:order val="1"/>
          <c:tx>
            <c:v>g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chart'!$K$51:$K$93</c:f>
              <c:numCache>
                <c:formatCode>0.00</c:formatCode>
                <c:ptCount val="43"/>
                <c:pt idx="1">
                  <c:v>2.8667416482914598</c:v>
                </c:pt>
                <c:pt idx="2">
                  <c:v>2.8410914163853773</c:v>
                </c:pt>
                <c:pt idx="3">
                  <c:v>0.72296448217323839</c:v>
                </c:pt>
                <c:pt idx="4">
                  <c:v>2.6580481285424451</c:v>
                </c:pt>
                <c:pt idx="5">
                  <c:v>-0.25306662185606843</c:v>
                </c:pt>
                <c:pt idx="6">
                  <c:v>1.5349482784199786</c:v>
                </c:pt>
                <c:pt idx="7">
                  <c:v>4.0512298262274538</c:v>
                </c:pt>
                <c:pt idx="8">
                  <c:v>-6.5262284899603173E-2</c:v>
                </c:pt>
                <c:pt idx="9">
                  <c:v>0.73642336969608202</c:v>
                </c:pt>
                <c:pt idx="10">
                  <c:v>-3.4966615751793273</c:v>
                </c:pt>
                <c:pt idx="11">
                  <c:v>-11.892037807750821</c:v>
                </c:pt>
                <c:pt idx="12">
                  <c:v>-3.064181013282663</c:v>
                </c:pt>
                <c:pt idx="13">
                  <c:v>-0.57610912974205286</c:v>
                </c:pt>
                <c:pt idx="14">
                  <c:v>2.9471544085692303</c:v>
                </c:pt>
                <c:pt idx="15">
                  <c:v>2.5411863870528295</c:v>
                </c:pt>
                <c:pt idx="16">
                  <c:v>8.2408782057807883E-2</c:v>
                </c:pt>
                <c:pt idx="17">
                  <c:v>3.1431268472566387</c:v>
                </c:pt>
                <c:pt idx="18">
                  <c:v>3.9000001268558737</c:v>
                </c:pt>
                <c:pt idx="19">
                  <c:v>3.071031205930308</c:v>
                </c:pt>
                <c:pt idx="20">
                  <c:v>4.479198816678065</c:v>
                </c:pt>
                <c:pt idx="21">
                  <c:v>4.0740878734586206</c:v>
                </c:pt>
                <c:pt idx="22">
                  <c:v>4.7412826118348184</c:v>
                </c:pt>
                <c:pt idx="23">
                  <c:v>4.0742497458520877</c:v>
                </c:pt>
                <c:pt idx="24">
                  <c:v>5.0046206916491531</c:v>
                </c:pt>
                <c:pt idx="25">
                  <c:v>4.294277610091779</c:v>
                </c:pt>
                <c:pt idx="26">
                  <c:v>3.9460700270117499</c:v>
                </c:pt>
                <c:pt idx="27">
                  <c:v>0.27736670940754493</c:v>
                </c:pt>
                <c:pt idx="28">
                  <c:v>1.0039430593168808</c:v>
                </c:pt>
                <c:pt idx="29">
                  <c:v>-6.5978644268234081</c:v>
                </c:pt>
                <c:pt idx="30">
                  <c:v>1.076254042776692</c:v>
                </c:pt>
                <c:pt idx="31">
                  <c:v>1.8668406413826499</c:v>
                </c:pt>
                <c:pt idx="32">
                  <c:v>-1.2502290925343607</c:v>
                </c:pt>
                <c:pt idx="33">
                  <c:v>1.8025221008226566</c:v>
                </c:pt>
                <c:pt idx="34">
                  <c:v>4.2322128976847617</c:v>
                </c:pt>
                <c:pt idx="35">
                  <c:v>3.7073099373749807</c:v>
                </c:pt>
                <c:pt idx="36">
                  <c:v>2.2010048158724205</c:v>
                </c:pt>
                <c:pt idx="37">
                  <c:v>4.2719760162069242</c:v>
                </c:pt>
                <c:pt idx="38">
                  <c:v>5.3623456780183654</c:v>
                </c:pt>
                <c:pt idx="39">
                  <c:v>4.8642309533314165</c:v>
                </c:pt>
                <c:pt idx="40">
                  <c:v>-4.5355531516511061</c:v>
                </c:pt>
                <c:pt idx="41">
                  <c:v>7.0857208459227383</c:v>
                </c:pt>
                <c:pt idx="42">
                  <c:v>4.554554265575872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20D-4476-AE0F-54C3E652E0A2}"/>
            </c:ext>
          </c:extLst>
        </c:ser>
        <c:ser>
          <c:idx val="2"/>
          <c:order val="2"/>
          <c:tx>
            <c:v>r - g differential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chart'!$AM$3:$AM$45</c:f>
              <c:numCache>
                <c:formatCode>General</c:formatCode>
                <c:ptCount val="43"/>
                <c:pt idx="15">
                  <c:v>5.4211770842304992</c:v>
                </c:pt>
                <c:pt idx="16">
                  <c:v>6.7069373393931837</c:v>
                </c:pt>
                <c:pt idx="17">
                  <c:v>8.6610390154598189</c:v>
                </c:pt>
                <c:pt idx="18">
                  <c:v>7.5993053568421036</c:v>
                </c:pt>
                <c:pt idx="19">
                  <c:v>7.0972712188073732</c:v>
                </c:pt>
                <c:pt idx="20">
                  <c:v>4.6878850444948643</c:v>
                </c:pt>
                <c:pt idx="21">
                  <c:v>4.5920027278622948</c:v>
                </c:pt>
                <c:pt idx="22">
                  <c:v>3.5714612549943663</c:v>
                </c:pt>
                <c:pt idx="23">
                  <c:v>3.1504424912767677</c:v>
                </c:pt>
                <c:pt idx="24">
                  <c:v>3.8170041377667445</c:v>
                </c:pt>
                <c:pt idx="25">
                  <c:v>3.1950060118724677</c:v>
                </c:pt>
                <c:pt idx="26">
                  <c:v>2.7239185931475198</c:v>
                </c:pt>
                <c:pt idx="27">
                  <c:v>2.4570874517538002</c:v>
                </c:pt>
                <c:pt idx="28">
                  <c:v>2.3747394216275586</c:v>
                </c:pt>
                <c:pt idx="29">
                  <c:v>2.3003425435069826</c:v>
                </c:pt>
                <c:pt idx="30">
                  <c:v>1.9555119143969186</c:v>
                </c:pt>
                <c:pt idx="31">
                  <c:v>2.2051033653918513</c:v>
                </c:pt>
                <c:pt idx="32">
                  <c:v>2.8288496399532663</c:v>
                </c:pt>
                <c:pt idx="33">
                  <c:v>3.7792604981353524</c:v>
                </c:pt>
                <c:pt idx="34">
                  <c:v>3.4945230150663242</c:v>
                </c:pt>
                <c:pt idx="35">
                  <c:v>2.9667941172129275</c:v>
                </c:pt>
                <c:pt idx="36">
                  <c:v>2.6184399217147329</c:v>
                </c:pt>
                <c:pt idx="37">
                  <c:v>2.3792207715830083</c:v>
                </c:pt>
                <c:pt idx="38">
                  <c:v>2.1885642064358404</c:v>
                </c:pt>
                <c:pt idx="39">
                  <c:v>2.3026943797447785</c:v>
                </c:pt>
                <c:pt idx="40">
                  <c:v>2.6458492559380922</c:v>
                </c:pt>
                <c:pt idx="41">
                  <c:v>2.4104150718044313</c:v>
                </c:pt>
                <c:pt idx="42">
                  <c:v>3.4485800486185885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20D-4476-AE0F-54C3E652E0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35657938591009458"/>
          <c:y val="1.6025641025641024E-2"/>
          <c:w val="0.62116558346873318"/>
          <c:h val="0.15037813782892523"/>
        </c:manualLayout>
      </c:layout>
      <c:overlay val="0"/>
      <c:txPr>
        <a:bodyPr/>
        <a:lstStyle/>
        <a:p>
          <a:pPr>
            <a:defRPr sz="700"/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chart'!$L$3:$L$45</c:f>
              <c:numCache>
                <c:formatCode>0.00</c:formatCode>
                <c:ptCount val="43"/>
                <c:pt idx="1">
                  <c:v>-36.608045292775174</c:v>
                </c:pt>
                <c:pt idx="2">
                  <c:v>-38.265631569856382</c:v>
                </c:pt>
                <c:pt idx="3">
                  <c:v>-57.313117386796293</c:v>
                </c:pt>
                <c:pt idx="4">
                  <c:v>-13.732710263607954</c:v>
                </c:pt>
                <c:pt idx="5">
                  <c:v>-18.315503320072686</c:v>
                </c:pt>
                <c:pt idx="6">
                  <c:v>-12.071404773153526</c:v>
                </c:pt>
                <c:pt idx="7">
                  <c:v>-8.6282828062445773</c:v>
                </c:pt>
                <c:pt idx="8">
                  <c:v>-7.4403281313133078</c:v>
                </c:pt>
                <c:pt idx="9">
                  <c:v>-7.4288644414187868</c:v>
                </c:pt>
                <c:pt idx="10">
                  <c:v>-2.0072402947934282</c:v>
                </c:pt>
                <c:pt idx="11">
                  <c:v>3.5951718895708069</c:v>
                </c:pt>
                <c:pt idx="12">
                  <c:v>7.1326400902632194</c:v>
                </c:pt>
                <c:pt idx="13">
                  <c:v>7.511447794111068</c:v>
                </c:pt>
                <c:pt idx="14">
                  <c:v>5.9041790518862767</c:v>
                </c:pt>
                <c:pt idx="15">
                  <c:v>5.4997845320222849</c:v>
                </c:pt>
                <c:pt idx="16">
                  <c:v>5.0279030288786482</c:v>
                </c:pt>
                <c:pt idx="17">
                  <c:v>4.574687774498801</c:v>
                </c:pt>
                <c:pt idx="18">
                  <c:v>3.820820615161078</c:v>
                </c:pt>
                <c:pt idx="19">
                  <c:v>12.851377393658915</c:v>
                </c:pt>
                <c:pt idx="20">
                  <c:v>5.8094006773536231</c:v>
                </c:pt>
                <c:pt idx="21">
                  <c:v>5.1737341550202895</c:v>
                </c:pt>
                <c:pt idx="22">
                  <c:v>1.3243025592739865</c:v>
                </c:pt>
                <c:pt idx="23">
                  <c:v>7.5193904681615624</c:v>
                </c:pt>
                <c:pt idx="24">
                  <c:v>5.7137858534926389</c:v>
                </c:pt>
                <c:pt idx="25">
                  <c:v>4.3367747976302908</c:v>
                </c:pt>
                <c:pt idx="26">
                  <c:v>1.6912048768491239</c:v>
                </c:pt>
                <c:pt idx="27">
                  <c:v>5.8321151136826579</c:v>
                </c:pt>
                <c:pt idx="28">
                  <c:v>7.2617381734633</c:v>
                </c:pt>
                <c:pt idx="29">
                  <c:v>0.39073764611432438</c:v>
                </c:pt>
                <c:pt idx="30">
                  <c:v>0.11191373631037305</c:v>
                </c:pt>
                <c:pt idx="31">
                  <c:v>3.8210767410902751</c:v>
                </c:pt>
                <c:pt idx="32">
                  <c:v>3.3279755296600193</c:v>
                </c:pt>
                <c:pt idx="33">
                  <c:v>4.3343690639717396</c:v>
                </c:pt>
                <c:pt idx="34">
                  <c:v>1.7609246689334803</c:v>
                </c:pt>
                <c:pt idx="35">
                  <c:v>0.45626933808658077</c:v>
                </c:pt>
                <c:pt idx="36">
                  <c:v>4.5115129536501817</c:v>
                </c:pt>
                <c:pt idx="37">
                  <c:v>6.3398420334742047</c:v>
                </c:pt>
                <c:pt idx="38">
                  <c:v>4.7738863052173413</c:v>
                </c:pt>
                <c:pt idx="39">
                  <c:v>2.795042851001436</c:v>
                </c:pt>
                <c:pt idx="40">
                  <c:v>1.8809053125795101</c:v>
                </c:pt>
                <c:pt idx="41">
                  <c:v>-0.5542033485890645</c:v>
                </c:pt>
                <c:pt idx="42">
                  <c:v>0.16656253411113653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074-4BB8-B484-4F8D6523369F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chart'!$L$51:$L$93</c:f>
              <c:numCache>
                <c:formatCode>0.00</c:formatCode>
                <c:ptCount val="43"/>
                <c:pt idx="1">
                  <c:v>4.2651300635763612</c:v>
                </c:pt>
                <c:pt idx="2">
                  <c:v>2.1544667821373098</c:v>
                </c:pt>
                <c:pt idx="3">
                  <c:v>-2.1511842362211153</c:v>
                </c:pt>
                <c:pt idx="4">
                  <c:v>4.1292730135298328</c:v>
                </c:pt>
                <c:pt idx="5">
                  <c:v>3.2927907646502774</c:v>
                </c:pt>
                <c:pt idx="6">
                  <c:v>6.2705000515415721</c:v>
                </c:pt>
                <c:pt idx="7">
                  <c:v>8.54604209277705</c:v>
                </c:pt>
                <c:pt idx="8">
                  <c:v>-8.9789220867853015E-2</c:v>
                </c:pt>
                <c:pt idx="9">
                  <c:v>0.25845054045465776</c:v>
                </c:pt>
                <c:pt idx="10">
                  <c:v>1.1694604627372707</c:v>
                </c:pt>
                <c:pt idx="11">
                  <c:v>-0.2238147267570878</c:v>
                </c:pt>
                <c:pt idx="12">
                  <c:v>-3.3738422223942965</c:v>
                </c:pt>
                <c:pt idx="13">
                  <c:v>1.3134501018755795</c:v>
                </c:pt>
                <c:pt idx="14">
                  <c:v>3.6087105680165932</c:v>
                </c:pt>
                <c:pt idx="15">
                  <c:v>0.11667875500613878</c:v>
                </c:pt>
                <c:pt idx="16">
                  <c:v>4.5672168325563645</c:v>
                </c:pt>
                <c:pt idx="17">
                  <c:v>5.7715905523795241</c:v>
                </c:pt>
                <c:pt idx="18">
                  <c:v>7.362774237934433</c:v>
                </c:pt>
                <c:pt idx="19">
                  <c:v>4.0244231029654243</c:v>
                </c:pt>
                <c:pt idx="20">
                  <c:v>4.9850660736489916</c:v>
                </c:pt>
                <c:pt idx="21">
                  <c:v>4.0134993480428482</c:v>
                </c:pt>
                <c:pt idx="22">
                  <c:v>0.5595116363672048</c:v>
                </c:pt>
                <c:pt idx="23">
                  <c:v>2.1426690140716076</c:v>
                </c:pt>
                <c:pt idx="24">
                  <c:v>7.8023667647832973</c:v>
                </c:pt>
                <c:pt idx="25">
                  <c:v>6.1245522075370706</c:v>
                </c:pt>
                <c:pt idx="26">
                  <c:v>6.3169465546661474</c:v>
                </c:pt>
                <c:pt idx="27">
                  <c:v>8.4547888417839445</c:v>
                </c:pt>
                <c:pt idx="28">
                  <c:v>2.2095395836347453</c:v>
                </c:pt>
                <c:pt idx="29">
                  <c:v>-7.663762647216199</c:v>
                </c:pt>
                <c:pt idx="30">
                  <c:v>-2.8328502991192051</c:v>
                </c:pt>
                <c:pt idx="31">
                  <c:v>1.845852087519595</c:v>
                </c:pt>
                <c:pt idx="32">
                  <c:v>1.0636055855439475</c:v>
                </c:pt>
                <c:pt idx="33">
                  <c:v>4.5524762170631616</c:v>
                </c:pt>
                <c:pt idx="34">
                  <c:v>1.6871587147960998</c:v>
                </c:pt>
                <c:pt idx="35">
                  <c:v>4.4367503992899238</c:v>
                </c:pt>
                <c:pt idx="36">
                  <c:v>6.3036572272787916</c:v>
                </c:pt>
                <c:pt idx="37">
                  <c:v>4.1948824290652276</c:v>
                </c:pt>
                <c:pt idx="38">
                  <c:v>4.8891901553584249</c:v>
                </c:pt>
                <c:pt idx="39">
                  <c:v>1.8612086905573033</c:v>
                </c:pt>
                <c:pt idx="40">
                  <c:v>-6.9404591039154528</c:v>
                </c:pt>
                <c:pt idx="41">
                  <c:v>5.1487380917577097</c:v>
                </c:pt>
                <c:pt idx="42">
                  <c:v>8.8812943658313603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074-4BB8-B484-4F8D6523369F}"/>
            </c:ext>
          </c:extLst>
        </c:ser>
        <c:ser>
          <c:idx val="2"/>
          <c:order val="2"/>
          <c:tx>
            <c:v>risk premium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chart'!$AN$3:$AN$45</c:f>
              <c:numCache>
                <c:formatCode>General</c:formatCode>
                <c:ptCount val="43"/>
                <c:pt idx="11" formatCode="0.00">
                  <c:v>4.0880171313512523</c:v>
                </c:pt>
                <c:pt idx="12" formatCode="0.00">
                  <c:v>1.8377248589274178</c:v>
                </c:pt>
                <c:pt idx="13" formatCode="0.00">
                  <c:v>1.2237193139089992</c:v>
                </c:pt>
                <c:pt idx="14" formatCode="0.00">
                  <c:v>0.77371296101135911</c:v>
                </c:pt>
                <c:pt idx="15" formatCode="0.00">
                  <c:v>0.80493353117451871</c:v>
                </c:pt>
                <c:pt idx="16" formatCode="0.00">
                  <c:v>1.0926980951771936</c:v>
                </c:pt>
                <c:pt idx="17" formatCode="0.00">
                  <c:v>1.3223089430046224</c:v>
                </c:pt>
                <c:pt idx="18" formatCode="0.00">
                  <c:v>2.6775837582067279</c:v>
                </c:pt>
                <c:pt idx="19" formatCode="0.00">
                  <c:v>11.036990163624056</c:v>
                </c:pt>
                <c:pt idx="20" formatCode="0.00">
                  <c:v>4.4369286504605299</c:v>
                </c:pt>
                <c:pt idx="21" formatCode="0.00">
                  <c:v>8.6284917846990083</c:v>
                </c:pt>
                <c:pt idx="22" formatCode="0.00">
                  <c:v>2.0056396022495617</c:v>
                </c:pt>
                <c:pt idx="23" formatCode="0.00">
                  <c:v>3.1071417177202809</c:v>
                </c:pt>
                <c:pt idx="24" formatCode="0.00">
                  <c:v>3.8812514694814517</c:v>
                </c:pt>
                <c:pt idx="25" formatCode="0.00">
                  <c:v>3.1312937722299239</c:v>
                </c:pt>
                <c:pt idx="26" formatCode="0.00">
                  <c:v>6.1294276966609944</c:v>
                </c:pt>
                <c:pt idx="27" formatCode="0.00">
                  <c:v>5.9698405465249591</c:v>
                </c:pt>
                <c:pt idx="28" formatCode="0.00">
                  <c:v>15.170615418851753</c:v>
                </c:pt>
                <c:pt idx="29" formatCode="0.00">
                  <c:v>7.3361657119365713</c:v>
                </c:pt>
                <c:pt idx="30" formatCode="0.00">
                  <c:v>2.9568276769645951</c:v>
                </c:pt>
                <c:pt idx="31" formatCode="0.00">
                  <c:v>3.7235033591052655</c:v>
                </c:pt>
                <c:pt idx="32" formatCode="0.00">
                  <c:v>3.8012927288145013</c:v>
                </c:pt>
                <c:pt idx="33" formatCode="0.00">
                  <c:v>4.1363912511420136</c:v>
                </c:pt>
                <c:pt idx="34" formatCode="0.00">
                  <c:v>3.7618792793942282</c:v>
                </c:pt>
                <c:pt idx="35" formatCode="0.00">
                  <c:v>4.5957338096926748</c:v>
                </c:pt>
                <c:pt idx="36" formatCode="0.00">
                  <c:v>5.0603841074230349</c:v>
                </c:pt>
                <c:pt idx="37" formatCode="0.00">
                  <c:v>5.7120107979884356</c:v>
                </c:pt>
                <c:pt idx="38" formatCode="0.00">
                  <c:v>5.9281640781661791</c:v>
                </c:pt>
                <c:pt idx="39" formatCode="0.00">
                  <c:v>5.9229532650972736</c:v>
                </c:pt>
                <c:pt idx="40" formatCode="0.00">
                  <c:v>4.8353395795746588</c:v>
                </c:pt>
                <c:pt idx="41" formatCode="0.00">
                  <c:v>4.9002070589946154</c:v>
                </c:pt>
                <c:pt idx="42" formatCode="0.00">
                  <c:v>7.9520843601059781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074-4BB8-B484-4F8D652336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xt!$M$3:$M$45</c:f>
              <c:numCache>
                <c:formatCode>0.000</c:formatCode>
                <c:ptCount val="43"/>
                <c:pt idx="0">
                  <c:v>10.967000000000001</c:v>
                </c:pt>
                <c:pt idx="1">
                  <c:v>11.032</c:v>
                </c:pt>
                <c:pt idx="2">
                  <c:v>10.891999999999999</c:v>
                </c:pt>
                <c:pt idx="3">
                  <c:v>9.8629999999999995</c:v>
                </c:pt>
                <c:pt idx="4">
                  <c:v>6.4640000000000004</c:v>
                </c:pt>
                <c:pt idx="5">
                  <c:v>6.9</c:v>
                </c:pt>
                <c:pt idx="6">
                  <c:v>5.9589999999999996</c:v>
                </c:pt>
                <c:pt idx="7">
                  <c:v>3.3679999999999999</c:v>
                </c:pt>
                <c:pt idx="8">
                  <c:v>3.403</c:v>
                </c:pt>
                <c:pt idx="9">
                  <c:v>2.5880000000000001</c:v>
                </c:pt>
                <c:pt idx="10">
                  <c:v>3.6640000000000001</c:v>
                </c:pt>
                <c:pt idx="11">
                  <c:v>6.1340000000000003</c:v>
                </c:pt>
                <c:pt idx="12">
                  <c:v>2.8759999999999999</c:v>
                </c:pt>
                <c:pt idx="13">
                  <c:v>1.0549999999999999</c:v>
                </c:pt>
                <c:pt idx="14">
                  <c:v>-1.841</c:v>
                </c:pt>
                <c:pt idx="15">
                  <c:v>-6.7439999999999998</c:v>
                </c:pt>
                <c:pt idx="16">
                  <c:v>-4.3099999999999996</c:v>
                </c:pt>
                <c:pt idx="17">
                  <c:v>-2.242</c:v>
                </c:pt>
                <c:pt idx="18">
                  <c:v>0.23300000000000001</c:v>
                </c:pt>
                <c:pt idx="19">
                  <c:v>0.45800000000000002</c:v>
                </c:pt>
                <c:pt idx="20">
                  <c:v>2.907</c:v>
                </c:pt>
                <c:pt idx="21">
                  <c:v>1.8580000000000001</c:v>
                </c:pt>
                <c:pt idx="22">
                  <c:v>0.78500000000000003</c:v>
                </c:pt>
                <c:pt idx="23">
                  <c:v>1.2390000000000001</c:v>
                </c:pt>
                <c:pt idx="24">
                  <c:v>0.81100000000000005</c:v>
                </c:pt>
                <c:pt idx="25">
                  <c:v>2.512</c:v>
                </c:pt>
                <c:pt idx="26">
                  <c:v>4.4139999999999997</c:v>
                </c:pt>
                <c:pt idx="27">
                  <c:v>5.6459999999999999</c:v>
                </c:pt>
                <c:pt idx="28">
                  <c:v>2.4129999999999998</c:v>
                </c:pt>
                <c:pt idx="29">
                  <c:v>-3.7789999999999999</c:v>
                </c:pt>
                <c:pt idx="30">
                  <c:v>-3.8759999999999999</c:v>
                </c:pt>
                <c:pt idx="31">
                  <c:v>-4.2</c:v>
                </c:pt>
                <c:pt idx="32">
                  <c:v>-4.9480000000000004</c:v>
                </c:pt>
                <c:pt idx="33">
                  <c:v>-3.165</c:v>
                </c:pt>
                <c:pt idx="34">
                  <c:v>-1.2</c:v>
                </c:pt>
                <c:pt idx="35">
                  <c:v>0.5</c:v>
                </c:pt>
                <c:pt idx="36">
                  <c:v>1.9</c:v>
                </c:pt>
                <c:pt idx="37">
                  <c:v>1.8169999999999999</c:v>
                </c:pt>
                <c:pt idx="38">
                  <c:v>1.137</c:v>
                </c:pt>
                <c:pt idx="39">
                  <c:v>0.46700000000000003</c:v>
                </c:pt>
                <c:pt idx="40">
                  <c:v>-1.9990000000000001</c:v>
                </c:pt>
                <c:pt idx="41">
                  <c:v>2.2879999999999998</c:v>
                </c:pt>
                <c:pt idx="42">
                  <c:v>0.57199999999999995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FBC-401C-88D1-0F540E471731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xt!$M$51:$M$93</c:f>
              <c:numCache>
                <c:formatCode>0.00</c:formatCode>
                <c:ptCount val="43"/>
                <c:pt idx="0">
                  <c:v>3.1122484707399338</c:v>
                </c:pt>
                <c:pt idx="1">
                  <c:v>3.7564634562548749</c:v>
                </c:pt>
                <c:pt idx="2">
                  <c:v>3.3730996234064956</c:v>
                </c:pt>
                <c:pt idx="3">
                  <c:v>0.67225157273779579</c:v>
                </c:pt>
                <c:pt idx="4">
                  <c:v>1.7714661272479837</c:v>
                </c:pt>
                <c:pt idx="5">
                  <c:v>1.3808879927166904</c:v>
                </c:pt>
                <c:pt idx="6">
                  <c:v>-0.85918558189827821</c:v>
                </c:pt>
                <c:pt idx="7">
                  <c:v>-0.38022097848790526</c:v>
                </c:pt>
                <c:pt idx="8">
                  <c:v>-1.0270191363742287</c:v>
                </c:pt>
                <c:pt idx="9">
                  <c:v>0.26773882356817497</c:v>
                </c:pt>
                <c:pt idx="10">
                  <c:v>3.0030842099792774</c:v>
                </c:pt>
                <c:pt idx="11">
                  <c:v>-0.72459204175572034</c:v>
                </c:pt>
                <c:pt idx="12">
                  <c:v>-3.0641566606503985</c:v>
                </c:pt>
                <c:pt idx="13">
                  <c:v>-7.0376890124557718</c:v>
                </c:pt>
                <c:pt idx="14">
                  <c:v>-8.1961162721358303</c:v>
                </c:pt>
                <c:pt idx="15">
                  <c:v>-6.5285913944949456</c:v>
                </c:pt>
                <c:pt idx="16">
                  <c:v>-5.4509047193000759</c:v>
                </c:pt>
                <c:pt idx="17">
                  <c:v>-2.9038028799735036</c:v>
                </c:pt>
                <c:pt idx="18">
                  <c:v>-1.8720664113375258</c:v>
                </c:pt>
                <c:pt idx="19">
                  <c:v>1.1598669715621122</c:v>
                </c:pt>
                <c:pt idx="20">
                  <c:v>3.7579052352957469</c:v>
                </c:pt>
                <c:pt idx="21">
                  <c:v>3.0652133863544098</c:v>
                </c:pt>
                <c:pt idx="22">
                  <c:v>3.6247094950050336</c:v>
                </c:pt>
                <c:pt idx="23">
                  <c:v>2.0156945814869913</c:v>
                </c:pt>
                <c:pt idx="24">
                  <c:v>4.76940846301743</c:v>
                </c:pt>
                <c:pt idx="25">
                  <c:v>7.1760005319495441</c:v>
                </c:pt>
                <c:pt idx="26">
                  <c:v>9.432194343764106</c:v>
                </c:pt>
                <c:pt idx="27">
                  <c:v>12.530029081260659</c:v>
                </c:pt>
                <c:pt idx="28">
                  <c:v>5.1654533505159295</c:v>
                </c:pt>
                <c:pt idx="29">
                  <c:v>-2.4426244627043103</c:v>
                </c:pt>
                <c:pt idx="30">
                  <c:v>-3.4450122051917007</c:v>
                </c:pt>
                <c:pt idx="31">
                  <c:v>-5.4631156082396526</c:v>
                </c:pt>
                <c:pt idx="32">
                  <c:v>-9.5146258675072612</c:v>
                </c:pt>
                <c:pt idx="33">
                  <c:v>-13.08679847624918</c:v>
                </c:pt>
                <c:pt idx="34">
                  <c:v>-10.99786784969552</c:v>
                </c:pt>
                <c:pt idx="35">
                  <c:v>3.5246440678485458</c:v>
                </c:pt>
                <c:pt idx="36">
                  <c:v>-1.9615249863706594</c:v>
                </c:pt>
                <c:pt idx="37">
                  <c:v>-0.49205503574583392</c:v>
                </c:pt>
                <c:pt idx="38">
                  <c:v>0.1772262092404874</c:v>
                </c:pt>
                <c:pt idx="39">
                  <c:v>-2.0099118880944227</c:v>
                </c:pt>
                <c:pt idx="40">
                  <c:v>-2.761215005643344</c:v>
                </c:pt>
                <c:pt idx="41">
                  <c:v>4.4889188417903378</c:v>
                </c:pt>
                <c:pt idx="42">
                  <c:v>7.1280221933912165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FBC-401C-88D1-0F540E4717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chart'!$M$3:$M$45</c:f>
              <c:numCache>
                <c:formatCode>0.00</c:formatCode>
                <c:ptCount val="43"/>
                <c:pt idx="1">
                  <c:v>-5.438717978271832</c:v>
                </c:pt>
                <c:pt idx="2">
                  <c:v>-2.5324152935259097</c:v>
                </c:pt>
                <c:pt idx="3">
                  <c:v>1.8912847168127929</c:v>
                </c:pt>
                <c:pt idx="4">
                  <c:v>3.9182221753428008</c:v>
                </c:pt>
                <c:pt idx="5">
                  <c:v>4.894196368879256</c:v>
                </c:pt>
                <c:pt idx="6">
                  <c:v>4.1484704110548032</c:v>
                </c:pt>
                <c:pt idx="7">
                  <c:v>5.7511764093165434</c:v>
                </c:pt>
                <c:pt idx="8">
                  <c:v>4.5537221041439517</c:v>
                </c:pt>
                <c:pt idx="9">
                  <c:v>2.8733352893496127</c:v>
                </c:pt>
                <c:pt idx="10">
                  <c:v>8.362611985244909</c:v>
                </c:pt>
                <c:pt idx="11">
                  <c:v>6.4962512972658075</c:v>
                </c:pt>
                <c:pt idx="12">
                  <c:v>5.5399142202085816</c:v>
                </c:pt>
                <c:pt idx="13">
                  <c:v>2.7194334408884444</c:v>
                </c:pt>
                <c:pt idx="14">
                  <c:v>5.5857522998394176</c:v>
                </c:pt>
                <c:pt idx="15">
                  <c:v>1.0637208606373099</c:v>
                </c:pt>
                <c:pt idx="16">
                  <c:v>5.4559313561524103</c:v>
                </c:pt>
                <c:pt idx="17">
                  <c:v>2.0718967070606515</c:v>
                </c:pt>
                <c:pt idx="18">
                  <c:v>-0.26807803809759001</c:v>
                </c:pt>
                <c:pt idx="19">
                  <c:v>0.91871198145840438</c:v>
                </c:pt>
                <c:pt idx="20">
                  <c:v>-1.9992604070332041</c:v>
                </c:pt>
                <c:pt idx="21">
                  <c:v>-2.4088217611543827</c:v>
                </c:pt>
                <c:pt idx="22">
                  <c:v>-0.81002103286374982</c:v>
                </c:pt>
                <c:pt idx="23">
                  <c:v>0.31482705131141042</c:v>
                </c:pt>
                <c:pt idx="24">
                  <c:v>3.433623500212398</c:v>
                </c:pt>
                <c:pt idx="25">
                  <c:v>0.89432352827766781</c:v>
                </c:pt>
                <c:pt idx="26">
                  <c:v>0.74940530617004342</c:v>
                </c:pt>
                <c:pt idx="27">
                  <c:v>3.3410253857369554</c:v>
                </c:pt>
                <c:pt idx="28">
                  <c:v>5.5980371304740091</c:v>
                </c:pt>
                <c:pt idx="29">
                  <c:v>8.9154584261165226</c:v>
                </c:pt>
                <c:pt idx="30">
                  <c:v>7.4248410997735075</c:v>
                </c:pt>
                <c:pt idx="31">
                  <c:v>2.6488461523414233</c:v>
                </c:pt>
                <c:pt idx="32">
                  <c:v>1.7360041368984067</c:v>
                </c:pt>
                <c:pt idx="33">
                  <c:v>2.5707825591553037</c:v>
                </c:pt>
                <c:pt idx="34">
                  <c:v>3.3459166915974654</c:v>
                </c:pt>
                <c:pt idx="35">
                  <c:v>-4.8939832006570896</c:v>
                </c:pt>
                <c:pt idx="36">
                  <c:v>2.5157779085751946</c:v>
                </c:pt>
                <c:pt idx="37">
                  <c:v>1.696994545107664</c:v>
                </c:pt>
                <c:pt idx="38">
                  <c:v>1.5115851449689179</c:v>
                </c:pt>
                <c:pt idx="39">
                  <c:v>-1.1166741093619477</c:v>
                </c:pt>
                <c:pt idx="40">
                  <c:v>3.1177065488767242</c:v>
                </c:pt>
                <c:pt idx="41">
                  <c:v>1.0249827275525811</c:v>
                </c:pt>
                <c:pt idx="42">
                  <c:v>-5.219313216449958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46E-4545-B00C-DE2FE083A224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chart'!$M$51:$M$93</c:f>
              <c:numCache>
                <c:formatCode>0.00</c:formatCode>
                <c:ptCount val="43"/>
                <c:pt idx="1">
                  <c:v>2.5115263285610201</c:v>
                </c:pt>
                <c:pt idx="2">
                  <c:v>1.494682379994261</c:v>
                </c:pt>
                <c:pt idx="3">
                  <c:v>-0.7296716477585119</c:v>
                </c:pt>
                <c:pt idx="4">
                  <c:v>3.205289566866365</c:v>
                </c:pt>
                <c:pt idx="5">
                  <c:v>1.9479991544578024</c:v>
                </c:pt>
                <c:pt idx="6">
                  <c:v>0.42266775124806255</c:v>
                </c:pt>
                <c:pt idx="7">
                  <c:v>3.6418792287411295</c:v>
                </c:pt>
                <c:pt idx="8">
                  <c:v>2.9974714581258111</c:v>
                </c:pt>
                <c:pt idx="9">
                  <c:v>5.6136644299296101</c:v>
                </c:pt>
                <c:pt idx="10">
                  <c:v>7.7115969796010431</c:v>
                </c:pt>
                <c:pt idx="11">
                  <c:v>1.641424049805118</c:v>
                </c:pt>
                <c:pt idx="12">
                  <c:v>3.5798386370362811</c:v>
                </c:pt>
                <c:pt idx="13">
                  <c:v>2.3131871544816329</c:v>
                </c:pt>
                <c:pt idx="14">
                  <c:v>5.8938523744186844</c:v>
                </c:pt>
                <c:pt idx="15">
                  <c:v>9.5928265929756673</c:v>
                </c:pt>
                <c:pt idx="16">
                  <c:v>9.0921455998828051</c:v>
                </c:pt>
                <c:pt idx="17">
                  <c:v>10.747408096521438</c:v>
                </c:pt>
                <c:pt idx="18">
                  <c:v>8.7648194816104095</c:v>
                </c:pt>
                <c:pt idx="19">
                  <c:v>10.529961622370498</c:v>
                </c:pt>
                <c:pt idx="20">
                  <c:v>9.4036118975068241</c:v>
                </c:pt>
                <c:pt idx="21">
                  <c:v>5.306407327174667</c:v>
                </c:pt>
                <c:pt idx="22">
                  <c:v>5.8987569717130039</c:v>
                </c:pt>
                <c:pt idx="23">
                  <c:v>3.0141823034139037</c:v>
                </c:pt>
                <c:pt idx="24">
                  <c:v>6.788520728373193</c:v>
                </c:pt>
                <c:pt idx="25">
                  <c:v>5.7392051096261776</c:v>
                </c:pt>
                <c:pt idx="26">
                  <c:v>4.9876147161536544</c:v>
                </c:pt>
                <c:pt idx="27">
                  <c:v>5.3105388862566105</c:v>
                </c:pt>
                <c:pt idx="28">
                  <c:v>-4.4840187679622501</c:v>
                </c:pt>
                <c:pt idx="29">
                  <c:v>-5.0953852661126398</c:v>
                </c:pt>
                <c:pt idx="30">
                  <c:v>1.6824512534818981</c:v>
                </c:pt>
                <c:pt idx="31">
                  <c:v>1.2805570497878227</c:v>
                </c:pt>
                <c:pt idx="32">
                  <c:v>-0.12933811343394108</c:v>
                </c:pt>
                <c:pt idx="33">
                  <c:v>1.1749064408115073</c:v>
                </c:pt>
                <c:pt idx="34">
                  <c:v>8.8287113196343867</c:v>
                </c:pt>
                <c:pt idx="35">
                  <c:v>24.475192973354922</c:v>
                </c:pt>
                <c:pt idx="36">
                  <c:v>1.7655047532820323</c:v>
                </c:pt>
                <c:pt idx="37">
                  <c:v>9.3109218776478606</c:v>
                </c:pt>
                <c:pt idx="38">
                  <c:v>8.4710016439453426</c:v>
                </c:pt>
                <c:pt idx="39">
                  <c:v>5.2976188703852012</c:v>
                </c:pt>
                <c:pt idx="40">
                  <c:v>6.617162602752491</c:v>
                </c:pt>
                <c:pt idx="41">
                  <c:v>15.124840203478662</c:v>
                </c:pt>
                <c:pt idx="42">
                  <c:v>9.433292863576991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46E-4545-B00C-DE2FE083A224}"/>
            </c:ext>
          </c:extLst>
        </c:ser>
        <c:ser>
          <c:idx val="2"/>
          <c:order val="2"/>
          <c:tx>
            <c:v>risk preiun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chart'!$AO$3:$AO$45</c:f>
              <c:numCache>
                <c:formatCode>General</c:formatCode>
                <c:ptCount val="43"/>
                <c:pt idx="11" formatCode="0.00">
                  <c:v>0.97091988290510223</c:v>
                </c:pt>
                <c:pt idx="12" formatCode="0.00">
                  <c:v>-0.14231692515505046</c:v>
                </c:pt>
                <c:pt idx="13" formatCode="0.00">
                  <c:v>0.10659666443303895</c:v>
                </c:pt>
                <c:pt idx="14" formatCode="0.00">
                  <c:v>-0.59137540496779817</c:v>
                </c:pt>
                <c:pt idx="15" formatCode="0.00">
                  <c:v>-0.88394753565707873</c:v>
                </c:pt>
                <c:pt idx="16" formatCode="0.00">
                  <c:v>-0.27345262342935062</c:v>
                </c:pt>
                <c:pt idx="17" formatCode="0.00">
                  <c:v>0.10069062998903888</c:v>
                </c:pt>
                <c:pt idx="18" formatCode="0.00">
                  <c:v>0.42904877439408118</c:v>
                </c:pt>
                <c:pt idx="19" formatCode="0.00">
                  <c:v>-3.0119354913125562E-2</c:v>
                </c:pt>
                <c:pt idx="20" formatCode="0.00">
                  <c:v>-0.51894701166545776</c:v>
                </c:pt>
                <c:pt idx="21" formatCode="0.00">
                  <c:v>-0.80151241606502488</c:v>
                </c:pt>
                <c:pt idx="22" formatCode="0.00">
                  <c:v>-0.81332004513790679</c:v>
                </c:pt>
                <c:pt idx="23" formatCode="0.00">
                  <c:v>-0.67620174239583708</c:v>
                </c:pt>
                <c:pt idx="24" formatCode="0.00">
                  <c:v>-0.56149583657968849</c:v>
                </c:pt>
                <c:pt idx="25" formatCode="0.00">
                  <c:v>-0.3028617918862162</c:v>
                </c:pt>
                <c:pt idx="26" formatCode="0.00">
                  <c:v>-8.6705382802092501E-3</c:v>
                </c:pt>
                <c:pt idx="27" formatCode="0.00">
                  <c:v>0.34542229516908396</c:v>
                </c:pt>
                <c:pt idx="28" formatCode="0.00">
                  <c:v>0.8670531739449272</c:v>
                </c:pt>
                <c:pt idx="29" formatCode="0.00">
                  <c:v>0.43169075298899395</c:v>
                </c:pt>
                <c:pt idx="30" formatCode="0.00">
                  <c:v>1.0106863997635376</c:v>
                </c:pt>
                <c:pt idx="31" formatCode="0.00">
                  <c:v>0.80440470404604403</c:v>
                </c:pt>
                <c:pt idx="32" formatCode="0.00">
                  <c:v>0.87630146649428386</c:v>
                </c:pt>
                <c:pt idx="33" formatCode="0.00">
                  <c:v>1.3812595721844492</c:v>
                </c:pt>
                <c:pt idx="34" formatCode="0.00">
                  <c:v>1.3884655512744688</c:v>
                </c:pt>
                <c:pt idx="35" formatCode="0.00">
                  <c:v>1.4900268120476337</c:v>
                </c:pt>
                <c:pt idx="36" formatCode="0.00">
                  <c:v>1.3877649137523442</c:v>
                </c:pt>
                <c:pt idx="37" formatCode="0.00">
                  <c:v>1.3841037500419586</c:v>
                </c:pt>
                <c:pt idx="38" formatCode="0.00">
                  <c:v>1.152612913841395</c:v>
                </c:pt>
                <c:pt idx="39" formatCode="0.00">
                  <c:v>0.90982110081193834</c:v>
                </c:pt>
                <c:pt idx="40" formatCode="0.00">
                  <c:v>0.82260085255976212</c:v>
                </c:pt>
                <c:pt idx="41" formatCode="0.00">
                  <c:v>0.59181536498325404</c:v>
                </c:pt>
                <c:pt idx="42" formatCode="0.00">
                  <c:v>0.29476941720987315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46E-4545-B00C-DE2FE083A2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chart'!$N$3:$N$45</c:f>
              <c:numCache>
                <c:formatCode>General</c:formatCode>
                <c:ptCount val="43"/>
                <c:pt idx="8" formatCode="0.00">
                  <c:v>3.464689707795956</c:v>
                </c:pt>
                <c:pt idx="9" formatCode="0.00">
                  <c:v>4.619708010350096</c:v>
                </c:pt>
                <c:pt idx="10" formatCode="0.00">
                  <c:v>4.9948382513433627</c:v>
                </c:pt>
                <c:pt idx="11" formatCode="0.00">
                  <c:v>4.9859089277142781</c:v>
                </c:pt>
                <c:pt idx="12" formatCode="0.00">
                  <c:v>8.3418780918264606</c:v>
                </c:pt>
                <c:pt idx="13" formatCode="0.00">
                  <c:v>8.1690979742345</c:v>
                </c:pt>
                <c:pt idx="14" formatCode="0.00">
                  <c:v>6.5932032938285818</c:v>
                </c:pt>
                <c:pt idx="15" formatCode="0.00">
                  <c:v>3.1846511949963823</c:v>
                </c:pt>
                <c:pt idx="16" formatCode="0.00">
                  <c:v>5.2144453486442037</c:v>
                </c:pt>
                <c:pt idx="17" formatCode="0.00">
                  <c:v>5.4444523197249497</c:v>
                </c:pt>
                <c:pt idx="18" formatCode="0.00">
                  <c:v>4.596553706932216</c:v>
                </c:pt>
                <c:pt idx="19" formatCode="0.00">
                  <c:v>4.2227816214226914</c:v>
                </c:pt>
                <c:pt idx="20" formatCode="0.00">
                  <c:v>3.90803909998007</c:v>
                </c:pt>
                <c:pt idx="21" formatCode="0.00">
                  <c:v>2.8044794354482043</c:v>
                </c:pt>
                <c:pt idx="22" formatCode="0.00">
                  <c:v>1.8913363796103466</c:v>
                </c:pt>
                <c:pt idx="23" formatCode="0.00">
                  <c:v>1.663978163864317</c:v>
                </c:pt>
                <c:pt idx="24" formatCode="0.00">
                  <c:v>1.8659478045539144</c:v>
                </c:pt>
                <c:pt idx="25" formatCode="0.00">
                  <c:v>2.3935146989056708</c:v>
                </c:pt>
                <c:pt idx="26" formatCode="0.00">
                  <c:v>2.203440707549813</c:v>
                </c:pt>
                <c:pt idx="27" formatCode="0.00">
                  <c:v>2.1461791985513203</c:v>
                </c:pt>
                <c:pt idx="28" formatCode="0.00">
                  <c:v>2.3946088874059068</c:v>
                </c:pt>
                <c:pt idx="29" formatCode="0.00">
                  <c:v>2.3198521992691359</c:v>
                </c:pt>
                <c:pt idx="30" formatCode="0.00">
                  <c:v>3.3108737648683779</c:v>
                </c:pt>
                <c:pt idx="31" formatCode="0.00">
                  <c:v>2.3840344916609788</c:v>
                </c:pt>
                <c:pt idx="32" formatCode="0.00">
                  <c:v>2.7008119162319666</c:v>
                </c:pt>
                <c:pt idx="33" formatCode="0.00">
                  <c:v>2.6429484442333373</c:v>
                </c:pt>
                <c:pt idx="34" formatCode="0.00">
                  <c:v>2.5757421894304735</c:v>
                </c:pt>
                <c:pt idx="35" formatCode="0.00">
                  <c:v>2.1593552087101298</c:v>
                </c:pt>
                <c:pt idx="36" formatCode="0.00">
                  <c:v>1.8305577166109268</c:v>
                </c:pt>
                <c:pt idx="37" formatCode="0.00">
                  <c:v>2.1370822205207185</c:v>
                </c:pt>
                <c:pt idx="38" formatCode="0.00">
                  <c:v>1.7044951547480616</c:v>
                </c:pt>
                <c:pt idx="39" formatCode="0.00">
                  <c:v>1.5979482545698453</c:v>
                </c:pt>
                <c:pt idx="40" formatCode="0.00">
                  <c:v>0.79871267607115026</c:v>
                </c:pt>
                <c:pt idx="41" formatCode="0.00">
                  <c:v>1.2157975088244242</c:v>
                </c:pt>
                <c:pt idx="42" formatCode="0.00">
                  <c:v>-0.55684295746486256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B83-4BDF-A8EC-D91EC16A63AC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chart'!$N$51:$N$93</c:f>
              <c:numCache>
                <c:formatCode>0.00</c:formatCode>
                <c:ptCount val="43"/>
                <c:pt idx="1">
                  <c:v>-1.2335895001041486</c:v>
                </c:pt>
                <c:pt idx="2">
                  <c:v>0.41371126706448713</c:v>
                </c:pt>
                <c:pt idx="3">
                  <c:v>1.1691915057200353</c:v>
                </c:pt>
                <c:pt idx="4">
                  <c:v>3.2257695660243169</c:v>
                </c:pt>
                <c:pt idx="5">
                  <c:v>2.7980173503149741</c:v>
                </c:pt>
                <c:pt idx="6">
                  <c:v>2.859954012622512</c:v>
                </c:pt>
                <c:pt idx="7">
                  <c:v>3.1920646036290634</c:v>
                </c:pt>
                <c:pt idx="8">
                  <c:v>4.1943504730846293</c:v>
                </c:pt>
                <c:pt idx="9">
                  <c:v>3.3885906754546724</c:v>
                </c:pt>
                <c:pt idx="10">
                  <c:v>2.0525512267897339</c:v>
                </c:pt>
                <c:pt idx="11">
                  <c:v>1.4348955225576887</c:v>
                </c:pt>
                <c:pt idx="12">
                  <c:v>0.83426239243455935</c:v>
                </c:pt>
                <c:pt idx="13">
                  <c:v>-0.85277880602633305</c:v>
                </c:pt>
                <c:pt idx="14">
                  <c:v>2.1510196819561678</c:v>
                </c:pt>
                <c:pt idx="15">
                  <c:v>2.886971905836222</c:v>
                </c:pt>
                <c:pt idx="16">
                  <c:v>1.1966054634363399</c:v>
                </c:pt>
                <c:pt idx="17">
                  <c:v>1.8303240656890818</c:v>
                </c:pt>
                <c:pt idx="18">
                  <c:v>1.8106193682914329</c:v>
                </c:pt>
                <c:pt idx="19">
                  <c:v>1.6255111485492746</c:v>
                </c:pt>
                <c:pt idx="20">
                  <c:v>3.78680522260193</c:v>
                </c:pt>
                <c:pt idx="21">
                  <c:v>1.9514334001077049</c:v>
                </c:pt>
                <c:pt idx="22">
                  <c:v>0.25391116535653513</c:v>
                </c:pt>
                <c:pt idx="23">
                  <c:v>0.13853729133961323</c:v>
                </c:pt>
                <c:pt idx="24">
                  <c:v>1.4235300556030506</c:v>
                </c:pt>
                <c:pt idx="25">
                  <c:v>0.8177850701862166</c:v>
                </c:pt>
                <c:pt idx="26">
                  <c:v>1.7906336880838758</c:v>
                </c:pt>
                <c:pt idx="27">
                  <c:v>1.4869671997684186</c:v>
                </c:pt>
                <c:pt idx="28">
                  <c:v>-0.96208000918069914</c:v>
                </c:pt>
                <c:pt idx="29">
                  <c:v>-5.2809682084420162</c:v>
                </c:pt>
                <c:pt idx="30">
                  <c:v>1.7132703926685089</c:v>
                </c:pt>
                <c:pt idx="31">
                  <c:v>0.70727782695105823</c:v>
                </c:pt>
                <c:pt idx="32">
                  <c:v>-2.981022425933888</c:v>
                </c:pt>
                <c:pt idx="33">
                  <c:v>-1.8411565505937144</c:v>
                </c:pt>
                <c:pt idx="34">
                  <c:v>-4.6266759524904444E-3</c:v>
                </c:pt>
                <c:pt idx="35">
                  <c:v>0.77823072595906151</c:v>
                </c:pt>
                <c:pt idx="36">
                  <c:v>1.293438567558014</c:v>
                </c:pt>
                <c:pt idx="37">
                  <c:v>1.6678534750823815</c:v>
                </c:pt>
                <c:pt idx="38">
                  <c:v>0.92571735615920581</c:v>
                </c:pt>
                <c:pt idx="39">
                  <c:v>0.4832279674724882</c:v>
                </c:pt>
                <c:pt idx="40">
                  <c:v>-8.9741772889942126</c:v>
                </c:pt>
                <c:pt idx="41">
                  <c:v>8.3102716627723829</c:v>
                </c:pt>
                <c:pt idx="42">
                  <c:v>3.9860811895408244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B83-4BDF-A8EC-D91EC16A63AC}"/>
            </c:ext>
          </c:extLst>
        </c:ser>
        <c:ser>
          <c:idx val="2"/>
          <c:order val="2"/>
          <c:tx>
            <c:v>risk premiun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chart'!$AP$3:$AP$45</c:f>
              <c:numCache>
                <c:formatCode>General</c:formatCode>
                <c:ptCount val="43"/>
                <c:pt idx="11" formatCode="0.00">
                  <c:v>4.7838007462887209</c:v>
                </c:pt>
                <c:pt idx="12" formatCode="0.00">
                  <c:v>4.1988870525101856</c:v>
                </c:pt>
                <c:pt idx="13" formatCode="0.00">
                  <c:v>4.1750903441931175</c:v>
                </c:pt>
                <c:pt idx="14" formatCode="0.00">
                  <c:v>2.456817111156214</c:v>
                </c:pt>
                <c:pt idx="15" formatCode="0.00">
                  <c:v>2.3839421891171968</c:v>
                </c:pt>
                <c:pt idx="16" formatCode="0.00">
                  <c:v>3.3791811602309583</c:v>
                </c:pt>
                <c:pt idx="17" formatCode="0.00">
                  <c:v>2.006477323020027</c:v>
                </c:pt>
                <c:pt idx="18" formatCode="0.00">
                  <c:v>1.1416946307959135</c:v>
                </c:pt>
                <c:pt idx="19" formatCode="0.00">
                  <c:v>0.4340351610608506</c:v>
                </c:pt>
                <c:pt idx="20" formatCode="0.00">
                  <c:v>0.30537584252421546</c:v>
                </c:pt>
                <c:pt idx="21" formatCode="0.00">
                  <c:v>0.58724872538411521</c:v>
                </c:pt>
                <c:pt idx="22" formatCode="0.00">
                  <c:v>-2.4666331677916986E-2</c:v>
                </c:pt>
                <c:pt idx="23" formatCode="0.00">
                  <c:v>-9.1696307751012895E-2</c:v>
                </c:pt>
                <c:pt idx="24" formatCode="0.00">
                  <c:v>2.7538566900808803E-2</c:v>
                </c:pt>
                <c:pt idx="25" formatCode="0.00">
                  <c:v>0.13282366675062285</c:v>
                </c:pt>
                <c:pt idx="26" formatCode="0.00">
                  <c:v>0.14905030243472517</c:v>
                </c:pt>
                <c:pt idx="27" formatCode="0.00">
                  <c:v>0.43149023886876225</c:v>
                </c:pt>
                <c:pt idx="28" formatCode="0.00">
                  <c:v>0.5686923760377276</c:v>
                </c:pt>
                <c:pt idx="29" formatCode="0.00">
                  <c:v>0.14006469258317722</c:v>
                </c:pt>
                <c:pt idx="30" formatCode="0.00">
                  <c:v>0.22313296094077772</c:v>
                </c:pt>
                <c:pt idx="31" formatCode="0.00">
                  <c:v>0.79628038265462964</c:v>
                </c:pt>
                <c:pt idx="32" formatCode="0.00">
                  <c:v>1.2806984722353425</c:v>
                </c:pt>
                <c:pt idx="33" formatCode="0.00">
                  <c:v>1.4687515399622009</c:v>
                </c:pt>
                <c:pt idx="34" formatCode="0.00">
                  <c:v>1.3485548032012509</c:v>
                </c:pt>
                <c:pt idx="35" formatCode="0.00">
                  <c:v>1.1757577638485042</c:v>
                </c:pt>
                <c:pt idx="36" formatCode="0.00">
                  <c:v>1.2524288703837683</c:v>
                </c:pt>
                <c:pt idx="37" formatCode="0.00">
                  <c:v>1.2991910100181971</c:v>
                </c:pt>
                <c:pt idx="38" formatCode="0.00">
                  <c:v>1.2955127894475766</c:v>
                </c:pt>
                <c:pt idx="39" formatCode="0.00">
                  <c:v>1.2066641220376924</c:v>
                </c:pt>
                <c:pt idx="40" formatCode="0.00">
                  <c:v>1.3161872185761594</c:v>
                </c:pt>
                <c:pt idx="41" formatCode="0.00">
                  <c:v>1.5643150433437052</c:v>
                </c:pt>
                <c:pt idx="42" formatCode="0.00">
                  <c:v>1.9788432797985807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B83-4BDF-A8EC-D91EC16A63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chart'!$O$3:$O$45</c:f>
              <c:numCache>
                <c:formatCode>General</c:formatCode>
                <c:ptCount val="43"/>
                <c:pt idx="18" formatCode="0.00">
                  <c:v>5.4540481419671849</c:v>
                </c:pt>
                <c:pt idx="19" formatCode="0.00">
                  <c:v>5.8753032092557707</c:v>
                </c:pt>
                <c:pt idx="20" formatCode="0.00">
                  <c:v>3.7007591773370789</c:v>
                </c:pt>
                <c:pt idx="21" formatCode="0.00">
                  <c:v>4.4448921349641113</c:v>
                </c:pt>
                <c:pt idx="22" formatCode="0.00">
                  <c:v>1.9085307156805342E-2</c:v>
                </c:pt>
                <c:pt idx="23" formatCode="0.00">
                  <c:v>0.81814773546031905</c:v>
                </c:pt>
                <c:pt idx="24" formatCode="0.00">
                  <c:v>-1.3470072274399625</c:v>
                </c:pt>
                <c:pt idx="25" formatCode="0.00">
                  <c:v>-6.2597933788319144</c:v>
                </c:pt>
                <c:pt idx="26" formatCode="0.00">
                  <c:v>-7.0501790452416389</c:v>
                </c:pt>
                <c:pt idx="27" formatCode="0.00">
                  <c:v>-15.369548927853806</c:v>
                </c:pt>
                <c:pt idx="28" formatCode="0.00">
                  <c:v>-6.0900792916947379</c:v>
                </c:pt>
                <c:pt idx="29" formatCode="0.00">
                  <c:v>15.068862775587302</c:v>
                </c:pt>
                <c:pt idx="30" formatCode="0.00">
                  <c:v>4.5110135696692026</c:v>
                </c:pt>
                <c:pt idx="31" formatCode="0.00">
                  <c:v>-2.5194894446303948</c:v>
                </c:pt>
                <c:pt idx="32" formatCode="0.00">
                  <c:v>0.75484196612661325</c:v>
                </c:pt>
                <c:pt idx="33" formatCode="0.00">
                  <c:v>2.3759549756055032</c:v>
                </c:pt>
                <c:pt idx="34" formatCode="0.00">
                  <c:v>2.3783455888287586</c:v>
                </c:pt>
                <c:pt idx="35" formatCode="0.00">
                  <c:v>4.6777073347205986</c:v>
                </c:pt>
                <c:pt idx="36" formatCode="0.00">
                  <c:v>2.7689858468143784</c:v>
                </c:pt>
                <c:pt idx="37" formatCode="0.00">
                  <c:v>8.7972158211639506E-2</c:v>
                </c:pt>
                <c:pt idx="38" formatCode="0.00">
                  <c:v>-1.2717521731331756</c:v>
                </c:pt>
                <c:pt idx="39" formatCode="0.00">
                  <c:v>-1.8229651618850826</c:v>
                </c:pt>
                <c:pt idx="40" formatCode="0.00">
                  <c:v>0.27479515703511659</c:v>
                </c:pt>
                <c:pt idx="41" formatCode="0.00">
                  <c:v>-1.7487039367406738</c:v>
                </c:pt>
                <c:pt idx="42" formatCode="0.00">
                  <c:v>-10.482516487235937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CB8-43F0-A553-70B3340D7DB3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chart'!$O$51:$O$93</c:f>
              <c:numCache>
                <c:formatCode>General</c:formatCode>
                <c:ptCount val="43"/>
                <c:pt idx="13" formatCode="0.00">
                  <c:v>-11.405814416567106</c:v>
                </c:pt>
                <c:pt idx="14" formatCode="0.00">
                  <c:v>2.2026431718061845</c:v>
                </c:pt>
                <c:pt idx="15" formatCode="0.00">
                  <c:v>-2.0847994370161826</c:v>
                </c:pt>
                <c:pt idx="16" formatCode="0.00">
                  <c:v>2.5873686101877569</c:v>
                </c:pt>
                <c:pt idx="17" formatCode="0.00">
                  <c:v>8.8361502758560242</c:v>
                </c:pt>
                <c:pt idx="18" formatCode="0.00">
                  <c:v>6.3405214032828949</c:v>
                </c:pt>
                <c:pt idx="19" formatCode="0.00">
                  <c:v>2.754237288135597</c:v>
                </c:pt>
                <c:pt idx="20" formatCode="0.00">
                  <c:v>5.6774668630338754</c:v>
                </c:pt>
                <c:pt idx="21" formatCode="0.00">
                  <c:v>6.3201170650128757</c:v>
                </c:pt>
                <c:pt idx="22" formatCode="0.00">
                  <c:v>7.0913619085070101</c:v>
                </c:pt>
                <c:pt idx="23" formatCode="0.00">
                  <c:v>8.4210526315789522</c:v>
                </c:pt>
                <c:pt idx="24" formatCode="0.00">
                  <c:v>8.2862948746895491</c:v>
                </c:pt>
                <c:pt idx="25" formatCode="0.00">
                  <c:v>10.722477064220183</c:v>
                </c:pt>
                <c:pt idx="26" formatCode="0.00">
                  <c:v>11.967421496163077</c:v>
                </c:pt>
                <c:pt idx="27" formatCode="0.00">
                  <c:v>9.9440777025606497</c:v>
                </c:pt>
                <c:pt idx="28" formatCode="0.00">
                  <c:v>-3.250726633012091</c:v>
                </c:pt>
                <c:pt idx="29" formatCode="0.00">
                  <c:v>-14.258044114159219</c:v>
                </c:pt>
                <c:pt idx="30" formatCode="0.00">
                  <c:v>-4.4580701673505025</c:v>
                </c:pt>
                <c:pt idx="31" formatCode="0.00">
                  <c:v>2.5767226404169064</c:v>
                </c:pt>
                <c:pt idx="32" formatCode="0.00">
                  <c:v>7.0420547558566193</c:v>
                </c:pt>
                <c:pt idx="33" formatCode="0.00">
                  <c:v>2.008349813227861</c:v>
                </c:pt>
                <c:pt idx="34" formatCode="0.00">
                  <c:v>1.8998793727382335</c:v>
                </c:pt>
                <c:pt idx="35" formatCode="0.00">
                  <c:v>3.8853422398850146</c:v>
                </c:pt>
                <c:pt idx="36" formatCode="0.00">
                  <c:v>2.3685495686146973</c:v>
                </c:pt>
                <c:pt idx="37" formatCode="0.00">
                  <c:v>3.3116005406694793</c:v>
                </c:pt>
                <c:pt idx="38" formatCode="0.00">
                  <c:v>3.9904567668449742</c:v>
                </c:pt>
                <c:pt idx="39" formatCode="0.00">
                  <c:v>0.58836589698045838</c:v>
                </c:pt>
                <c:pt idx="40" formatCode="0.00">
                  <c:v>-3.513225177500634</c:v>
                </c:pt>
                <c:pt idx="41" formatCode="0.00">
                  <c:v>6.7332621625743494</c:v>
                </c:pt>
                <c:pt idx="42" formatCode="0.00">
                  <c:v>2.9542044723869454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CB8-43F0-A553-70B3340D7DB3}"/>
            </c:ext>
          </c:extLst>
        </c:ser>
        <c:ser>
          <c:idx val="2"/>
          <c:order val="2"/>
          <c:tx>
            <c:v>risk premiun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chart'!$AQ$3:$AQ$45</c:f>
              <c:numCache>
                <c:formatCode>General</c:formatCode>
                <c:ptCount val="43"/>
                <c:pt idx="18" formatCode="0.00">
                  <c:v>4.4226174534986189</c:v>
                </c:pt>
                <c:pt idx="19" formatCode="0.00">
                  <c:v>2.0414669696486412</c:v>
                </c:pt>
                <c:pt idx="20" formatCode="0.00">
                  <c:v>1.9229252608487064</c:v>
                </c:pt>
                <c:pt idx="21" formatCode="0.00">
                  <c:v>1.4971036819342238</c:v>
                </c:pt>
                <c:pt idx="22" formatCode="0.00">
                  <c:v>-9.8450941061677177E-2</c:v>
                </c:pt>
                <c:pt idx="23" formatCode="0.00">
                  <c:v>0.93225336564795391</c:v>
                </c:pt>
                <c:pt idx="24" formatCode="0.00">
                  <c:v>1.2067297436137805</c:v>
                </c:pt>
                <c:pt idx="25" formatCode="0.00">
                  <c:v>0.6682305022995596</c:v>
                </c:pt>
                <c:pt idx="26" formatCode="0.00">
                  <c:v>1.2038727520709767</c:v>
                </c:pt>
                <c:pt idx="27" formatCode="0.00">
                  <c:v>0.49966669995136748</c:v>
                </c:pt>
                <c:pt idx="28" formatCode="0.00">
                  <c:v>1.3460509875550786</c:v>
                </c:pt>
                <c:pt idx="29" formatCode="0.00">
                  <c:v>1.5557625530951564</c:v>
                </c:pt>
                <c:pt idx="30" formatCode="0.00">
                  <c:v>0.62586366915729119</c:v>
                </c:pt>
                <c:pt idx="31" formatCode="0.00">
                  <c:v>0.80943426530048779</c:v>
                </c:pt>
                <c:pt idx="32" formatCode="0.00">
                  <c:v>1.4207598853229308</c:v>
                </c:pt>
                <c:pt idx="33" formatCode="0.00">
                  <c:v>1.772801298628699</c:v>
                </c:pt>
                <c:pt idx="34" formatCode="0.00">
                  <c:v>2.1526994970909064</c:v>
                </c:pt>
                <c:pt idx="35" formatCode="0.00">
                  <c:v>2.8786459505387354</c:v>
                </c:pt>
                <c:pt idx="36" formatCode="0.00">
                  <c:v>1.9198570005872209</c:v>
                </c:pt>
                <c:pt idx="37" formatCode="0.00">
                  <c:v>1.4718763689161583</c:v>
                </c:pt>
                <c:pt idx="38" formatCode="0.00">
                  <c:v>1.1438665238237764</c:v>
                </c:pt>
                <c:pt idx="39" formatCode="0.00">
                  <c:v>1.1031888081528893</c:v>
                </c:pt>
                <c:pt idx="40" formatCode="0.00">
                  <c:v>1.2839904058090978</c:v>
                </c:pt>
                <c:pt idx="41" formatCode="0.00">
                  <c:v>1.1144137167782731</c:v>
                </c:pt>
                <c:pt idx="42" formatCode="0.00">
                  <c:v>0.25002110776896869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CB8-43F0-A553-70B3340D7D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chart'!$P$3:$P$45</c:f>
              <c:numCache>
                <c:formatCode>General</c:formatCode>
                <c:ptCount val="43"/>
                <c:pt idx="20" formatCode="0.00">
                  <c:v>6.6916256962723049</c:v>
                </c:pt>
                <c:pt idx="21" formatCode="0.00">
                  <c:v>7.6731079431696418</c:v>
                </c:pt>
                <c:pt idx="22" formatCode="0.00">
                  <c:v>6.1593176479867635</c:v>
                </c:pt>
                <c:pt idx="23" formatCode="0.00">
                  <c:v>7.0647804460076111</c:v>
                </c:pt>
                <c:pt idx="24" formatCode="0.00">
                  <c:v>2.6586970552406859</c:v>
                </c:pt>
                <c:pt idx="25" formatCode="0.00">
                  <c:v>-1.7743922494455884</c:v>
                </c:pt>
                <c:pt idx="26" formatCode="0.00">
                  <c:v>-1.9158134703070582</c:v>
                </c:pt>
                <c:pt idx="27" formatCode="0.00">
                  <c:v>-3.6778950731520084</c:v>
                </c:pt>
                <c:pt idx="28" formatCode="0.00">
                  <c:v>-4.8205311577243144</c:v>
                </c:pt>
                <c:pt idx="29" formatCode="0.00">
                  <c:v>10.756578730425021</c:v>
                </c:pt>
                <c:pt idx="30" formatCode="0.00">
                  <c:v>4.454258001520631</c:v>
                </c:pt>
                <c:pt idx="31" formatCode="0.00">
                  <c:v>0.47067881105010034</c:v>
                </c:pt>
                <c:pt idx="32" formatCode="0.00">
                  <c:v>3.2435252252062226</c:v>
                </c:pt>
                <c:pt idx="33" formatCode="0.00">
                  <c:v>3.710606693600611</c:v>
                </c:pt>
                <c:pt idx="34" formatCode="0.00">
                  <c:v>3.9628377957093281</c:v>
                </c:pt>
                <c:pt idx="35" formatCode="0.00">
                  <c:v>4.3096879683357869</c:v>
                </c:pt>
                <c:pt idx="36" formatCode="0.00">
                  <c:v>2.2377413532717529</c:v>
                </c:pt>
                <c:pt idx="37" formatCode="0.00">
                  <c:v>-0.64189458082726469</c:v>
                </c:pt>
                <c:pt idx="38" formatCode="0.00">
                  <c:v>-0.56019651073731591</c:v>
                </c:pt>
                <c:pt idx="39" formatCode="0.00">
                  <c:v>0.481290677371772</c:v>
                </c:pt>
                <c:pt idx="40" formatCode="0.00">
                  <c:v>0.31062877241941234</c:v>
                </c:pt>
                <c:pt idx="41" formatCode="0.00">
                  <c:v>-5.2960628089180721</c:v>
                </c:pt>
                <c:pt idx="42" formatCode="0.00">
                  <c:v>-15.367867448493589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7DD-471B-A84F-C9CCB10A282D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chart'!$P$51:$P$93</c:f>
              <c:numCache>
                <c:formatCode>General</c:formatCode>
                <c:ptCount val="43"/>
                <c:pt idx="16" formatCode="0.00">
                  <c:v>5.2377115229653715</c:v>
                </c:pt>
                <c:pt idx="17" formatCode="0.00">
                  <c:v>8.3107550948285933</c:v>
                </c:pt>
                <c:pt idx="18" formatCode="0.00">
                  <c:v>7.477296209690576</c:v>
                </c:pt>
                <c:pt idx="19" formatCode="0.00">
                  <c:v>-1.1434932199959502</c:v>
                </c:pt>
                <c:pt idx="20" formatCode="0.00">
                  <c:v>3.6953628825877827</c:v>
                </c:pt>
                <c:pt idx="21" formatCode="0.00">
                  <c:v>6.5301085883514132</c:v>
                </c:pt>
                <c:pt idx="22" formatCode="0.00">
                  <c:v>6.7506834082379674</c:v>
                </c:pt>
                <c:pt idx="23" formatCode="0.00">
                  <c:v>10.564236111111125</c:v>
                </c:pt>
                <c:pt idx="24" formatCode="0.00">
                  <c:v>6.5714061395933054</c:v>
                </c:pt>
                <c:pt idx="25" formatCode="0.00">
                  <c:v>7.7316929423898673</c:v>
                </c:pt>
                <c:pt idx="26" formatCode="0.00">
                  <c:v>7.4127260915649362</c:v>
                </c:pt>
                <c:pt idx="27" formatCode="0.00">
                  <c:v>11.106159477956412</c:v>
                </c:pt>
                <c:pt idx="28" formatCode="0.00">
                  <c:v>2.6157460462984172</c:v>
                </c:pt>
                <c:pt idx="29" formatCode="0.00">
                  <c:v>-14.839322109612763</c:v>
                </c:pt>
                <c:pt idx="30" formatCode="0.00">
                  <c:v>1.6523506655301334</c:v>
                </c:pt>
                <c:pt idx="31" formatCode="0.00">
                  <c:v>6.037541121073331</c:v>
                </c:pt>
                <c:pt idx="32" formatCode="0.00">
                  <c:v>3.8445160897864872</c:v>
                </c:pt>
                <c:pt idx="33" formatCode="0.00">
                  <c:v>3.5498799133032444</c:v>
                </c:pt>
                <c:pt idx="34" formatCode="0.00">
                  <c:v>3.5384963511908119</c:v>
                </c:pt>
                <c:pt idx="35" formatCode="0.00">
                  <c:v>2.0243136183581534</c:v>
                </c:pt>
                <c:pt idx="36" formatCode="0.00">
                  <c:v>2.5170031596422726</c:v>
                </c:pt>
                <c:pt idx="37" formatCode="0.00">
                  <c:v>4.2835501227602713</c:v>
                </c:pt>
                <c:pt idx="38" formatCode="0.00">
                  <c:v>3.9923859139407991</c:v>
                </c:pt>
                <c:pt idx="39" formatCode="0.00">
                  <c:v>4.6676300578034624</c:v>
                </c:pt>
                <c:pt idx="40" formatCode="0.00">
                  <c:v>-2.5311795296600881E-2</c:v>
                </c:pt>
                <c:pt idx="41" formatCode="0.00">
                  <c:v>6.283517849333653</c:v>
                </c:pt>
                <c:pt idx="42" formatCode="0.00">
                  <c:v>2.4406089611711534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7DD-471B-A84F-C9CCB10A282D}"/>
            </c:ext>
          </c:extLst>
        </c:ser>
        <c:ser>
          <c:idx val="2"/>
          <c:order val="2"/>
          <c:tx>
            <c:v>risk premium</c:v>
          </c:tx>
          <c:spPr>
            <a:ln w="19050">
              <a:solidFill>
                <a:srgbClr val="70AD47">
                  <a:lumMod val="75000"/>
                </a:srgbClr>
              </a:solidFill>
              <a:prstDash val="dash"/>
            </a:ln>
          </c:spPr>
          <c:marker>
            <c:symbol val="none"/>
          </c:marker>
          <c:val>
            <c:numRef>
              <c:f>'[Dataset with r-g.xlsx]r and g chart'!$AR$3:$AR$45</c:f>
              <c:numCache>
                <c:formatCode>General</c:formatCode>
                <c:ptCount val="43"/>
                <c:pt idx="20" formatCode="0.00">
                  <c:v>2.5934893873955254</c:v>
                </c:pt>
                <c:pt idx="21" formatCode="0.00">
                  <c:v>2.1011140712116161</c:v>
                </c:pt>
                <c:pt idx="22" formatCode="0.00">
                  <c:v>1.2882608085284462</c:v>
                </c:pt>
                <c:pt idx="23" formatCode="0.00">
                  <c:v>1.3486820621470113</c:v>
                </c:pt>
                <c:pt idx="24" formatCode="0.00">
                  <c:v>0.83145716694805394</c:v>
                </c:pt>
                <c:pt idx="25" formatCode="0.00">
                  <c:v>0.83984407105005676</c:v>
                </c:pt>
                <c:pt idx="26" formatCode="0.00">
                  <c:v>0.6413811278698498</c:v>
                </c:pt>
                <c:pt idx="27" formatCode="0.00">
                  <c:v>0.68203616782515386</c:v>
                </c:pt>
                <c:pt idx="28" formatCode="0.00">
                  <c:v>0.66159876823604691</c:v>
                </c:pt>
                <c:pt idx="29" formatCode="0.00">
                  <c:v>3.6019796640482347</c:v>
                </c:pt>
                <c:pt idx="30" formatCode="0.00">
                  <c:v>3.4632848533031719</c:v>
                </c:pt>
                <c:pt idx="31" formatCode="0.00">
                  <c:v>2.6254724594694139</c:v>
                </c:pt>
                <c:pt idx="32" formatCode="0.00">
                  <c:v>3.0109809589058667</c:v>
                </c:pt>
                <c:pt idx="33" formatCode="0.00">
                  <c:v>2.6691768972566754</c:v>
                </c:pt>
                <c:pt idx="34" formatCode="0.00">
                  <c:v>2.6554397943248649</c:v>
                </c:pt>
                <c:pt idx="35" formatCode="0.00">
                  <c:v>2.4585328541142308</c:v>
                </c:pt>
                <c:pt idx="36" formatCode="0.00">
                  <c:v>2.1016125070446035</c:v>
                </c:pt>
                <c:pt idx="37" formatCode="0.00">
                  <c:v>2.0375684332644628</c:v>
                </c:pt>
                <c:pt idx="38" formatCode="0.00">
                  <c:v>1.4891835467098833</c:v>
                </c:pt>
                <c:pt idx="39" formatCode="0.00">
                  <c:v>1.9240298022828148</c:v>
                </c:pt>
                <c:pt idx="40" formatCode="0.00">
                  <c:v>1.1405816357730185</c:v>
                </c:pt>
                <c:pt idx="41" formatCode="0.00">
                  <c:v>0.34105444749897784</c:v>
                </c:pt>
                <c:pt idx="42" formatCode="0.00">
                  <c:v>5.7956344707384533E-2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7DD-471B-A84F-C9CCB10A28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chart'!$Q$3:$Q$45</c:f>
              <c:numCache>
                <c:formatCode>General</c:formatCode>
                <c:ptCount val="43"/>
                <c:pt idx="15" formatCode="0.00">
                  <c:v>8.006765730153969</c:v>
                </c:pt>
                <c:pt idx="16" formatCode="0.00">
                  <c:v>1.4952670449854804</c:v>
                </c:pt>
                <c:pt idx="17" formatCode="0.00">
                  <c:v>5.9025141215834491</c:v>
                </c:pt>
                <c:pt idx="18" formatCode="0.00">
                  <c:v>4.8236938804692171</c:v>
                </c:pt>
                <c:pt idx="19" formatCode="0.00">
                  <c:v>-0.35096437428010674</c:v>
                </c:pt>
                <c:pt idx="20" formatCode="0.00">
                  <c:v>-2.5986067113475002</c:v>
                </c:pt>
                <c:pt idx="21" formatCode="0.00">
                  <c:v>3.4705189060463217</c:v>
                </c:pt>
                <c:pt idx="22" formatCode="0.00">
                  <c:v>2.1926510757014297</c:v>
                </c:pt>
                <c:pt idx="23" formatCode="0.00">
                  <c:v>1.2140087897867322</c:v>
                </c:pt>
                <c:pt idx="24" formatCode="0.00">
                  <c:v>-0.43344264641187369</c:v>
                </c:pt>
                <c:pt idx="25" formatCode="0.00">
                  <c:v>-2.1927787913170014</c:v>
                </c:pt>
                <c:pt idx="26" formatCode="0.00">
                  <c:v>-3.3984132461025935</c:v>
                </c:pt>
                <c:pt idx="27" formatCode="0.00">
                  <c:v>1.8730805706860121</c:v>
                </c:pt>
                <c:pt idx="28" formatCode="0.00">
                  <c:v>-2.052431453828456</c:v>
                </c:pt>
                <c:pt idx="29" formatCode="0.00">
                  <c:v>1.5469462400400502</c:v>
                </c:pt>
                <c:pt idx="30" formatCode="0.00">
                  <c:v>-1.7252426038465112</c:v>
                </c:pt>
                <c:pt idx="31" formatCode="0.00">
                  <c:v>-0.70729978056830278</c:v>
                </c:pt>
                <c:pt idx="32" formatCode="0.00">
                  <c:v>-0.5571163938525614</c:v>
                </c:pt>
                <c:pt idx="33" formatCode="0.00">
                  <c:v>0.24393329889946713</c:v>
                </c:pt>
                <c:pt idx="34" formatCode="0.00">
                  <c:v>-0.88922796731416676</c:v>
                </c:pt>
                <c:pt idx="35" formatCode="0.00">
                  <c:v>-0.4277786430545456</c:v>
                </c:pt>
                <c:pt idx="36" formatCode="0.00">
                  <c:v>2.9264049752440391</c:v>
                </c:pt>
                <c:pt idx="37" formatCode="0.00">
                  <c:v>-0.19216668289382355</c:v>
                </c:pt>
                <c:pt idx="38" formatCode="0.00">
                  <c:v>-0.44291073656947888</c:v>
                </c:pt>
                <c:pt idx="39" formatCode="0.00">
                  <c:v>0.73886292149243782</c:v>
                </c:pt>
                <c:pt idx="40" formatCode="0.00">
                  <c:v>-3.2525281515213544</c:v>
                </c:pt>
                <c:pt idx="41" formatCode="0.00">
                  <c:v>-3.9209654513134038</c:v>
                </c:pt>
                <c:pt idx="42" formatCode="0.00">
                  <c:v>-4.9843287507019758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BDF-4963-BA9C-33F2E136762F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chart'!$Q$51:$Q$93</c:f>
              <c:numCache>
                <c:formatCode>0.00</c:formatCode>
                <c:ptCount val="43"/>
                <c:pt idx="1">
                  <c:v>0.79828516520068504</c:v>
                </c:pt>
                <c:pt idx="2">
                  <c:v>1.0339517489183825</c:v>
                </c:pt>
                <c:pt idx="3">
                  <c:v>1.887066337639709</c:v>
                </c:pt>
                <c:pt idx="4">
                  <c:v>4.7300185211568646</c:v>
                </c:pt>
                <c:pt idx="5">
                  <c:v>5.5978778397496987</c:v>
                </c:pt>
                <c:pt idx="6">
                  <c:v>9.9838969404186795</c:v>
                </c:pt>
                <c:pt idx="7">
                  <c:v>3.9472913616398264</c:v>
                </c:pt>
                <c:pt idx="8">
                  <c:v>8.4680827088850172</c:v>
                </c:pt>
                <c:pt idx="9">
                  <c:v>9.7963847911905368</c:v>
                </c:pt>
                <c:pt idx="10">
                  <c:v>5.3174377897625025</c:v>
                </c:pt>
                <c:pt idx="11">
                  <c:v>8.6470218309226521</c:v>
                </c:pt>
                <c:pt idx="12">
                  <c:v>1.8191590523835011</c:v>
                </c:pt>
                <c:pt idx="13">
                  <c:v>4.2027043488853666</c:v>
                </c:pt>
                <c:pt idx="14">
                  <c:v>3.8188761593016984</c:v>
                </c:pt>
                <c:pt idx="15">
                  <c:v>1.4338262893176301</c:v>
                </c:pt>
                <c:pt idx="16">
                  <c:v>1.5134695085849525</c:v>
                </c:pt>
                <c:pt idx="17">
                  <c:v>5.9381037436663897</c:v>
                </c:pt>
                <c:pt idx="18">
                  <c:v>6.4930149335902465</c:v>
                </c:pt>
                <c:pt idx="19">
                  <c:v>8.4203043717082871</c:v>
                </c:pt>
                <c:pt idx="20">
                  <c:v>8.4398748323647688</c:v>
                </c:pt>
                <c:pt idx="21">
                  <c:v>3.0752741363673897</c:v>
                </c:pt>
                <c:pt idx="22">
                  <c:v>3.2261504825894516</c:v>
                </c:pt>
                <c:pt idx="23">
                  <c:v>2.6190722182043435</c:v>
                </c:pt>
                <c:pt idx="24">
                  <c:v>4.2310596526554445</c:v>
                </c:pt>
                <c:pt idx="25">
                  <c:v>2.4824322040037705</c:v>
                </c:pt>
                <c:pt idx="26">
                  <c:v>6.0156931124673019</c:v>
                </c:pt>
                <c:pt idx="27">
                  <c:v>8.099217638691325</c:v>
                </c:pt>
                <c:pt idx="28">
                  <c:v>-0.3022452504317874</c:v>
                </c:pt>
                <c:pt idx="29">
                  <c:v>-3.23991008269916</c:v>
                </c:pt>
                <c:pt idx="30">
                  <c:v>3.7618824331812961</c:v>
                </c:pt>
                <c:pt idx="31">
                  <c:v>1.0434854055830556</c:v>
                </c:pt>
                <c:pt idx="32">
                  <c:v>1.6486755707344924</c:v>
                </c:pt>
                <c:pt idx="33">
                  <c:v>3.1718731250749865</c:v>
                </c:pt>
                <c:pt idx="34">
                  <c:v>2.6246413894704279</c:v>
                </c:pt>
                <c:pt idx="35">
                  <c:v>2.2685202674625149</c:v>
                </c:pt>
                <c:pt idx="36">
                  <c:v>4.9775594259645839</c:v>
                </c:pt>
                <c:pt idx="37">
                  <c:v>1.3160209718850124</c:v>
                </c:pt>
                <c:pt idx="38">
                  <c:v>1.2190462959747128</c:v>
                </c:pt>
                <c:pt idx="39">
                  <c:v>2.9165522920669762</c:v>
                </c:pt>
                <c:pt idx="40">
                  <c:v>-0.91018203640728101</c:v>
                </c:pt>
                <c:pt idx="41">
                  <c:v>7.1683321557148183</c:v>
                </c:pt>
                <c:pt idx="42">
                  <c:v>1.3798408238230309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BDF-4963-BA9C-33F2E136762F}"/>
            </c:ext>
          </c:extLst>
        </c:ser>
        <c:ser>
          <c:idx val="2"/>
          <c:order val="2"/>
          <c:tx>
            <c:v>risk premium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chart'!$AS$3:$AS$45</c:f>
              <c:numCache>
                <c:formatCode>General</c:formatCode>
                <c:ptCount val="43"/>
                <c:pt idx="15" formatCode="0.00">
                  <c:v>2.7019774568808268</c:v>
                </c:pt>
                <c:pt idx="16" formatCode="0.00">
                  <c:v>-1.9358119127414399</c:v>
                </c:pt>
                <c:pt idx="17" formatCode="0.00">
                  <c:v>-1.9783852036524134</c:v>
                </c:pt>
                <c:pt idx="18" formatCode="0.00">
                  <c:v>-1.4462374969989744</c:v>
                </c:pt>
                <c:pt idx="19" formatCode="0.00">
                  <c:v>-0.34865893342956422</c:v>
                </c:pt>
                <c:pt idx="20" formatCode="0.00">
                  <c:v>-0.76273690307549735</c:v>
                </c:pt>
                <c:pt idx="21" formatCode="0.00">
                  <c:v>-0.98825557980814516</c:v>
                </c:pt>
                <c:pt idx="22" formatCode="0.00">
                  <c:v>-1.5343060183754549</c:v>
                </c:pt>
                <c:pt idx="23" formatCode="0.00">
                  <c:v>-1.5030081541767122</c:v>
                </c:pt>
                <c:pt idx="24" formatCode="0.00">
                  <c:v>-1.8236746873269816</c:v>
                </c:pt>
                <c:pt idx="25" formatCode="0.00">
                  <c:v>-1.6469543573872802</c:v>
                </c:pt>
                <c:pt idx="26" formatCode="0.00">
                  <c:v>-1.1218015210070775</c:v>
                </c:pt>
                <c:pt idx="27" formatCode="0.00">
                  <c:v>-0.42975246679220636</c:v>
                </c:pt>
                <c:pt idx="28" formatCode="0.00">
                  <c:v>0.33452678520389512</c:v>
                </c:pt>
                <c:pt idx="29" formatCode="0.00">
                  <c:v>-1.4420248904077861</c:v>
                </c:pt>
                <c:pt idx="30" formatCode="0.00">
                  <c:v>-0.60113295165384173</c:v>
                </c:pt>
                <c:pt idx="31" formatCode="0.00">
                  <c:v>-0.45222475960560393</c:v>
                </c:pt>
                <c:pt idx="32" formatCode="0.00">
                  <c:v>-0.25832192630226691</c:v>
                </c:pt>
                <c:pt idx="33" formatCode="0.00">
                  <c:v>0.19830819605389038</c:v>
                </c:pt>
                <c:pt idx="34" formatCode="0.00">
                  <c:v>-0.23387668550154506</c:v>
                </c:pt>
                <c:pt idx="35" formatCode="0.00">
                  <c:v>-0.12170658645451682</c:v>
                </c:pt>
                <c:pt idx="36" formatCode="0.00">
                  <c:v>0.10627612901688099</c:v>
                </c:pt>
                <c:pt idx="37" formatCode="0.00">
                  <c:v>0.38693632946224699</c:v>
                </c:pt>
                <c:pt idx="38" formatCode="0.00">
                  <c:v>0.19169883648476271</c:v>
                </c:pt>
                <c:pt idx="39" formatCode="0.00">
                  <c:v>0.30999682099269221</c:v>
                </c:pt>
                <c:pt idx="40" formatCode="0.00">
                  <c:v>-1.3321352276816967E-2</c:v>
                </c:pt>
                <c:pt idx="41" formatCode="0.00">
                  <c:v>-0.1874569487559965</c:v>
                </c:pt>
                <c:pt idx="42" formatCode="0.00">
                  <c:v>-0.368697244332157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BDF-4963-BA9C-33F2E13676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chart'!$R$3:$R$45</c:f>
              <c:numCache>
                <c:formatCode>General</c:formatCode>
                <c:ptCount val="43"/>
                <c:pt idx="15" formatCode="0.00">
                  <c:v>5.9306613654054319</c:v>
                </c:pt>
                <c:pt idx="16" formatCode="0.00">
                  <c:v>6.1798536609147856</c:v>
                </c:pt>
                <c:pt idx="17" formatCode="0.00">
                  <c:v>4.3607868928297489</c:v>
                </c:pt>
                <c:pt idx="18" formatCode="0.00">
                  <c:v>5.00422977671625</c:v>
                </c:pt>
                <c:pt idx="19" formatCode="0.00">
                  <c:v>5.2998714878810773</c:v>
                </c:pt>
                <c:pt idx="20" formatCode="0.00">
                  <c:v>2.6313500730094734</c:v>
                </c:pt>
                <c:pt idx="21" formatCode="0.00">
                  <c:v>1.7046942775260465</c:v>
                </c:pt>
                <c:pt idx="22" formatCode="0.00">
                  <c:v>1.6278791289061481</c:v>
                </c:pt>
                <c:pt idx="23" formatCode="0.00">
                  <c:v>2.7986290358343453</c:v>
                </c:pt>
                <c:pt idx="24" formatCode="0.00">
                  <c:v>3.5863093871439613</c:v>
                </c:pt>
                <c:pt idx="25" formatCode="0.00">
                  <c:v>2.4958301190959844</c:v>
                </c:pt>
                <c:pt idx="26" formatCode="0.00">
                  <c:v>1.7335871010976582</c:v>
                </c:pt>
                <c:pt idx="27" formatCode="0.00">
                  <c:v>2.5368390440932291</c:v>
                </c:pt>
                <c:pt idx="28" formatCode="0.00">
                  <c:v>2.6605131771064263</c:v>
                </c:pt>
                <c:pt idx="29" formatCode="0.00">
                  <c:v>3.3681534558438564</c:v>
                </c:pt>
                <c:pt idx="30" formatCode="0.00">
                  <c:v>2.2712565598090833</c:v>
                </c:pt>
                <c:pt idx="31" formatCode="0.00">
                  <c:v>2.8813892440375408</c:v>
                </c:pt>
                <c:pt idx="32" formatCode="0.00">
                  <c:v>1.2818837241981571</c:v>
                </c:pt>
                <c:pt idx="33" formatCode="0.00">
                  <c:v>1.1050257338535392</c:v>
                </c:pt>
                <c:pt idx="34" formatCode="0.00">
                  <c:v>1.9525791725354962</c:v>
                </c:pt>
                <c:pt idx="35" formatCode="0.00">
                  <c:v>1.1961925286184405</c:v>
                </c:pt>
                <c:pt idx="36" formatCode="0.00">
                  <c:v>1.3722957771107165</c:v>
                </c:pt>
                <c:pt idx="37" formatCode="0.00">
                  <c:v>0.42653945130688165</c:v>
                </c:pt>
                <c:pt idx="38" formatCode="0.00">
                  <c:v>-0.78781647945897593</c:v>
                </c:pt>
                <c:pt idx="39" formatCode="0.00">
                  <c:v>-1.4972954367198541</c:v>
                </c:pt>
                <c:pt idx="40" formatCode="0.00">
                  <c:v>-0.55103740668478585</c:v>
                </c:pt>
                <c:pt idx="41" formatCode="0.00">
                  <c:v>-1.8419642754202592</c:v>
                </c:pt>
                <c:pt idx="42" formatCode="0.00">
                  <c:v>-4.4033376441143899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DF3-4A22-872F-E32090706B6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chart'!$R$51:$R$93</c:f>
              <c:numCache>
                <c:formatCode>0.00</c:formatCode>
                <c:ptCount val="43"/>
                <c:pt idx="1">
                  <c:v>-0.51371304211905722</c:v>
                </c:pt>
                <c:pt idx="2">
                  <c:v>-1.2829073593439766</c:v>
                </c:pt>
                <c:pt idx="3">
                  <c:v>1.7580749324346945</c:v>
                </c:pt>
                <c:pt idx="4">
                  <c:v>3.1182229708390352</c:v>
                </c:pt>
                <c:pt idx="5">
                  <c:v>2.65640313622999</c:v>
                </c:pt>
                <c:pt idx="6">
                  <c:v>3.1258257823088664</c:v>
                </c:pt>
                <c:pt idx="7">
                  <c:v>1.8501680718576052</c:v>
                </c:pt>
                <c:pt idx="8">
                  <c:v>4.5850860937901583</c:v>
                </c:pt>
                <c:pt idx="9">
                  <c:v>4.4805537449172705</c:v>
                </c:pt>
                <c:pt idx="10">
                  <c:v>4.1779929987175946</c:v>
                </c:pt>
                <c:pt idx="11">
                  <c:v>2.451271619431461</c:v>
                </c:pt>
                <c:pt idx="12">
                  <c:v>1.5891277773782964</c:v>
                </c:pt>
                <c:pt idx="13">
                  <c:v>1.2640192890804869</c:v>
                </c:pt>
                <c:pt idx="14">
                  <c:v>3.0085410729102646</c:v>
                </c:pt>
                <c:pt idx="15">
                  <c:v>2.7731384905668621</c:v>
                </c:pt>
                <c:pt idx="16">
                  <c:v>3.4942366181344164</c:v>
                </c:pt>
                <c:pt idx="17">
                  <c:v>4.327649293508018</c:v>
                </c:pt>
                <c:pt idx="18">
                  <c:v>4.6684985333888429</c:v>
                </c:pt>
                <c:pt idx="19">
                  <c:v>5.0322454194919874</c:v>
                </c:pt>
                <c:pt idx="20">
                  <c:v>4.1993827603531209</c:v>
                </c:pt>
                <c:pt idx="21">
                  <c:v>2.3279561375111113</c:v>
                </c:pt>
                <c:pt idx="22">
                  <c:v>0.21657806654851175</c:v>
                </c:pt>
                <c:pt idx="23">
                  <c:v>0.15750675868553277</c:v>
                </c:pt>
                <c:pt idx="24">
                  <c:v>1.9831742859633739</c:v>
                </c:pt>
                <c:pt idx="25">
                  <c:v>2.0466975835816914</c:v>
                </c:pt>
                <c:pt idx="26">
                  <c:v>3.4617968351035255</c:v>
                </c:pt>
                <c:pt idx="27">
                  <c:v>3.7719779022041822</c:v>
                </c:pt>
                <c:pt idx="28">
                  <c:v>2.1720700836207918</c:v>
                </c:pt>
                <c:pt idx="29">
                  <c:v>-3.6674464744902879</c:v>
                </c:pt>
                <c:pt idx="30">
                  <c:v>1.3410796933977842</c:v>
                </c:pt>
                <c:pt idx="31">
                  <c:v>1.5497299029275213</c:v>
                </c:pt>
                <c:pt idx="32">
                  <c:v>-1.0313111516999096</c:v>
                </c:pt>
                <c:pt idx="33">
                  <c:v>-0.12692691673863443</c:v>
                </c:pt>
                <c:pt idx="34">
                  <c:v>1.424047550179619</c:v>
                </c:pt>
                <c:pt idx="35">
                  <c:v>1.9583157863628742</c:v>
                </c:pt>
                <c:pt idx="36">
                  <c:v>2.1917137192612124</c:v>
                </c:pt>
                <c:pt idx="37">
                  <c:v>2.9109484620588377</c:v>
                </c:pt>
                <c:pt idx="38">
                  <c:v>2.360895023406373</c:v>
                </c:pt>
                <c:pt idx="39">
                  <c:v>1.9556024658415883</c:v>
                </c:pt>
                <c:pt idx="40">
                  <c:v>-3.8845130493916025</c:v>
                </c:pt>
                <c:pt idx="41">
                  <c:v>6.1920848691504382</c:v>
                </c:pt>
                <c:pt idx="42">
                  <c:v>4.3263054533881684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DF3-4A22-872F-E32090706B6B}"/>
            </c:ext>
          </c:extLst>
        </c:ser>
        <c:ser>
          <c:idx val="2"/>
          <c:order val="2"/>
          <c:tx>
            <c:v>risk premium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chart'!$AT$3:$AT$45</c:f>
              <c:numCache>
                <c:formatCode>General</c:formatCode>
                <c:ptCount val="43"/>
                <c:pt idx="15" formatCode="0.00">
                  <c:v>1.1735241916510653E-2</c:v>
                </c:pt>
                <c:pt idx="16" formatCode="0.00">
                  <c:v>0.80984942164037754</c:v>
                </c:pt>
                <c:pt idx="17" formatCode="0.00">
                  <c:v>0.99836404155211955</c:v>
                </c:pt>
                <c:pt idx="18" formatCode="0.00">
                  <c:v>1.2243977690857424</c:v>
                </c:pt>
                <c:pt idx="19" formatCode="0.00">
                  <c:v>1.259262316885815</c:v>
                </c:pt>
                <c:pt idx="20" formatCode="0.00">
                  <c:v>0.65182576032039652</c:v>
                </c:pt>
                <c:pt idx="21" formatCode="0.00">
                  <c:v>0.63889766945132553</c:v>
                </c:pt>
                <c:pt idx="22" formatCode="0.00">
                  <c:v>0.20814982980200725</c:v>
                </c:pt>
                <c:pt idx="23" formatCode="0.00">
                  <c:v>6.3479178650064583E-2</c:v>
                </c:pt>
                <c:pt idx="24" formatCode="0.00">
                  <c:v>0.28322060223081635</c:v>
                </c:pt>
                <c:pt idx="25" formatCode="0.00">
                  <c:v>0.21761827872085249</c:v>
                </c:pt>
                <c:pt idx="26" formatCode="0.00">
                  <c:v>0.11502295652052297</c:v>
                </c:pt>
                <c:pt idx="27" formatCode="0.00">
                  <c:v>0.41541011041855036</c:v>
                </c:pt>
                <c:pt idx="28" formatCode="0.00">
                  <c:v>0.73917053664394672</c:v>
                </c:pt>
                <c:pt idx="29" formatCode="0.00">
                  <c:v>-0.26898348264068472</c:v>
                </c:pt>
                <c:pt idx="30" formatCode="0.00">
                  <c:v>-0.31146919079199842</c:v>
                </c:pt>
                <c:pt idx="31" formatCode="0.00">
                  <c:v>-0.11911142884201009</c:v>
                </c:pt>
                <c:pt idx="32" formatCode="0.00">
                  <c:v>-0.23751457546772414</c:v>
                </c:pt>
                <c:pt idx="33" formatCode="0.00">
                  <c:v>5.9055227003696587E-2</c:v>
                </c:pt>
                <c:pt idx="34" formatCode="0.00">
                  <c:v>6.4334930714571748E-2</c:v>
                </c:pt>
                <c:pt idx="35" formatCode="0.00">
                  <c:v>5.4940317233740599E-2</c:v>
                </c:pt>
                <c:pt idx="36" formatCode="0.00">
                  <c:v>0.11516693088357277</c:v>
                </c:pt>
                <c:pt idx="37" formatCode="0.00">
                  <c:v>0.12215547350407507</c:v>
                </c:pt>
                <c:pt idx="38" formatCode="0.00">
                  <c:v>0.17222102014281582</c:v>
                </c:pt>
                <c:pt idx="39" formatCode="0.00">
                  <c:v>0.20579421260578745</c:v>
                </c:pt>
                <c:pt idx="40" formatCode="0.00">
                  <c:v>0.31454436715294043</c:v>
                </c:pt>
                <c:pt idx="41" formatCode="0.00">
                  <c:v>0.171871875250867</c:v>
                </c:pt>
                <c:pt idx="42" formatCode="0.00">
                  <c:v>6.6395150693997484E-2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DF3-4A22-872F-E32090706B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chart'!$S$3:$S$45</c:f>
              <c:numCache>
                <c:formatCode>0.00</c:formatCode>
                <c:ptCount val="43"/>
                <c:pt idx="1">
                  <c:v>-4.7042799397805837</c:v>
                </c:pt>
                <c:pt idx="2">
                  <c:v>-2.0892286906679534</c:v>
                </c:pt>
                <c:pt idx="3">
                  <c:v>3.0143234449295306</c:v>
                </c:pt>
                <c:pt idx="4">
                  <c:v>4.7068559060394479</c:v>
                </c:pt>
                <c:pt idx="5">
                  <c:v>6.0868024117107522</c:v>
                </c:pt>
                <c:pt idx="6">
                  <c:v>12.993547984214619</c:v>
                </c:pt>
                <c:pt idx="7">
                  <c:v>3.1795301406164178</c:v>
                </c:pt>
                <c:pt idx="8">
                  <c:v>5.8660318891867718</c:v>
                </c:pt>
                <c:pt idx="9">
                  <c:v>7.6689146472950114</c:v>
                </c:pt>
                <c:pt idx="10">
                  <c:v>9.220664474226119</c:v>
                </c:pt>
                <c:pt idx="11">
                  <c:v>11.033009861897758</c:v>
                </c:pt>
                <c:pt idx="12">
                  <c:v>10.216737888448867</c:v>
                </c:pt>
                <c:pt idx="13">
                  <c:v>6.4216228648130365</c:v>
                </c:pt>
                <c:pt idx="14">
                  <c:v>6.9243653820018514</c:v>
                </c:pt>
                <c:pt idx="15">
                  <c:v>3.6189753821291095</c:v>
                </c:pt>
                <c:pt idx="16">
                  <c:v>5.0565990598818145</c:v>
                </c:pt>
                <c:pt idx="17">
                  <c:v>6.108894226205746</c:v>
                </c:pt>
                <c:pt idx="18">
                  <c:v>9.8651282152428763</c:v>
                </c:pt>
                <c:pt idx="19">
                  <c:v>2.6726648572565965</c:v>
                </c:pt>
                <c:pt idx="20">
                  <c:v>-7.1084938086178386</c:v>
                </c:pt>
                <c:pt idx="21">
                  <c:v>5.8695438837138303</c:v>
                </c:pt>
                <c:pt idx="22">
                  <c:v>8.9748177325667697</c:v>
                </c:pt>
                <c:pt idx="23">
                  <c:v>3.6821262621787296</c:v>
                </c:pt>
                <c:pt idx="24">
                  <c:v>-1.3572253125738003</c:v>
                </c:pt>
                <c:pt idx="25">
                  <c:v>-4.2307089187079994</c:v>
                </c:pt>
                <c:pt idx="26">
                  <c:v>-2.1933195903118037</c:v>
                </c:pt>
                <c:pt idx="27">
                  <c:v>2.3119035761526066</c:v>
                </c:pt>
                <c:pt idx="28">
                  <c:v>-5.894590693055064</c:v>
                </c:pt>
                <c:pt idx="29">
                  <c:v>8.0720913666978351</c:v>
                </c:pt>
                <c:pt idx="30">
                  <c:v>-2.7993697407103246</c:v>
                </c:pt>
                <c:pt idx="31">
                  <c:v>-3.771907304371664</c:v>
                </c:pt>
                <c:pt idx="32">
                  <c:v>-3.1254435744811904E-2</c:v>
                </c:pt>
                <c:pt idx="33">
                  <c:v>0.36818175344137583</c:v>
                </c:pt>
                <c:pt idx="34">
                  <c:v>2.4834970689623876</c:v>
                </c:pt>
                <c:pt idx="35">
                  <c:v>5.592675799128779</c:v>
                </c:pt>
                <c:pt idx="36">
                  <c:v>3.7858339020101184</c:v>
                </c:pt>
                <c:pt idx="37">
                  <c:v>-2.233846387257242</c:v>
                </c:pt>
                <c:pt idx="38">
                  <c:v>-4.8976876900695228</c:v>
                </c:pt>
                <c:pt idx="39">
                  <c:v>2.3379167188108028</c:v>
                </c:pt>
                <c:pt idx="40">
                  <c:v>4.0976149639580743</c:v>
                </c:pt>
                <c:pt idx="41">
                  <c:v>-19.040497945619244</c:v>
                </c:pt>
                <c:pt idx="42">
                  <c:v>-27.074585999082025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FBB-4BAD-9E88-CC7F2D07FC17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chart'!$S$51:$S$93</c:f>
              <c:numCache>
                <c:formatCode>0.00</c:formatCode>
                <c:ptCount val="43"/>
                <c:pt idx="1">
                  <c:v>1.5982642576508832</c:v>
                </c:pt>
                <c:pt idx="2">
                  <c:v>0.23535900264217702</c:v>
                </c:pt>
                <c:pt idx="3">
                  <c:v>3.9730958553215956</c:v>
                </c:pt>
                <c:pt idx="4">
                  <c:v>6.0523674785941894</c:v>
                </c:pt>
                <c:pt idx="5">
                  <c:v>5.5533577031211312</c:v>
                </c:pt>
                <c:pt idx="6">
                  <c:v>4.0420874831964992</c:v>
                </c:pt>
                <c:pt idx="7">
                  <c:v>1.7535441448062183</c:v>
                </c:pt>
                <c:pt idx="8">
                  <c:v>-0.25513780509738293</c:v>
                </c:pt>
                <c:pt idx="9">
                  <c:v>1.0382582967433773</c:v>
                </c:pt>
                <c:pt idx="10">
                  <c:v>1.9323212163764314</c:v>
                </c:pt>
                <c:pt idx="11">
                  <c:v>3.0844313985696425</c:v>
                </c:pt>
                <c:pt idx="12">
                  <c:v>3.5743880765470859</c:v>
                </c:pt>
                <c:pt idx="13">
                  <c:v>2.8451981524933334</c:v>
                </c:pt>
                <c:pt idx="14">
                  <c:v>5.0552920607580765</c:v>
                </c:pt>
                <c:pt idx="15">
                  <c:v>4.1556212977682749</c:v>
                </c:pt>
                <c:pt idx="16">
                  <c:v>5.0279083908742805</c:v>
                </c:pt>
                <c:pt idx="17">
                  <c:v>5.2846127936932774</c:v>
                </c:pt>
                <c:pt idx="18">
                  <c:v>2.6687371710293117</c:v>
                </c:pt>
                <c:pt idx="19">
                  <c:v>2.0720084323456955</c:v>
                </c:pt>
                <c:pt idx="20">
                  <c:v>3.3189244633306414</c:v>
                </c:pt>
                <c:pt idx="21">
                  <c:v>2.0671465679266143</c:v>
                </c:pt>
                <c:pt idx="22">
                  <c:v>1.3775916884456452</c:v>
                </c:pt>
                <c:pt idx="23">
                  <c:v>0.94484188013872483</c:v>
                </c:pt>
                <c:pt idx="24">
                  <c:v>4.0146973151252929</c:v>
                </c:pt>
                <c:pt idx="25">
                  <c:v>2.685059823330449</c:v>
                </c:pt>
                <c:pt idx="26">
                  <c:v>2.4614963504172138</c:v>
                </c:pt>
                <c:pt idx="27">
                  <c:v>2.9139925238105491</c:v>
                </c:pt>
                <c:pt idx="28">
                  <c:v>0.4819650052676705</c:v>
                </c:pt>
                <c:pt idx="29">
                  <c:v>-1.9403662659197685</c:v>
                </c:pt>
                <c:pt idx="30">
                  <c:v>0.78704029034510903</c:v>
                </c:pt>
                <c:pt idx="31">
                  <c:v>1.1056381063312415</c:v>
                </c:pt>
                <c:pt idx="32">
                  <c:v>2.7179806705749376</c:v>
                </c:pt>
                <c:pt idx="33">
                  <c:v>1.0161686044261486</c:v>
                </c:pt>
                <c:pt idx="34">
                  <c:v>2.0481463604320682</c:v>
                </c:pt>
                <c:pt idx="35">
                  <c:v>1.8573509329278259</c:v>
                </c:pt>
                <c:pt idx="36">
                  <c:v>1.1647380154370612</c:v>
                </c:pt>
                <c:pt idx="37">
                  <c:v>2.4637111815289714</c:v>
                </c:pt>
                <c:pt idx="38">
                  <c:v>0.82894558286348285</c:v>
                </c:pt>
                <c:pt idx="39">
                  <c:v>1.1237391790833495</c:v>
                </c:pt>
                <c:pt idx="40">
                  <c:v>-1.2781730312773742</c:v>
                </c:pt>
                <c:pt idx="41">
                  <c:v>3.9086771378037399</c:v>
                </c:pt>
                <c:pt idx="42">
                  <c:v>3.0056215050610291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FBB-4BAD-9E88-CC7F2D07FC17}"/>
            </c:ext>
          </c:extLst>
        </c:ser>
        <c:ser>
          <c:idx val="2"/>
          <c:order val="2"/>
          <c:tx>
            <c:v>risk premium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chart'!$AU$3:$AU$45</c:f>
              <c:numCache>
                <c:formatCode>General</c:formatCode>
                <c:ptCount val="43"/>
                <c:pt idx="11" formatCode="0.00">
                  <c:v>5.3511018946473552</c:v>
                </c:pt>
                <c:pt idx="12" formatCode="0.00">
                  <c:v>1.0634781586758493</c:v>
                </c:pt>
                <c:pt idx="13" formatCode="0.00">
                  <c:v>0.83674730769792838</c:v>
                </c:pt>
                <c:pt idx="14" formatCode="0.00">
                  <c:v>-0.9105599036100962</c:v>
                </c:pt>
                <c:pt idx="15" formatCode="0.00">
                  <c:v>-0.95772050929952979</c:v>
                </c:pt>
                <c:pt idx="16" formatCode="0.00">
                  <c:v>2.9046379280756334</c:v>
                </c:pt>
                <c:pt idx="17" formatCode="0.00">
                  <c:v>2.8888900111668114</c:v>
                </c:pt>
                <c:pt idx="18" formatCode="0.00">
                  <c:v>3.3141597593616918</c:v>
                </c:pt>
                <c:pt idx="19" formatCode="0.00">
                  <c:v>3.9693305954175653</c:v>
                </c:pt>
                <c:pt idx="20" formatCode="0.00">
                  <c:v>2.8300093672868485</c:v>
                </c:pt>
                <c:pt idx="21" formatCode="0.00">
                  <c:v>2.3327696337457633</c:v>
                </c:pt>
                <c:pt idx="22" formatCode="0.00">
                  <c:v>2.2625765250044099</c:v>
                </c:pt>
                <c:pt idx="23" formatCode="0.00">
                  <c:v>1.6415909900755814</c:v>
                </c:pt>
                <c:pt idx="24" formatCode="0.00">
                  <c:v>-1.7538675759948497E-2</c:v>
                </c:pt>
                <c:pt idx="25" formatCode="0.00">
                  <c:v>0.26144772736854094</c:v>
                </c:pt>
                <c:pt idx="26" formatCode="0.00">
                  <c:v>2.3601988981400579</c:v>
                </c:pt>
                <c:pt idx="27" formatCode="0.00">
                  <c:v>1.1957918405179955</c:v>
                </c:pt>
                <c:pt idx="28" formatCode="0.00">
                  <c:v>0.44502738243076312</c:v>
                </c:pt>
                <c:pt idx="29" formatCode="0.00">
                  <c:v>-0.90298341074545707</c:v>
                </c:pt>
                <c:pt idx="30" formatCode="0.00">
                  <c:v>-0.3682710745949338</c:v>
                </c:pt>
                <c:pt idx="31" formatCode="0.00">
                  <c:v>-0.29329768464737471</c:v>
                </c:pt>
                <c:pt idx="32" formatCode="0.00">
                  <c:v>0.35442335889201138</c:v>
                </c:pt>
                <c:pt idx="33" formatCode="0.00">
                  <c:v>0.59921645820589031</c:v>
                </c:pt>
                <c:pt idx="34" formatCode="0.00">
                  <c:v>0.60092880007090521</c:v>
                </c:pt>
                <c:pt idx="35" formatCode="0.00">
                  <c:v>0.8725608741413533</c:v>
                </c:pt>
                <c:pt idx="36" formatCode="0.00">
                  <c:v>0.47596787972609</c:v>
                </c:pt>
                <c:pt idx="37" formatCode="0.00">
                  <c:v>0.28271370548486874</c:v>
                </c:pt>
                <c:pt idx="38" formatCode="0.00">
                  <c:v>0.36792693195285842</c:v>
                </c:pt>
                <c:pt idx="39" formatCode="0.00">
                  <c:v>0.45945135157456707</c:v>
                </c:pt>
                <c:pt idx="40" formatCode="0.00">
                  <c:v>0.51883845119342165</c:v>
                </c:pt>
                <c:pt idx="41" formatCode="0.00">
                  <c:v>0.26304855945135941</c:v>
                </c:pt>
                <c:pt idx="42" formatCode="0.00">
                  <c:v>1.9496634577806704E-2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FBB-4BAD-9E88-CC7F2D07FC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r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chart'!$T$3:$T$45</c:f>
              <c:numCache>
                <c:formatCode>General</c:formatCode>
                <c:ptCount val="43"/>
                <c:pt idx="15" formatCode="0.000">
                  <c:v>-21.368996818560252</c:v>
                </c:pt>
                <c:pt idx="16" formatCode="0.000">
                  <c:v>-6.2413074739050423</c:v>
                </c:pt>
                <c:pt idx="17" formatCode="0.000">
                  <c:v>-1.1662975112248652</c:v>
                </c:pt>
                <c:pt idx="18" formatCode="0.000">
                  <c:v>-0.15610683973198469</c:v>
                </c:pt>
                <c:pt idx="19" formatCode="0.000">
                  <c:v>2.432726580290919</c:v>
                </c:pt>
                <c:pt idx="20" formatCode="0.000">
                  <c:v>1.2959843997920784</c:v>
                </c:pt>
                <c:pt idx="21" formatCode="0.000">
                  <c:v>5.4578765389816386</c:v>
                </c:pt>
                <c:pt idx="22" formatCode="0.000">
                  <c:v>5.518322751602442</c:v>
                </c:pt>
                <c:pt idx="23" formatCode="0.000">
                  <c:v>6.624477407057844</c:v>
                </c:pt>
                <c:pt idx="24" formatCode="0.000">
                  <c:v>1.4887134619938331</c:v>
                </c:pt>
                <c:pt idx="25" formatCode="0.000">
                  <c:v>3.2357627919853416</c:v>
                </c:pt>
                <c:pt idx="26" formatCode="0.000">
                  <c:v>3.7588462217883052</c:v>
                </c:pt>
                <c:pt idx="27" formatCode="0.000">
                  <c:v>1.3977248536651468</c:v>
                </c:pt>
                <c:pt idx="28" formatCode="0.000">
                  <c:v>1.2510843499536497</c:v>
                </c:pt>
                <c:pt idx="29" formatCode="0.000">
                  <c:v>1.8150027170644885</c:v>
                </c:pt>
                <c:pt idx="30" formatCode="0.000">
                  <c:v>3.7063041343717513</c:v>
                </c:pt>
                <c:pt idx="31" formatCode="0.000">
                  <c:v>2.0153818641122641</c:v>
                </c:pt>
                <c:pt idx="32" formatCode="0.000">
                  <c:v>2.8504105063712553</c:v>
                </c:pt>
                <c:pt idx="33" formatCode="0.000">
                  <c:v>4.4938424556657175</c:v>
                </c:pt>
                <c:pt idx="34" formatCode="0.000">
                  <c:v>3.1476034711256444</c:v>
                </c:pt>
                <c:pt idx="35" formatCode="0.000">
                  <c:v>2.3061085236254981</c:v>
                </c:pt>
                <c:pt idx="36" formatCode="0.000">
                  <c:v>3.3573821817249772</c:v>
                </c:pt>
                <c:pt idx="37" formatCode="0.000">
                  <c:v>1.3232002157936638</c:v>
                </c:pt>
                <c:pt idx="38" formatCode="0.000">
                  <c:v>1.8072964152526403</c:v>
                </c:pt>
                <c:pt idx="39" formatCode="0.000">
                  <c:v>1.4257179714260992E-3</c:v>
                </c:pt>
                <c:pt idx="40" formatCode="0.000">
                  <c:v>-1.340677827390925</c:v>
                </c:pt>
                <c:pt idx="41" formatCode="0.000">
                  <c:v>-3.0828917749154563</c:v>
                </c:pt>
                <c:pt idx="42" formatCode="0.000">
                  <c:v>-7.3609565184055041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D03-41A8-9B30-23AA1D4F3D80}"/>
            </c:ext>
          </c:extLst>
        </c:ser>
        <c:ser>
          <c:idx val="1"/>
          <c:order val="1"/>
          <c:tx>
            <c:v>g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chart'!$T$51:$T$93</c:f>
              <c:numCache>
                <c:formatCode>0.00</c:formatCode>
                <c:ptCount val="43"/>
                <c:pt idx="1">
                  <c:v>-9.9999999999999982</c:v>
                </c:pt>
                <c:pt idx="2">
                  <c:v>-4.8462486819934592</c:v>
                </c:pt>
                <c:pt idx="3">
                  <c:v>5.5999249800728235</c:v>
                </c:pt>
                <c:pt idx="4">
                  <c:v>-0.36601249148979775</c:v>
                </c:pt>
                <c:pt idx="5">
                  <c:v>3.8616313149243853</c:v>
                </c:pt>
                <c:pt idx="6">
                  <c:v>3.4945071605001932</c:v>
                </c:pt>
                <c:pt idx="7">
                  <c:v>2.3016351213903441</c:v>
                </c:pt>
                <c:pt idx="8">
                  <c:v>3.2852833624442912</c:v>
                </c:pt>
                <c:pt idx="9">
                  <c:v>3.8121034644666318</c:v>
                </c:pt>
                <c:pt idx="10">
                  <c:v>-7.1708800636986041</c:v>
                </c:pt>
                <c:pt idx="11">
                  <c:v>-7.0055101653049618</c:v>
                </c:pt>
                <c:pt idx="12">
                  <c:v>2.0328311943047517</c:v>
                </c:pt>
                <c:pt idx="13">
                  <c:v>4.2873224045279157</c:v>
                </c:pt>
                <c:pt idx="14">
                  <c:v>5.2390259290499896</c:v>
                </c:pt>
                <c:pt idx="15">
                  <c:v>6.7277203399439323</c:v>
                </c:pt>
                <c:pt idx="16">
                  <c:v>6.2391549897731879</c:v>
                </c:pt>
                <c:pt idx="17">
                  <c:v>7.0863969637444679</c:v>
                </c:pt>
                <c:pt idx="18">
                  <c:v>4.9816888346971844</c:v>
                </c:pt>
                <c:pt idx="19">
                  <c:v>4.524248914971607</c:v>
                </c:pt>
                <c:pt idx="20">
                  <c:v>4.2597541317140442</c:v>
                </c:pt>
                <c:pt idx="21">
                  <c:v>1.2052895012126141</c:v>
                </c:pt>
                <c:pt idx="22">
                  <c:v>1.4434539811556624</c:v>
                </c:pt>
                <c:pt idx="23">
                  <c:v>3.4983912134024964</c:v>
                </c:pt>
                <c:pt idx="24">
                  <c:v>4.9828445698604673</c:v>
                </c:pt>
                <c:pt idx="25">
                  <c:v>3.506666408751391</c:v>
                </c:pt>
                <c:pt idx="26">
                  <c:v>6.1311464220827672</c:v>
                </c:pt>
                <c:pt idx="27">
                  <c:v>7.0614688865869857</c:v>
                </c:pt>
                <c:pt idx="28">
                  <c:v>4.1999902746551854</c:v>
                </c:pt>
                <c:pt idx="29">
                  <c:v>2.8322585117020127</c:v>
                </c:pt>
                <c:pt idx="30">
                  <c:v>2.9347088348924188</c:v>
                </c:pt>
                <c:pt idx="31">
                  <c:v>5.0421263173591635</c:v>
                </c:pt>
                <c:pt idx="32">
                  <c:v>1.5452852012833418</c:v>
                </c:pt>
                <c:pt idx="33">
                  <c:v>0.85655760124969671</c:v>
                </c:pt>
                <c:pt idx="34">
                  <c:v>3.837021072970126</c:v>
                </c:pt>
                <c:pt idx="35">
                  <c:v>4.3832986350727632</c:v>
                </c:pt>
                <c:pt idx="36">
                  <c:v>2.9535088416771771</c:v>
                </c:pt>
                <c:pt idx="37">
                  <c:v>5.1400175740944576</c:v>
                </c:pt>
                <c:pt idx="38">
                  <c:v>5.945157109681154</c:v>
                </c:pt>
                <c:pt idx="39">
                  <c:v>4.4499900363588196</c:v>
                </c:pt>
                <c:pt idx="40">
                  <c:v>-2.0201180904989235</c:v>
                </c:pt>
                <c:pt idx="41">
                  <c:v>6.9350343312198914</c:v>
                </c:pt>
                <c:pt idx="42">
                  <c:v>5.260366755672985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D03-41A8-9B30-23AA1D4F3D80}"/>
            </c:ext>
          </c:extLst>
        </c:ser>
        <c:ser>
          <c:idx val="2"/>
          <c:order val="2"/>
          <c:tx>
            <c:v>r - g differential</c:v>
          </c:tx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chart'!$AV$3:$AV$45</c:f>
              <c:numCache>
                <c:formatCode>General</c:formatCode>
                <c:ptCount val="43"/>
                <c:pt idx="15">
                  <c:v>5.0806011880168169</c:v>
                </c:pt>
                <c:pt idx="16">
                  <c:v>5.2551746030030539</c:v>
                </c:pt>
                <c:pt idx="17">
                  <c:v>6.7514767232874835</c:v>
                </c:pt>
                <c:pt idx="18">
                  <c:v>5.0544601059450187</c:v>
                </c:pt>
                <c:pt idx="19">
                  <c:v>3.0931677126213835</c:v>
                </c:pt>
                <c:pt idx="20">
                  <c:v>3.1518369573286833</c:v>
                </c:pt>
                <c:pt idx="21">
                  <c:v>3.6874510429613823</c:v>
                </c:pt>
                <c:pt idx="22">
                  <c:v>2.8314003471244806</c:v>
                </c:pt>
                <c:pt idx="23">
                  <c:v>2.4978198453050569</c:v>
                </c:pt>
                <c:pt idx="24">
                  <c:v>1.8966898415137132</c:v>
                </c:pt>
                <c:pt idx="25">
                  <c:v>1.5234435476830352</c:v>
                </c:pt>
                <c:pt idx="26">
                  <c:v>1.3084316661078956</c:v>
                </c:pt>
                <c:pt idx="27">
                  <c:v>0.92091945018072696</c:v>
                </c:pt>
                <c:pt idx="28">
                  <c:v>0.91951157621704649</c:v>
                </c:pt>
                <c:pt idx="29">
                  <c:v>1.740464317757167</c:v>
                </c:pt>
                <c:pt idx="30">
                  <c:v>1.7458217618692444</c:v>
                </c:pt>
                <c:pt idx="31">
                  <c:v>1.9366290355857751</c:v>
                </c:pt>
                <c:pt idx="32">
                  <c:v>2.1073233649712151</c:v>
                </c:pt>
                <c:pt idx="33">
                  <c:v>2.391297924652549</c:v>
                </c:pt>
                <c:pt idx="34">
                  <c:v>1.4719611459603392</c:v>
                </c:pt>
                <c:pt idx="35">
                  <c:v>1.7080350168911027</c:v>
                </c:pt>
                <c:pt idx="36">
                  <c:v>1.7322533354978207</c:v>
                </c:pt>
                <c:pt idx="37">
                  <c:v>1.521017101349339</c:v>
                </c:pt>
                <c:pt idx="38">
                  <c:v>1.5595223315648568</c:v>
                </c:pt>
                <c:pt idx="39">
                  <c:v>1.704775249412251</c:v>
                </c:pt>
                <c:pt idx="40">
                  <c:v>1.8526615655543301</c:v>
                </c:pt>
                <c:pt idx="41">
                  <c:v>1.268073392710845</c:v>
                </c:pt>
                <c:pt idx="42">
                  <c:v>2.3219603278348671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D03-41A8-9B30-23AA1D4F3D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36319314252385121"/>
          <c:y val="1.0683760683760684E-2"/>
          <c:w val="0.63680685747614885"/>
          <c:h val="0.13969437714516456"/>
        </c:manualLayout>
      </c:layout>
      <c:overlay val="0"/>
      <c:txPr>
        <a:bodyPr/>
        <a:lstStyle/>
        <a:p>
          <a:pPr>
            <a:defRPr sz="700"/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chart'!$U$3:$U$45</c:f>
              <c:numCache>
                <c:formatCode>0.00</c:formatCode>
                <c:ptCount val="43"/>
                <c:pt idx="1">
                  <c:v>-3.7384065842944327</c:v>
                </c:pt>
                <c:pt idx="2">
                  <c:v>-5.6862460623386273</c:v>
                </c:pt>
                <c:pt idx="3">
                  <c:v>-12.447553931122636</c:v>
                </c:pt>
                <c:pt idx="4">
                  <c:v>-10.096779244723527</c:v>
                </c:pt>
                <c:pt idx="5">
                  <c:v>-6.3741398713074844</c:v>
                </c:pt>
                <c:pt idx="6">
                  <c:v>-4.4422933902846733</c:v>
                </c:pt>
                <c:pt idx="7">
                  <c:v>3.6756709808488104</c:v>
                </c:pt>
                <c:pt idx="8">
                  <c:v>-1.4389364146407786</c:v>
                </c:pt>
                <c:pt idx="9">
                  <c:v>0.42084889690162086</c:v>
                </c:pt>
                <c:pt idx="10">
                  <c:v>3.5362331920265948</c:v>
                </c:pt>
                <c:pt idx="11">
                  <c:v>1.9942822230153929</c:v>
                </c:pt>
                <c:pt idx="12">
                  <c:v>1.950537981802416</c:v>
                </c:pt>
                <c:pt idx="13">
                  <c:v>4.4722311993921853</c:v>
                </c:pt>
                <c:pt idx="14">
                  <c:v>3.4931119692582424</c:v>
                </c:pt>
                <c:pt idx="15">
                  <c:v>4.2600429623344604</c:v>
                </c:pt>
                <c:pt idx="16">
                  <c:v>5.8344089330523836</c:v>
                </c:pt>
                <c:pt idx="17">
                  <c:v>2.6790635261820492</c:v>
                </c:pt>
                <c:pt idx="18">
                  <c:v>1.9940000223490104</c:v>
                </c:pt>
                <c:pt idx="19">
                  <c:v>2.3173867246269131</c:v>
                </c:pt>
                <c:pt idx="20">
                  <c:v>2.4112701102615182</c:v>
                </c:pt>
                <c:pt idx="21">
                  <c:v>2.1191091872215813</c:v>
                </c:pt>
                <c:pt idx="22">
                  <c:v>1.0017987064317824</c:v>
                </c:pt>
                <c:pt idx="23">
                  <c:v>1.1119370653091467</c:v>
                </c:pt>
                <c:pt idx="24">
                  <c:v>1.7893492850080408</c:v>
                </c:pt>
                <c:pt idx="25">
                  <c:v>0.65197793281846028</c:v>
                </c:pt>
                <c:pt idx="26">
                  <c:v>0.85370763666708172</c:v>
                </c:pt>
                <c:pt idx="27">
                  <c:v>1.2846548459669247</c:v>
                </c:pt>
                <c:pt idx="28">
                  <c:v>2.6397085752811291</c:v>
                </c:pt>
                <c:pt idx="29">
                  <c:v>2.7700314324090765</c:v>
                </c:pt>
                <c:pt idx="30">
                  <c:v>2.7867933549380988</c:v>
                </c:pt>
                <c:pt idx="31">
                  <c:v>4.4928652723451243</c:v>
                </c:pt>
                <c:pt idx="32">
                  <c:v>4.4602890396990986</c:v>
                </c:pt>
                <c:pt idx="33">
                  <c:v>1.5433370490443883</c:v>
                </c:pt>
                <c:pt idx="34">
                  <c:v>3.0642686922893874</c:v>
                </c:pt>
                <c:pt idx="35">
                  <c:v>1.561998119248508</c:v>
                </c:pt>
                <c:pt idx="36">
                  <c:v>1.56574622173944</c:v>
                </c:pt>
                <c:pt idx="37">
                  <c:v>1.5049414662808536</c:v>
                </c:pt>
                <c:pt idx="38">
                  <c:v>0.97996937058355682</c:v>
                </c:pt>
                <c:pt idx="39">
                  <c:v>0.7878260606111227</c:v>
                </c:pt>
                <c:pt idx="40">
                  <c:v>0.31135064020593051</c:v>
                </c:pt>
                <c:pt idx="41">
                  <c:v>1.8173583659169656E-2</c:v>
                </c:pt>
                <c:pt idx="42">
                  <c:v>-3.2770334082912296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630-4D1D-B990-673BE75F43B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chart'!$U$51:$U$93</c:f>
              <c:numCache>
                <c:formatCode>0.00</c:formatCode>
                <c:ptCount val="43"/>
                <c:pt idx="1">
                  <c:v>3.5223697337119164</c:v>
                </c:pt>
                <c:pt idx="2">
                  <c:v>2.1635073599491683</c:v>
                </c:pt>
                <c:pt idx="3">
                  <c:v>0.97125620639970656</c:v>
                </c:pt>
                <c:pt idx="4">
                  <c:v>-1.0409608869725862</c:v>
                </c:pt>
                <c:pt idx="5">
                  <c:v>1.6359599983401862</c:v>
                </c:pt>
                <c:pt idx="6">
                  <c:v>3.3203025323303326</c:v>
                </c:pt>
                <c:pt idx="7">
                  <c:v>7.6314385632149762</c:v>
                </c:pt>
                <c:pt idx="8">
                  <c:v>5.3400152362071074</c:v>
                </c:pt>
                <c:pt idx="9">
                  <c:v>6.6490080073887459</c:v>
                </c:pt>
                <c:pt idx="10">
                  <c:v>7.8594771241830008</c:v>
                </c:pt>
                <c:pt idx="11">
                  <c:v>3.3699439478866777</c:v>
                </c:pt>
                <c:pt idx="12">
                  <c:v>3.1296484915988465</c:v>
                </c:pt>
                <c:pt idx="13">
                  <c:v>-0.68708256359244491</c:v>
                </c:pt>
                <c:pt idx="14">
                  <c:v>1.4888426233965246</c:v>
                </c:pt>
                <c:pt idx="15">
                  <c:v>2.3073018737575168</c:v>
                </c:pt>
                <c:pt idx="16">
                  <c:v>3.5045167336195115</c:v>
                </c:pt>
                <c:pt idx="17">
                  <c:v>4.401083794345384</c:v>
                </c:pt>
                <c:pt idx="18">
                  <c:v>4.8079375605774466</c:v>
                </c:pt>
                <c:pt idx="19">
                  <c:v>3.906573215545972</c:v>
                </c:pt>
                <c:pt idx="20">
                  <c:v>3.8159088912960826</c:v>
                </c:pt>
                <c:pt idx="21">
                  <c:v>1.9435764965990199</c:v>
                </c:pt>
                <c:pt idx="22">
                  <c:v>0.77123951578994543</c:v>
                </c:pt>
                <c:pt idx="23">
                  <c:v>-0.93059261455347153</c:v>
                </c:pt>
                <c:pt idx="24">
                  <c:v>1.7888909208798154</c:v>
                </c:pt>
                <c:pt idx="25">
                  <c:v>0.78181570709132675</c:v>
                </c:pt>
                <c:pt idx="26">
                  <c:v>1.6249709633679332</c:v>
                </c:pt>
                <c:pt idx="27">
                  <c:v>2.5063922304498831</c:v>
                </c:pt>
                <c:pt idx="28">
                  <c:v>0.31944574089630695</c:v>
                </c:pt>
                <c:pt idx="29">
                  <c:v>-3.122253812354614</c:v>
                </c:pt>
                <c:pt idx="30">
                  <c:v>1.7379008590790335</c:v>
                </c:pt>
                <c:pt idx="31">
                  <c:v>-1.6961508808551073</c:v>
                </c:pt>
                <c:pt idx="32">
                  <c:v>-4.0574498620840505</c:v>
                </c:pt>
                <c:pt idx="33">
                  <c:v>-0.92254821273660692</c:v>
                </c:pt>
                <c:pt idx="34">
                  <c:v>0.79194472663595139</c:v>
                </c:pt>
                <c:pt idx="35">
                  <c:v>1.7919590154805487</c:v>
                </c:pt>
                <c:pt idx="36">
                  <c:v>2.0197157518134778</c:v>
                </c:pt>
                <c:pt idx="37">
                  <c:v>3.5063542281087434</c:v>
                </c:pt>
                <c:pt idx="38">
                  <c:v>2.8493127975589116</c:v>
                </c:pt>
                <c:pt idx="39">
                  <c:v>2.6827314901097576</c:v>
                </c:pt>
                <c:pt idx="40">
                  <c:v>-8.3005077138161845</c:v>
                </c:pt>
                <c:pt idx="41">
                  <c:v>5.737319053783696</c:v>
                </c:pt>
                <c:pt idx="42">
                  <c:v>6.8274148913026966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630-4D1D-B990-673BE75F43BB}"/>
            </c:ext>
          </c:extLst>
        </c:ser>
        <c:ser>
          <c:idx val="2"/>
          <c:order val="2"/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chart'!$AW$3:$AW$45</c:f>
              <c:numCache>
                <c:formatCode>General</c:formatCode>
                <c:ptCount val="43"/>
                <c:pt idx="11" formatCode="0.00">
                  <c:v>5.0300760824312363</c:v>
                </c:pt>
                <c:pt idx="12" formatCode="0.00">
                  <c:v>2.4507832864620394</c:v>
                </c:pt>
                <c:pt idx="13" formatCode="0.00">
                  <c:v>1.897167705655125</c:v>
                </c:pt>
                <c:pt idx="14" formatCode="0.00">
                  <c:v>2.6476125172550926</c:v>
                </c:pt>
                <c:pt idx="15" formatCode="0.00">
                  <c:v>2.2657346072905105</c:v>
                </c:pt>
                <c:pt idx="16" formatCode="0.00">
                  <c:v>1.8114744507934155</c:v>
                </c:pt>
                <c:pt idx="17" formatCode="0.00">
                  <c:v>0.55749924033521125</c:v>
                </c:pt>
                <c:pt idx="18" formatCode="0.00">
                  <c:v>-3.7670543492654751E-2</c:v>
                </c:pt>
                <c:pt idx="19" formatCode="0.00">
                  <c:v>0.36292071765314304</c:v>
                </c:pt>
                <c:pt idx="20" formatCode="0.00">
                  <c:v>0.43563523674428595</c:v>
                </c:pt>
                <c:pt idx="21" formatCode="0.00">
                  <c:v>0.5842849687905618</c:v>
                </c:pt>
                <c:pt idx="22" formatCode="0.00">
                  <c:v>1.7838079818668362E-3</c:v>
                </c:pt>
                <c:pt idx="23" formatCode="0.00">
                  <c:v>-0.36399536830117896</c:v>
                </c:pt>
                <c:pt idx="24" formatCode="0.00">
                  <c:v>-0.32084710349494294</c:v>
                </c:pt>
                <c:pt idx="25" formatCode="0.00">
                  <c:v>-0.28575205277203519</c:v>
                </c:pt>
                <c:pt idx="26" formatCode="0.00">
                  <c:v>-0.14005683983169614</c:v>
                </c:pt>
                <c:pt idx="27" formatCode="0.00">
                  <c:v>5.5556369923908555E-2</c:v>
                </c:pt>
                <c:pt idx="28" formatCode="0.00">
                  <c:v>0.15225985947463005</c:v>
                </c:pt>
                <c:pt idx="29" formatCode="0.00">
                  <c:v>8.2762257456918675E-3</c:v>
                </c:pt>
                <c:pt idx="30" formatCode="0.00">
                  <c:v>-9.4442967983070503E-2</c:v>
                </c:pt>
                <c:pt idx="31" formatCode="0.00">
                  <c:v>1.0324957412568168</c:v>
                </c:pt>
                <c:pt idx="32" formatCode="0.00">
                  <c:v>1.1043978081966648</c:v>
                </c:pt>
                <c:pt idx="33" formatCode="0.00">
                  <c:v>1.470711446175101</c:v>
                </c:pt>
                <c:pt idx="34" formatCode="0.00">
                  <c:v>1.6277963766931607</c:v>
                </c:pt>
                <c:pt idx="35" formatCode="0.00">
                  <c:v>1.6661864489889948</c:v>
                </c:pt>
                <c:pt idx="36" formatCode="0.00">
                  <c:v>1.5706000429384388</c:v>
                </c:pt>
                <c:pt idx="37" formatCode="0.00">
                  <c:v>1.4522916978255231</c:v>
                </c:pt>
                <c:pt idx="38" formatCode="0.00">
                  <c:v>1.3155422272823487</c:v>
                </c:pt>
                <c:pt idx="39" formatCode="0.00">
                  <c:v>1.2076475570770353</c:v>
                </c:pt>
                <c:pt idx="40" formatCode="0.00">
                  <c:v>1.2533850015138117</c:v>
                </c:pt>
                <c:pt idx="41" formatCode="0.00">
                  <c:v>1.0086034014345471</c:v>
                </c:pt>
                <c:pt idx="42" formatCode="0.00">
                  <c:v>0.65385990364792224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630-4D1D-B990-673BE75F43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chart'!$V$3:$V$45</c:f>
              <c:numCache>
                <c:formatCode>General</c:formatCode>
                <c:ptCount val="43"/>
                <c:pt idx="15" formatCode="0.00">
                  <c:v>2.5778263843718516</c:v>
                </c:pt>
                <c:pt idx="16" formatCode="0.00">
                  <c:v>8.7865299286580996</c:v>
                </c:pt>
                <c:pt idx="17" formatCode="0.00">
                  <c:v>2.4373751497297587</c:v>
                </c:pt>
                <c:pt idx="18" formatCode="0.00">
                  <c:v>3.577953715934675</c:v>
                </c:pt>
                <c:pt idx="19" formatCode="0.00">
                  <c:v>3.4919038733424275</c:v>
                </c:pt>
                <c:pt idx="20" formatCode="0.00">
                  <c:v>2.4779153439029145E-2</c:v>
                </c:pt>
                <c:pt idx="21" formatCode="0.00">
                  <c:v>3.4578852171403218</c:v>
                </c:pt>
                <c:pt idx="22" formatCode="0.00">
                  <c:v>3.6231400033694499</c:v>
                </c:pt>
                <c:pt idx="23" formatCode="0.00">
                  <c:v>0.83016158066317303</c:v>
                </c:pt>
                <c:pt idx="24" formatCode="0.00">
                  <c:v>-0.13421019957303049</c:v>
                </c:pt>
                <c:pt idx="25" formatCode="0.00">
                  <c:v>1.9729543537624128</c:v>
                </c:pt>
                <c:pt idx="26" formatCode="0.00">
                  <c:v>1.7765108812634001</c:v>
                </c:pt>
                <c:pt idx="27" formatCode="0.00">
                  <c:v>3.9123671166702145</c:v>
                </c:pt>
                <c:pt idx="28" formatCode="0.00">
                  <c:v>1.947419670328129</c:v>
                </c:pt>
                <c:pt idx="29" formatCode="0.00">
                  <c:v>5.9205995718520068</c:v>
                </c:pt>
                <c:pt idx="30" formatCode="0.00">
                  <c:v>3.2600561641453161</c:v>
                </c:pt>
                <c:pt idx="31" formatCode="0.00">
                  <c:v>2.2850706889411745</c:v>
                </c:pt>
                <c:pt idx="32" formatCode="0.00">
                  <c:v>2.9747220985128431</c:v>
                </c:pt>
                <c:pt idx="33" formatCode="0.00">
                  <c:v>3.2137497009446179</c:v>
                </c:pt>
                <c:pt idx="34" formatCode="0.00">
                  <c:v>3.8176992273818158</c:v>
                </c:pt>
                <c:pt idx="35" formatCode="0.00">
                  <c:v>3.6813982443024957</c:v>
                </c:pt>
                <c:pt idx="36" formatCode="0.00">
                  <c:v>3.8273520358145205</c:v>
                </c:pt>
                <c:pt idx="37" formatCode="0.00">
                  <c:v>1.6571042436932855</c:v>
                </c:pt>
                <c:pt idx="38" formatCode="0.00">
                  <c:v>0.74147815570849396</c:v>
                </c:pt>
                <c:pt idx="39" formatCode="0.00">
                  <c:v>0.12882574365829358</c:v>
                </c:pt>
                <c:pt idx="40" formatCode="0.00">
                  <c:v>6.8706522984860019E-2</c:v>
                </c:pt>
                <c:pt idx="41" formatCode="0.00">
                  <c:v>-0.3890644892991113</c:v>
                </c:pt>
                <c:pt idx="42" formatCode="0.00">
                  <c:v>-5.6689015103302278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71A-4929-B829-8018D45384AF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chart'!$V$51:$V$93</c:f>
              <c:numCache>
                <c:formatCode>General</c:formatCode>
                <c:ptCount val="43"/>
                <c:pt idx="14" formatCode="0.00">
                  <c:v>6.2078398458143003</c:v>
                </c:pt>
                <c:pt idx="15" formatCode="0.00">
                  <c:v>7.8703974711701763</c:v>
                </c:pt>
                <c:pt idx="16" formatCode="0.00">
                  <c:v>6.9407136073802667</c:v>
                </c:pt>
                <c:pt idx="17" formatCode="0.00">
                  <c:v>4.4452338061045982</c:v>
                </c:pt>
                <c:pt idx="18" formatCode="0.00">
                  <c:v>4.0762783918377288</c:v>
                </c:pt>
                <c:pt idx="19" formatCode="0.00">
                  <c:v>-0.10736876502580595</c:v>
                </c:pt>
                <c:pt idx="20" formatCode="0.00">
                  <c:v>1.1683061896861968</c:v>
                </c:pt>
                <c:pt idx="21" formatCode="0.00">
                  <c:v>3.2542670392867956</c:v>
                </c:pt>
                <c:pt idx="22" formatCode="0.00">
                  <c:v>4.509461817205751</c:v>
                </c:pt>
                <c:pt idx="23" formatCode="0.00">
                  <c:v>5.4984803732716747</c:v>
                </c:pt>
                <c:pt idx="24" formatCode="0.00">
                  <c:v>5.2788541518735688</c:v>
                </c:pt>
                <c:pt idx="25" formatCode="0.00">
                  <c:v>6.6232439828107781</c:v>
                </c:pt>
                <c:pt idx="26" formatCode="0.00">
                  <c:v>8.4926802819446969</c:v>
                </c:pt>
                <c:pt idx="27" formatCode="0.00">
                  <c:v>10.833097336287455</c:v>
                </c:pt>
                <c:pt idx="28" formatCode="0.00">
                  <c:v>5.5732579811218708</c:v>
                </c:pt>
                <c:pt idx="29" formatCode="0.00">
                  <c:v>-5.4541571753986222</c:v>
                </c:pt>
                <c:pt idx="30" formatCode="0.00">
                  <c:v>6.7159571744793478</c:v>
                </c:pt>
                <c:pt idx="31" formatCode="0.00">
                  <c:v>2.6711255979342097</c:v>
                </c:pt>
                <c:pt idx="32" formatCode="0.00">
                  <c:v>1.3193700008246045</c:v>
                </c:pt>
                <c:pt idx="33" formatCode="0.00">
                  <c:v>0.63210439217602499</c:v>
                </c:pt>
                <c:pt idx="34" formatCode="0.00">
                  <c:v>2.6972017037795837</c:v>
                </c:pt>
                <c:pt idx="35" formatCode="0.00">
                  <c:v>5.1674126186195046</c:v>
                </c:pt>
                <c:pt idx="36" formatCode="0.00">
                  <c:v>1.9444375109202827</c:v>
                </c:pt>
                <c:pt idx="37" formatCode="0.00">
                  <c:v>2.9381519024533675</c:v>
                </c:pt>
                <c:pt idx="38" formatCode="0.00">
                  <c:v>4.029304029304015</c:v>
                </c:pt>
                <c:pt idx="39" formatCode="0.00">
                  <c:v>2.5116608743369406</c:v>
                </c:pt>
                <c:pt idx="40" formatCode="0.00">
                  <c:v>-3.3356009323177505</c:v>
                </c:pt>
                <c:pt idx="41" formatCode="0.00">
                  <c:v>4.788989132190391</c:v>
                </c:pt>
                <c:pt idx="42" formatCode="0.00">
                  <c:v>1.7505422277026117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71A-4929-B829-8018D45384AF}"/>
            </c:ext>
          </c:extLst>
        </c:ser>
        <c:ser>
          <c:idx val="2"/>
          <c:order val="2"/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chart'!$AX$3:$AX$45</c:f>
              <c:numCache>
                <c:formatCode>General</c:formatCode>
                <c:ptCount val="43"/>
                <c:pt idx="15" formatCode="0.00">
                  <c:v>3.7969119556345641</c:v>
                </c:pt>
                <c:pt idx="16" formatCode="0.00">
                  <c:v>6.5950337593835329</c:v>
                </c:pt>
                <c:pt idx="17" formatCode="0.00">
                  <c:v>2.7064702594942371</c:v>
                </c:pt>
                <c:pt idx="18" formatCode="0.00">
                  <c:v>2.5755146562541533</c:v>
                </c:pt>
                <c:pt idx="19" formatCode="0.00">
                  <c:v>5.3802985623703616</c:v>
                </c:pt>
                <c:pt idx="20" formatCode="0.00">
                  <c:v>4.1190077692211631</c:v>
                </c:pt>
                <c:pt idx="21" formatCode="0.00">
                  <c:v>3.3288932581831849</c:v>
                </c:pt>
                <c:pt idx="22" formatCode="0.00">
                  <c:v>2.3701510698585189</c:v>
                </c:pt>
                <c:pt idx="23" formatCode="0.00">
                  <c:v>1.252993854796153</c:v>
                </c:pt>
                <c:pt idx="24" formatCode="0.00">
                  <c:v>1.0948799188530369</c:v>
                </c:pt>
                <c:pt idx="25" formatCode="0.00">
                  <c:v>0.24510202133023551</c:v>
                </c:pt>
                <c:pt idx="26" formatCode="0.00">
                  <c:v>0.49659147794668357</c:v>
                </c:pt>
                <c:pt idx="27" formatCode="0.00">
                  <c:v>0.83283384989929221</c:v>
                </c:pt>
                <c:pt idx="28" formatCode="0.00">
                  <c:v>0.58028552303669834</c:v>
                </c:pt>
                <c:pt idx="29" formatCode="0.00">
                  <c:v>0.90018409782573405</c:v>
                </c:pt>
                <c:pt idx="30" formatCode="0.00">
                  <c:v>0.26820611824421148</c:v>
                </c:pt>
                <c:pt idx="31" formatCode="0.00">
                  <c:v>0.76687201292197038</c:v>
                </c:pt>
                <c:pt idx="32" formatCode="0.00">
                  <c:v>1.2682486878513792</c:v>
                </c:pt>
                <c:pt idx="33" formatCode="0.00">
                  <c:v>1.4003784075028767</c:v>
                </c:pt>
                <c:pt idx="34" formatCode="0.00">
                  <c:v>1.4846718799213345</c:v>
                </c:pt>
                <c:pt idx="35" formatCode="0.00">
                  <c:v>1.5496720142310247</c:v>
                </c:pt>
                <c:pt idx="36" formatCode="0.00">
                  <c:v>1.6032231895873701</c:v>
                </c:pt>
                <c:pt idx="37" formatCode="0.00">
                  <c:v>1.30767641155189</c:v>
                </c:pt>
                <c:pt idx="38" formatCode="0.00">
                  <c:v>1.2992747506693032</c:v>
                </c:pt>
                <c:pt idx="39" formatCode="0.00">
                  <c:v>1.2937868369147956</c:v>
                </c:pt>
                <c:pt idx="40" formatCode="0.00">
                  <c:v>1.3782447214040017</c:v>
                </c:pt>
                <c:pt idx="41" formatCode="0.00">
                  <c:v>1.0862681557484928</c:v>
                </c:pt>
                <c:pt idx="42" formatCode="0.00">
                  <c:v>0.74746241126741486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71A-4929-B829-8018D45384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xt!$N$3:$N$45</c:f>
              <c:numCache>
                <c:formatCode>0.000</c:formatCode>
                <c:ptCount val="43"/>
                <c:pt idx="0">
                  <c:v>0</c:v>
                </c:pt>
                <c:pt idx="1">
                  <c:v>-3.194</c:v>
                </c:pt>
                <c:pt idx="2">
                  <c:v>-4.6120000000000001</c:v>
                </c:pt>
                <c:pt idx="3">
                  <c:v>-5.5069999999999997</c:v>
                </c:pt>
                <c:pt idx="4">
                  <c:v>-4.47</c:v>
                </c:pt>
                <c:pt idx="5">
                  <c:v>-3.9849999999999999</c:v>
                </c:pt>
                <c:pt idx="6">
                  <c:v>-3.488</c:v>
                </c:pt>
                <c:pt idx="7">
                  <c:v>-2.6930000000000001</c:v>
                </c:pt>
                <c:pt idx="8">
                  <c:v>-1.0309999999999999</c:v>
                </c:pt>
                <c:pt idx="9">
                  <c:v>4.2000000000000003E-2</c:v>
                </c:pt>
                <c:pt idx="10">
                  <c:v>-0.155</c:v>
                </c:pt>
                <c:pt idx="11">
                  <c:v>-0.878</c:v>
                </c:pt>
                <c:pt idx="12">
                  <c:v>-1.994</c:v>
                </c:pt>
                <c:pt idx="13">
                  <c:v>-4.2539999999999996</c:v>
                </c:pt>
                <c:pt idx="14">
                  <c:v>-3.7690000000000001</c:v>
                </c:pt>
                <c:pt idx="15">
                  <c:v>-2.6160000000000001</c:v>
                </c:pt>
                <c:pt idx="16">
                  <c:v>-2.9969999999999999</c:v>
                </c:pt>
                <c:pt idx="17">
                  <c:v>-2.8959999999999999</c:v>
                </c:pt>
                <c:pt idx="18">
                  <c:v>-2.7450000000000001</c:v>
                </c:pt>
                <c:pt idx="19">
                  <c:v>-2.7389999999999999</c:v>
                </c:pt>
                <c:pt idx="20">
                  <c:v>-0.59</c:v>
                </c:pt>
                <c:pt idx="21">
                  <c:v>-8.9999999999999993E-3</c:v>
                </c:pt>
                <c:pt idx="22">
                  <c:v>-0.86199999999999999</c:v>
                </c:pt>
                <c:pt idx="23">
                  <c:v>-1.655</c:v>
                </c:pt>
                <c:pt idx="24">
                  <c:v>-1.1970000000000001</c:v>
                </c:pt>
                <c:pt idx="25">
                  <c:v>-0.93700000000000006</c:v>
                </c:pt>
                <c:pt idx="26">
                  <c:v>0.35</c:v>
                </c:pt>
                <c:pt idx="27">
                  <c:v>1.365</c:v>
                </c:pt>
                <c:pt idx="28">
                  <c:v>0.28799999999999998</c:v>
                </c:pt>
                <c:pt idx="29">
                  <c:v>-4.734</c:v>
                </c:pt>
                <c:pt idx="30">
                  <c:v>-2.8610000000000002</c:v>
                </c:pt>
                <c:pt idx="31">
                  <c:v>-2.073</c:v>
                </c:pt>
                <c:pt idx="32">
                  <c:v>-4.3040000000000003</c:v>
                </c:pt>
                <c:pt idx="33">
                  <c:v>-5.8639999999999999</c:v>
                </c:pt>
                <c:pt idx="34">
                  <c:v>-5.7569999999999997</c:v>
                </c:pt>
                <c:pt idx="35">
                  <c:v>-4.9109999999999996</c:v>
                </c:pt>
                <c:pt idx="36">
                  <c:v>-3.617</c:v>
                </c:pt>
                <c:pt idx="37">
                  <c:v>-2.2109999999999999</c:v>
                </c:pt>
                <c:pt idx="38">
                  <c:v>-1.488</c:v>
                </c:pt>
                <c:pt idx="39">
                  <c:v>-1.25</c:v>
                </c:pt>
                <c:pt idx="40">
                  <c:v>-5.8890000000000002</c:v>
                </c:pt>
                <c:pt idx="41">
                  <c:v>-3.0630000000000002</c:v>
                </c:pt>
                <c:pt idx="42">
                  <c:v>0.10100000000000001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CEF-457E-BC12-032687EF0FA9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xt!$N$51:$N$93</c:f>
              <c:numCache>
                <c:formatCode>0.00</c:formatCode>
                <c:ptCount val="43"/>
                <c:pt idx="0">
                  <c:v>3.9863129817547422</c:v>
                </c:pt>
                <c:pt idx="1">
                  <c:v>0.35914482091239597</c:v>
                </c:pt>
                <c:pt idx="2">
                  <c:v>-1.512193797157636</c:v>
                </c:pt>
                <c:pt idx="3">
                  <c:v>-2.6471267214930907</c:v>
                </c:pt>
                <c:pt idx="4">
                  <c:v>-1.8605167079860971</c:v>
                </c:pt>
                <c:pt idx="5">
                  <c:v>-1.5202717312625236</c:v>
                </c:pt>
                <c:pt idx="6">
                  <c:v>-1.1397949915316918</c:v>
                </c:pt>
                <c:pt idx="7">
                  <c:v>-0.42301159340070388</c:v>
                </c:pt>
                <c:pt idx="8">
                  <c:v>1.3311719306121188</c:v>
                </c:pt>
                <c:pt idx="9">
                  <c:v>2.4213711209697055</c:v>
                </c:pt>
                <c:pt idx="10">
                  <c:v>2.3149143870537867</c:v>
                </c:pt>
                <c:pt idx="11">
                  <c:v>1.7196950566123141</c:v>
                </c:pt>
                <c:pt idx="12">
                  <c:v>0.63624836785968242</c:v>
                </c:pt>
                <c:pt idx="13">
                  <c:v>-2.0323852346509166</c:v>
                </c:pt>
                <c:pt idx="14">
                  <c:v>-1.7104108179327511</c:v>
                </c:pt>
                <c:pt idx="15">
                  <c:v>-0.66312492572564874</c:v>
                </c:pt>
                <c:pt idx="16">
                  <c:v>-1.2398563742058732</c:v>
                </c:pt>
                <c:pt idx="17">
                  <c:v>-1.1772882905065876</c:v>
                </c:pt>
                <c:pt idx="18">
                  <c:v>-1.0945319653335823</c:v>
                </c:pt>
                <c:pt idx="19">
                  <c:v>-1.124213360608231</c:v>
                </c:pt>
                <c:pt idx="20">
                  <c:v>1.0549402842085229</c:v>
                </c:pt>
                <c:pt idx="21">
                  <c:v>1.6097148028182935</c:v>
                </c:pt>
                <c:pt idx="22">
                  <c:v>0.65290644257439634</c:v>
                </c:pt>
                <c:pt idx="23">
                  <c:v>-0.20767589967974776</c:v>
                </c:pt>
                <c:pt idx="24">
                  <c:v>0.42300715654478249</c:v>
                </c:pt>
                <c:pt idx="25">
                  <c:v>0.68300173650404872</c:v>
                </c:pt>
                <c:pt idx="26">
                  <c:v>2.161064759168362</c:v>
                </c:pt>
                <c:pt idx="27">
                  <c:v>3.6040912521779109</c:v>
                </c:pt>
                <c:pt idx="28">
                  <c:v>2.7678201472704025</c:v>
                </c:pt>
                <c:pt idx="29">
                  <c:v>-2.3307551205213315</c:v>
                </c:pt>
                <c:pt idx="30">
                  <c:v>-0.21807496241409613</c:v>
                </c:pt>
                <c:pt idx="31">
                  <c:v>0.98318191215043749</c:v>
                </c:pt>
                <c:pt idx="32">
                  <c:v>-1.5457547789295119</c:v>
                </c:pt>
                <c:pt idx="33">
                  <c:v>-2.9467711047040361</c:v>
                </c:pt>
                <c:pt idx="34">
                  <c:v>-2.6487029415506274</c:v>
                </c:pt>
                <c:pt idx="35">
                  <c:v>-1.7162591710876978</c:v>
                </c:pt>
                <c:pt idx="36">
                  <c:v>-0.39297086381679264</c:v>
                </c:pt>
                <c:pt idx="37">
                  <c:v>1.2193645864561213</c:v>
                </c:pt>
                <c:pt idx="38">
                  <c:v>2.0342462675126032</c:v>
                </c:pt>
                <c:pt idx="39">
                  <c:v>2.3494778503233618</c:v>
                </c:pt>
                <c:pt idx="40">
                  <c:v>-7.0501021415915304</c:v>
                </c:pt>
                <c:pt idx="41">
                  <c:v>0.35888982268090242</c:v>
                </c:pt>
                <c:pt idx="42">
                  <c:v>3.9918278219403489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CEF-457E-BC12-032687EF0F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chart'!$W$3:$W$45</c:f>
              <c:numCache>
                <c:formatCode>General</c:formatCode>
                <c:ptCount val="43"/>
                <c:pt idx="15" formatCode="0.000">
                  <c:v>1.4689424310662904</c:v>
                </c:pt>
                <c:pt idx="16" formatCode="0.000">
                  <c:v>1.3858284117197979</c:v>
                </c:pt>
                <c:pt idx="17" formatCode="0.000">
                  <c:v>3.8674808982883544</c:v>
                </c:pt>
                <c:pt idx="18" formatCode="0.000">
                  <c:v>3.3479900035685191</c:v>
                </c:pt>
                <c:pt idx="19" formatCode="0.000">
                  <c:v>4.8630967796923992</c:v>
                </c:pt>
                <c:pt idx="20" formatCode="0.000">
                  <c:v>5.3343293389636752</c:v>
                </c:pt>
                <c:pt idx="21" formatCode="0.000">
                  <c:v>1.3380744127116255</c:v>
                </c:pt>
                <c:pt idx="22" formatCode="0.000">
                  <c:v>1.6283480121128306</c:v>
                </c:pt>
                <c:pt idx="23" formatCode="0.000">
                  <c:v>1.9926134595171261</c:v>
                </c:pt>
                <c:pt idx="24" formatCode="0.000">
                  <c:v>3.3392855266021275</c:v>
                </c:pt>
                <c:pt idx="25" formatCode="0.000">
                  <c:v>4.4886672532272787</c:v>
                </c:pt>
                <c:pt idx="26" formatCode="0.000">
                  <c:v>3.3946287362720167</c:v>
                </c:pt>
                <c:pt idx="27" formatCode="0.000">
                  <c:v>1.1532746026071354</c:v>
                </c:pt>
                <c:pt idx="28" formatCode="0.000">
                  <c:v>0.72567941947484194</c:v>
                </c:pt>
                <c:pt idx="29" formatCode="0.000">
                  <c:v>2.3395744122120146</c:v>
                </c:pt>
                <c:pt idx="30" formatCode="0.000">
                  <c:v>5.7538548456862877</c:v>
                </c:pt>
                <c:pt idx="31" formatCode="0.000">
                  <c:v>3.9793161864891973</c:v>
                </c:pt>
                <c:pt idx="32" formatCode="0.000">
                  <c:v>3.7633417527033677</c:v>
                </c:pt>
                <c:pt idx="33" formatCode="0.000">
                  <c:v>3.1806112124407262</c:v>
                </c:pt>
                <c:pt idx="34" formatCode="0.000">
                  <c:v>4.321811634855532</c:v>
                </c:pt>
                <c:pt idx="35" formatCode="0.000">
                  <c:v>3.1376835892288817</c:v>
                </c:pt>
                <c:pt idx="36" formatCode="0.000">
                  <c:v>2.9527386195310985</c:v>
                </c:pt>
                <c:pt idx="37" formatCode="0.000">
                  <c:v>1.950434372018206</c:v>
                </c:pt>
                <c:pt idx="38" formatCode="0.000">
                  <c:v>0.78746533745230263</c:v>
                </c:pt>
                <c:pt idx="39" formatCode="0.000">
                  <c:v>0.26286725614703466</c:v>
                </c:pt>
                <c:pt idx="40" formatCode="0.000">
                  <c:v>1.2337619963079809</c:v>
                </c:pt>
                <c:pt idx="41" formatCode="0.000">
                  <c:v>-0.93903579869024267</c:v>
                </c:pt>
                <c:pt idx="42" formatCode="0.000">
                  <c:v>-4.8489729280042893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A85-41E0-8DA2-BAB761AECCA5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chart'!$W$51:$W$93</c:f>
              <c:numCache>
                <c:formatCode>General</c:formatCode>
                <c:ptCount val="43"/>
                <c:pt idx="13" formatCode="0.00">
                  <c:v>2.7985536678389211</c:v>
                </c:pt>
                <c:pt idx="14" formatCode="0.00">
                  <c:v>5.3001830972342567</c:v>
                </c:pt>
                <c:pt idx="15" formatCode="0.00">
                  <c:v>4.0999359385009537</c:v>
                </c:pt>
                <c:pt idx="16" formatCode="0.00">
                  <c:v>3.2043956043956046</c:v>
                </c:pt>
                <c:pt idx="17" formatCode="0.00">
                  <c:v>5.0470633331913817</c:v>
                </c:pt>
                <c:pt idx="18" formatCode="0.00">
                  <c:v>3.2800843334414465</c:v>
                </c:pt>
                <c:pt idx="19" formatCode="0.00">
                  <c:v>5.3311349271778052</c:v>
                </c:pt>
                <c:pt idx="20" formatCode="0.00">
                  <c:v>3.674853713987547</c:v>
                </c:pt>
                <c:pt idx="21" formatCode="0.00">
                  <c:v>3.21745695078548</c:v>
                </c:pt>
                <c:pt idx="22" formatCode="0.00">
                  <c:v>3.5037614934522177</c:v>
                </c:pt>
                <c:pt idx="23" formatCode="0.00">
                  <c:v>2.9611683154990187</c:v>
                </c:pt>
                <c:pt idx="24" formatCode="0.00">
                  <c:v>4.3597620759526778</c:v>
                </c:pt>
                <c:pt idx="25" formatCode="0.00">
                  <c:v>3.7955655768508123</c:v>
                </c:pt>
                <c:pt idx="26" formatCode="0.00">
                  <c:v>5.7476466328747255</c:v>
                </c:pt>
                <c:pt idx="27" formatCode="0.00">
                  <c:v>6.9788011070215816</c:v>
                </c:pt>
                <c:pt idx="28" formatCode="0.00">
                  <c:v>3.5098013068409095</c:v>
                </c:pt>
                <c:pt idx="29" formatCode="0.00">
                  <c:v>-7.546829507098507</c:v>
                </c:pt>
                <c:pt idx="30" formatCode="0.00">
                  <c:v>1.3432919012318134</c:v>
                </c:pt>
                <c:pt idx="31" formatCode="0.00">
                  <c:v>0.86074139258607296</c:v>
                </c:pt>
                <c:pt idx="32" formatCode="0.00">
                  <c:v>-2.6392562096136496</c:v>
                </c:pt>
                <c:pt idx="33" formatCode="0.00">
                  <c:v>-1.0277521073118967</c:v>
                </c:pt>
                <c:pt idx="34" formatCode="0.00">
                  <c:v>2.767245769905502</c:v>
                </c:pt>
                <c:pt idx="35" formatCode="0.00">
                  <c:v>2.210903083700444</c:v>
                </c:pt>
                <c:pt idx="36" formatCode="0.00">
                  <c:v>3.1893974086146137</c:v>
                </c:pt>
                <c:pt idx="37" formatCode="0.00">
                  <c:v>4.8163521027488443</c:v>
                </c:pt>
                <c:pt idx="38" formatCode="0.00">
                  <c:v>4.4555688384140257</c:v>
                </c:pt>
                <c:pt idx="39" formatCode="0.00">
                  <c:v>3.5216136954292931</c:v>
                </c:pt>
                <c:pt idx="40" formatCode="0.00">
                  <c:v>-4.240176885162839</c:v>
                </c:pt>
                <c:pt idx="41" formatCode="0.00">
                  <c:v>8.2281068860187148</c:v>
                </c:pt>
                <c:pt idx="42" formatCode="0.00">
                  <c:v>2.4601093381928063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A85-41E0-8DA2-BAB761AECCA5}"/>
            </c:ext>
          </c:extLst>
        </c:ser>
        <c:ser>
          <c:idx val="2"/>
          <c:order val="2"/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chart'!$AY$3:$AY$45</c:f>
              <c:numCache>
                <c:formatCode>General</c:formatCode>
                <c:ptCount val="43"/>
                <c:pt idx="15">
                  <c:v>5.9969063390991417</c:v>
                </c:pt>
                <c:pt idx="16">
                  <c:v>6.4229679647652294</c:v>
                </c:pt>
                <c:pt idx="17">
                  <c:v>6.2922490837045082</c:v>
                </c:pt>
                <c:pt idx="18">
                  <c:v>4.918956814629416</c:v>
                </c:pt>
                <c:pt idx="19">
                  <c:v>6.0682508671479898</c:v>
                </c:pt>
                <c:pt idx="20">
                  <c:v>5.5039897674868605</c:v>
                </c:pt>
                <c:pt idx="21">
                  <c:v>4.7634223609921245</c:v>
                </c:pt>
                <c:pt idx="22">
                  <c:v>4.0187814374590953</c:v>
                </c:pt>
                <c:pt idx="23">
                  <c:v>2.7309960284738803</c:v>
                </c:pt>
                <c:pt idx="24">
                  <c:v>2.190429072090156</c:v>
                </c:pt>
                <c:pt idx="25">
                  <c:v>1.7374310323004902</c:v>
                </c:pt>
                <c:pt idx="26">
                  <c:v>1.4381931786363822</c:v>
                </c:pt>
                <c:pt idx="27">
                  <c:v>1.1361319406000669</c:v>
                </c:pt>
                <c:pt idx="28">
                  <c:v>0.96522895215497684</c:v>
                </c:pt>
                <c:pt idx="29">
                  <c:v>1.8800157471138124</c:v>
                </c:pt>
                <c:pt idx="30">
                  <c:v>1.2001608010199716</c:v>
                </c:pt>
                <c:pt idx="31">
                  <c:v>1.8243338021705888</c:v>
                </c:pt>
                <c:pt idx="32">
                  <c:v>1.274964985216573</c:v>
                </c:pt>
                <c:pt idx="33">
                  <c:v>2.4593483437202126</c:v>
                </c:pt>
                <c:pt idx="34">
                  <c:v>2.6366477516965521</c:v>
                </c:pt>
                <c:pt idx="35">
                  <c:v>2.2271294945858831</c:v>
                </c:pt>
                <c:pt idx="36">
                  <c:v>2.114869280278922</c:v>
                </c:pt>
                <c:pt idx="37">
                  <c:v>1.8501464316471663</c:v>
                </c:pt>
                <c:pt idx="38">
                  <c:v>1.4230089056060278</c:v>
                </c:pt>
                <c:pt idx="39">
                  <c:v>1.228909881854245</c:v>
                </c:pt>
                <c:pt idx="40">
                  <c:v>1.2955574085970765</c:v>
                </c:pt>
                <c:pt idx="41">
                  <c:v>0.82657620049384151</c:v>
                </c:pt>
                <c:pt idx="42">
                  <c:v>0.56701399210758985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A85-41E0-8DA2-BAB761AECC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8"/>
          <c:min val="-8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chart'!$X$3:$X$45</c:f>
              <c:numCache>
                <c:formatCode>0.00</c:formatCode>
                <c:ptCount val="43"/>
                <c:pt idx="1">
                  <c:v>-9.3872829326593958</c:v>
                </c:pt>
                <c:pt idx="2">
                  <c:v>-8.3291647238323137</c:v>
                </c:pt>
                <c:pt idx="3">
                  <c:v>-6.8453362190537925</c:v>
                </c:pt>
                <c:pt idx="4">
                  <c:v>-3.2589939948847597</c:v>
                </c:pt>
                <c:pt idx="5">
                  <c:v>0.76820230152414126</c:v>
                </c:pt>
                <c:pt idx="6">
                  <c:v>-0.19249129015323163</c:v>
                </c:pt>
                <c:pt idx="7">
                  <c:v>2.8223518324590087</c:v>
                </c:pt>
                <c:pt idx="8">
                  <c:v>2.7451532528487688</c:v>
                </c:pt>
                <c:pt idx="9">
                  <c:v>2.4206454701695703</c:v>
                </c:pt>
                <c:pt idx="10">
                  <c:v>2.150941632327843</c:v>
                </c:pt>
                <c:pt idx="11">
                  <c:v>2.3298593495686486</c:v>
                </c:pt>
                <c:pt idx="12">
                  <c:v>3.5831005592654765</c:v>
                </c:pt>
                <c:pt idx="13">
                  <c:v>5.5405426021139785</c:v>
                </c:pt>
                <c:pt idx="14">
                  <c:v>4.970037114060557</c:v>
                </c:pt>
                <c:pt idx="15">
                  <c:v>5.9241338665888632</c:v>
                </c:pt>
                <c:pt idx="16">
                  <c:v>5.2235079194185818</c:v>
                </c:pt>
                <c:pt idx="17">
                  <c:v>4.9707758402259108</c:v>
                </c:pt>
                <c:pt idx="18">
                  <c:v>4.2909457552172459</c:v>
                </c:pt>
                <c:pt idx="19">
                  <c:v>3.2342443116038391</c:v>
                </c:pt>
                <c:pt idx="20">
                  <c:v>2.2059618918595429</c:v>
                </c:pt>
                <c:pt idx="21">
                  <c:v>1.448712482007541</c:v>
                </c:pt>
                <c:pt idx="22">
                  <c:v>1.1161235865618018</c:v>
                </c:pt>
                <c:pt idx="23">
                  <c:v>0.87164063185060847</c:v>
                </c:pt>
                <c:pt idx="24">
                  <c:v>0.58895555894117013</c:v>
                </c:pt>
                <c:pt idx="25">
                  <c:v>5.4645325588104754E-2</c:v>
                </c:pt>
                <c:pt idx="26">
                  <c:v>0.12438294263791949</c:v>
                </c:pt>
                <c:pt idx="27">
                  <c:v>0.92278041472284311</c:v>
                </c:pt>
                <c:pt idx="28">
                  <c:v>2.3084551681087451</c:v>
                </c:pt>
                <c:pt idx="29">
                  <c:v>4.0194327595577883</c:v>
                </c:pt>
                <c:pt idx="30">
                  <c:v>3.4141369294172748</c:v>
                </c:pt>
                <c:pt idx="31">
                  <c:v>4.092653630166839</c:v>
                </c:pt>
                <c:pt idx="32">
                  <c:v>4.3177643744317979</c:v>
                </c:pt>
                <c:pt idx="33">
                  <c:v>3.5572553763004695</c:v>
                </c:pt>
                <c:pt idx="34">
                  <c:v>3.7813879253639335</c:v>
                </c:pt>
                <c:pt idx="35">
                  <c:v>2.4786099327280362</c:v>
                </c:pt>
                <c:pt idx="36">
                  <c:v>2.4372837740487814</c:v>
                </c:pt>
                <c:pt idx="37">
                  <c:v>1.2587481705965571</c:v>
                </c:pt>
                <c:pt idx="38">
                  <c:v>1.2289200426402656</c:v>
                </c:pt>
                <c:pt idx="39">
                  <c:v>0.89894268247599696</c:v>
                </c:pt>
                <c:pt idx="40">
                  <c:v>0.91810986276428075</c:v>
                </c:pt>
                <c:pt idx="41">
                  <c:v>-0.72641226647068424</c:v>
                </c:pt>
                <c:pt idx="42">
                  <c:v>-1.9577615657819387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2F7-4C32-A2CA-F6B7DADE804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chart'!$X$51:$X$93</c:f>
              <c:numCache>
                <c:formatCode>0.00</c:formatCode>
                <c:ptCount val="43"/>
                <c:pt idx="1">
                  <c:v>-0.40770406056155339</c:v>
                </c:pt>
                <c:pt idx="2">
                  <c:v>1.2385374513052216</c:v>
                </c:pt>
                <c:pt idx="3">
                  <c:v>1.6523672698510072</c:v>
                </c:pt>
                <c:pt idx="4">
                  <c:v>1.6981585252321851</c:v>
                </c:pt>
                <c:pt idx="5">
                  <c:v>2.3617313637925186</c:v>
                </c:pt>
                <c:pt idx="6">
                  <c:v>3.4318772929394559</c:v>
                </c:pt>
                <c:pt idx="7">
                  <c:v>5.709081657860704</c:v>
                </c:pt>
                <c:pt idx="8">
                  <c:v>5.2844252374424805</c:v>
                </c:pt>
                <c:pt idx="9">
                  <c:v>5.0039506181019489</c:v>
                </c:pt>
                <c:pt idx="10">
                  <c:v>3.8465906939764594</c:v>
                </c:pt>
                <c:pt idx="11">
                  <c:v>2.5254596716370648</c:v>
                </c:pt>
                <c:pt idx="12">
                  <c:v>0.8507662378263392</c:v>
                </c:pt>
                <c:pt idx="13">
                  <c:v>-1.3137191238542401</c:v>
                </c:pt>
                <c:pt idx="14">
                  <c:v>2.3346002283686218</c:v>
                </c:pt>
                <c:pt idx="15">
                  <c:v>4.1220361272790607</c:v>
                </c:pt>
                <c:pt idx="16">
                  <c:v>2.4212770594826516</c:v>
                </c:pt>
                <c:pt idx="17">
                  <c:v>3.8655349844761933</c:v>
                </c:pt>
                <c:pt idx="18">
                  <c:v>4.4687124460701</c:v>
                </c:pt>
                <c:pt idx="19">
                  <c:v>4.745232138591704</c:v>
                </c:pt>
                <c:pt idx="20">
                  <c:v>5.0529600624118709</c:v>
                </c:pt>
                <c:pt idx="21">
                  <c:v>3.9323641141355559</c:v>
                </c:pt>
                <c:pt idx="22">
                  <c:v>2.7287197673063757</c:v>
                </c:pt>
                <c:pt idx="23">
                  <c:v>2.9821822395954101</c:v>
                </c:pt>
                <c:pt idx="24">
                  <c:v>3.1254610935736782</c:v>
                </c:pt>
                <c:pt idx="25">
                  <c:v>3.6525217513967645</c:v>
                </c:pt>
                <c:pt idx="26">
                  <c:v>4.0976363715897968</c:v>
                </c:pt>
                <c:pt idx="27">
                  <c:v>3.6067937411520479</c:v>
                </c:pt>
                <c:pt idx="28">
                  <c:v>0.88905553172082818</c:v>
                </c:pt>
                <c:pt idx="29">
                  <c:v>-3.7658260642726704</c:v>
                </c:pt>
                <c:pt idx="30">
                  <c:v>0.16505709694458748</c:v>
                </c:pt>
                <c:pt idx="31">
                  <c:v>-0.81419413316824452</c:v>
                </c:pt>
                <c:pt idx="32">
                  <c:v>-2.9617939143857686</c:v>
                </c:pt>
                <c:pt idx="33">
                  <c:v>-1.4014457404388447</c:v>
                </c:pt>
                <c:pt idx="34">
                  <c:v>1.3976336619642593</c:v>
                </c:pt>
                <c:pt idx="35">
                  <c:v>3.83681866514618</c:v>
                </c:pt>
                <c:pt idx="36">
                  <c:v>3.0375886287997478</c:v>
                </c:pt>
                <c:pt idx="37">
                  <c:v>2.9770263944402631</c:v>
                </c:pt>
                <c:pt idx="38">
                  <c:v>2.2831341626526447</c:v>
                </c:pt>
                <c:pt idx="39">
                  <c:v>1.9832875651587534</c:v>
                </c:pt>
                <c:pt idx="40">
                  <c:v>-11.165054239242655</c:v>
                </c:pt>
                <c:pt idx="41">
                  <c:v>6.3998633971285024</c:v>
                </c:pt>
                <c:pt idx="42">
                  <c:v>5.7711779799724416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2F7-4C32-A2CA-F6B7DADE804B}"/>
            </c:ext>
          </c:extLst>
        </c:ser>
        <c:ser>
          <c:idx val="2"/>
          <c:order val="2"/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chart'!$AZ$3:$AZ$45</c:f>
              <c:numCache>
                <c:formatCode>General</c:formatCode>
                <c:ptCount val="43"/>
                <c:pt idx="11" formatCode="0.00">
                  <c:v>1.49636531844736</c:v>
                </c:pt>
                <c:pt idx="12" formatCode="0.00">
                  <c:v>1.8426573348351596</c:v>
                </c:pt>
                <c:pt idx="13" formatCode="0.00">
                  <c:v>3.2733380458106875</c:v>
                </c:pt>
                <c:pt idx="14" formatCode="0.00">
                  <c:v>0.88937218000864426</c:v>
                </c:pt>
                <c:pt idx="15" formatCode="0.00">
                  <c:v>1.6916906445536428</c:v>
                </c:pt>
                <c:pt idx="16" formatCode="0.00">
                  <c:v>2.2642213675342031</c:v>
                </c:pt>
                <c:pt idx="17" formatCode="0.00">
                  <c:v>1.3515760058084645</c:v>
                </c:pt>
                <c:pt idx="18" formatCode="0.00">
                  <c:v>0.91389340832565491</c:v>
                </c:pt>
                <c:pt idx="19" formatCode="0.00">
                  <c:v>0.53622761204943892</c:v>
                </c:pt>
                <c:pt idx="20" formatCode="0.00">
                  <c:v>0.2598461518704438</c:v>
                </c:pt>
                <c:pt idx="21" formatCode="0.00">
                  <c:v>0.30693864779882585</c:v>
                </c:pt>
                <c:pt idx="22" formatCode="0.00">
                  <c:v>1.1901008040308803E-2</c:v>
                </c:pt>
                <c:pt idx="23" formatCode="0.00">
                  <c:v>-9.7495274844107804E-2</c:v>
                </c:pt>
                <c:pt idx="24" formatCode="0.00">
                  <c:v>-4.0846374230089744E-2</c:v>
                </c:pt>
                <c:pt idx="25" formatCode="0.00">
                  <c:v>-0.11576669304473164</c:v>
                </c:pt>
                <c:pt idx="26" formatCode="0.00">
                  <c:v>-6.9722509085712758E-2</c:v>
                </c:pt>
                <c:pt idx="27" formatCode="0.00">
                  <c:v>0.14291308576384409</c:v>
                </c:pt>
                <c:pt idx="28" formatCode="0.00">
                  <c:v>0.33449151789345866</c:v>
                </c:pt>
                <c:pt idx="29" formatCode="0.00">
                  <c:v>0.30657861690205879</c:v>
                </c:pt>
                <c:pt idx="30" formatCode="0.00">
                  <c:v>4.1851683938525674E-2</c:v>
                </c:pt>
                <c:pt idx="31" formatCode="0.00">
                  <c:v>0.8775543667808563</c:v>
                </c:pt>
                <c:pt idx="32" formatCode="0.00">
                  <c:v>1.2386982527624752</c:v>
                </c:pt>
                <c:pt idx="33" formatCode="0.00">
                  <c:v>1.6312039802643969</c:v>
                </c:pt>
                <c:pt idx="34" formatCode="0.00">
                  <c:v>1.4148524620362544</c:v>
                </c:pt>
                <c:pt idx="35" formatCode="0.00">
                  <c:v>1.1103893792508324</c:v>
                </c:pt>
                <c:pt idx="36" formatCode="0.00">
                  <c:v>1.0471549278216323</c:v>
                </c:pt>
                <c:pt idx="37" formatCode="0.00">
                  <c:v>0.99191941846865173</c:v>
                </c:pt>
                <c:pt idx="38" formatCode="0.00">
                  <c:v>0.99963606944139327</c:v>
                </c:pt>
                <c:pt idx="39" formatCode="0.00">
                  <c:v>1.0165512396134484</c:v>
                </c:pt>
                <c:pt idx="40" formatCode="0.00">
                  <c:v>0.99179476342940309</c:v>
                </c:pt>
                <c:pt idx="41" formatCode="0.00">
                  <c:v>1.0231006841500772</c:v>
                </c:pt>
                <c:pt idx="42" formatCode="0.00">
                  <c:v>1.1155357503663188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2F7-4C32-A2CA-F6B7DADE80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chart'!$Y$3:$Y$45</c:f>
              <c:numCache>
                <c:formatCode>0.00</c:formatCode>
                <c:ptCount val="43"/>
                <c:pt idx="1">
                  <c:v>8.6834373604097976</c:v>
                </c:pt>
                <c:pt idx="2">
                  <c:v>6.532767105036771</c:v>
                </c:pt>
                <c:pt idx="3">
                  <c:v>3.2490243781058936</c:v>
                </c:pt>
                <c:pt idx="4">
                  <c:v>5.355477309198525</c:v>
                </c:pt>
                <c:pt idx="5">
                  <c:v>7.3779253328157184</c:v>
                </c:pt>
                <c:pt idx="6">
                  <c:v>5.9689774143509347</c:v>
                </c:pt>
                <c:pt idx="7">
                  <c:v>5.845324352952006</c:v>
                </c:pt>
                <c:pt idx="8">
                  <c:v>3.6902795141020412</c:v>
                </c:pt>
                <c:pt idx="9">
                  <c:v>3.4085522967734541</c:v>
                </c:pt>
                <c:pt idx="10">
                  <c:v>2.2179990485761074</c:v>
                </c:pt>
                <c:pt idx="11">
                  <c:v>4.3967564584266974</c:v>
                </c:pt>
                <c:pt idx="12">
                  <c:v>9.1118634141975718</c:v>
                </c:pt>
                <c:pt idx="13">
                  <c:v>5.150919685262771</c:v>
                </c:pt>
                <c:pt idx="14">
                  <c:v>5.1653383648208484</c:v>
                </c:pt>
                <c:pt idx="15">
                  <c:v>4.2529339793464729</c:v>
                </c:pt>
                <c:pt idx="16">
                  <c:v>6.8014748726917134</c:v>
                </c:pt>
                <c:pt idx="17">
                  <c:v>6.21533778709016</c:v>
                </c:pt>
                <c:pt idx="18">
                  <c:v>6.0723138870008562</c:v>
                </c:pt>
                <c:pt idx="19">
                  <c:v>5.4329847132179019</c:v>
                </c:pt>
                <c:pt idx="20">
                  <c:v>4.4288668696947786</c:v>
                </c:pt>
                <c:pt idx="21">
                  <c:v>3.0809120748265268</c:v>
                </c:pt>
                <c:pt idx="22">
                  <c:v>4.3334179501421612</c:v>
                </c:pt>
                <c:pt idx="23">
                  <c:v>2.7308716661970429</c:v>
                </c:pt>
                <c:pt idx="24">
                  <c:v>3.7107549088899194</c:v>
                </c:pt>
                <c:pt idx="25">
                  <c:v>3.2276254072912862</c:v>
                </c:pt>
                <c:pt idx="26">
                  <c:v>2.0981726519402382</c:v>
                </c:pt>
                <c:pt idx="27">
                  <c:v>1.3229447314350065</c:v>
                </c:pt>
                <c:pt idx="28">
                  <c:v>1.0116778238336464</c:v>
                </c:pt>
                <c:pt idx="29">
                  <c:v>1.1811163260871353</c:v>
                </c:pt>
                <c:pt idx="30">
                  <c:v>2.1152293860299101</c:v>
                </c:pt>
                <c:pt idx="31">
                  <c:v>2.4562041330615125</c:v>
                </c:pt>
                <c:pt idx="32">
                  <c:v>1.8565529162228782</c:v>
                </c:pt>
                <c:pt idx="33">
                  <c:v>1.5956756866662336</c:v>
                </c:pt>
                <c:pt idx="34">
                  <c:v>0.17750644132047544</c:v>
                </c:pt>
                <c:pt idx="35">
                  <c:v>-0.82618718032276695</c:v>
                </c:pt>
                <c:pt idx="36">
                  <c:v>-0.40228341207149731</c:v>
                </c:pt>
                <c:pt idx="37">
                  <c:v>-1.0690119617290672</c:v>
                </c:pt>
                <c:pt idx="38">
                  <c:v>-1.2272095716036473</c:v>
                </c:pt>
                <c:pt idx="39">
                  <c:v>-1.4729852782386423</c:v>
                </c:pt>
                <c:pt idx="40">
                  <c:v>-1.2065086240585998</c:v>
                </c:pt>
                <c:pt idx="41">
                  <c:v>-2.0170874000562513</c:v>
                </c:pt>
                <c:pt idx="42">
                  <c:v>-4.5144027155816406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311-411D-AAE0-05E5F6BCFFD6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chart'!$Y$51:$Y$93</c:f>
              <c:numCache>
                <c:formatCode>0.00</c:formatCode>
                <c:ptCount val="43"/>
                <c:pt idx="1">
                  <c:v>4.5405104035994626</c:v>
                </c:pt>
                <c:pt idx="2">
                  <c:v>1.3965954869829433</c:v>
                </c:pt>
                <c:pt idx="3">
                  <c:v>2.0581330521593388</c:v>
                </c:pt>
                <c:pt idx="4">
                  <c:v>4.3474526337421437</c:v>
                </c:pt>
                <c:pt idx="5">
                  <c:v>2.3263775363015604</c:v>
                </c:pt>
                <c:pt idx="6">
                  <c:v>2.9710964841385801</c:v>
                </c:pt>
                <c:pt idx="7">
                  <c:v>3.3024150977560396</c:v>
                </c:pt>
                <c:pt idx="8">
                  <c:v>2.4675499075883511</c:v>
                </c:pt>
                <c:pt idx="9">
                  <c:v>2.6578216312503233</c:v>
                </c:pt>
                <c:pt idx="10">
                  <c:v>0.75061647103091822</c:v>
                </c:pt>
                <c:pt idx="11">
                  <c:v>-1.1029145741377921</c:v>
                </c:pt>
                <c:pt idx="12">
                  <c:v>-0.93547056917543392</c:v>
                </c:pt>
                <c:pt idx="13">
                  <c:v>-1.8285705728313895</c:v>
                </c:pt>
                <c:pt idx="14">
                  <c:v>3.9299463045552319</c:v>
                </c:pt>
                <c:pt idx="15">
                  <c:v>3.9352225586201994</c:v>
                </c:pt>
                <c:pt idx="16">
                  <c:v>1.5794637615899498</c:v>
                </c:pt>
                <c:pt idx="17">
                  <c:v>3.0705353286446968</c:v>
                </c:pt>
                <c:pt idx="18">
                  <c:v>4.3118400409057456</c:v>
                </c:pt>
                <c:pt idx="19">
                  <c:v>4.2471887790966889</c:v>
                </c:pt>
                <c:pt idx="20">
                  <c:v>4.7663655468995536</c:v>
                </c:pt>
                <c:pt idx="21">
                  <c:v>1.449496864298272</c:v>
                </c:pt>
                <c:pt idx="22">
                  <c:v>2.1969295502540565</c:v>
                </c:pt>
                <c:pt idx="23">
                  <c:v>2.3098332456115811</c:v>
                </c:pt>
                <c:pt idx="24">
                  <c:v>4.3368597181395074</c:v>
                </c:pt>
                <c:pt idx="25">
                  <c:v>2.8588239155566963</c:v>
                </c:pt>
                <c:pt idx="26">
                  <c:v>4.6627696991471623</c:v>
                </c:pt>
                <c:pt idx="27">
                  <c:v>3.4392110941856124</c:v>
                </c:pt>
                <c:pt idx="28">
                  <c:v>-0.4505708278477516</c:v>
                </c:pt>
                <c:pt idx="29">
                  <c:v>-4.3398113806331517</c:v>
                </c:pt>
                <c:pt idx="30">
                  <c:v>5.9521142899852553</c:v>
                </c:pt>
                <c:pt idx="31">
                  <c:v>3.1953422519128249</c:v>
                </c:pt>
                <c:pt idx="32">
                  <c:v>-0.58828401609997139</c:v>
                </c:pt>
                <c:pt idx="33">
                  <c:v>1.1877702545930235</c:v>
                </c:pt>
                <c:pt idx="34">
                  <c:v>2.6577942892234585</c:v>
                </c:pt>
                <c:pt idx="35">
                  <c:v>4.4892786602096946</c:v>
                </c:pt>
                <c:pt idx="36">
                  <c:v>2.0705838456448467</c:v>
                </c:pt>
                <c:pt idx="37">
                  <c:v>2.5679396794916265</c:v>
                </c:pt>
                <c:pt idx="38">
                  <c:v>1.9500224605640604</c:v>
                </c:pt>
                <c:pt idx="39">
                  <c:v>1.9862089860079646</c:v>
                </c:pt>
                <c:pt idx="40">
                  <c:v>-2.1702229458560041</c:v>
                </c:pt>
                <c:pt idx="41">
                  <c:v>6.1470149082137659</c:v>
                </c:pt>
                <c:pt idx="42">
                  <c:v>2.6632032708906683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311-411D-AAE0-05E5F6BCFFD6}"/>
            </c:ext>
          </c:extLst>
        </c:ser>
        <c:ser>
          <c:idx val="2"/>
          <c:order val="2"/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chart'!$BA$3:$BA$45</c:f>
              <c:numCache>
                <c:formatCode>General</c:formatCode>
                <c:ptCount val="43"/>
                <c:pt idx="11" formatCode="0.00">
                  <c:v>4.7090346228920783</c:v>
                </c:pt>
                <c:pt idx="12" formatCode="0.00">
                  <c:v>1.7479884779882617</c:v>
                </c:pt>
                <c:pt idx="13" formatCode="0.00">
                  <c:v>-0.3703107951348148</c:v>
                </c:pt>
                <c:pt idx="14" formatCode="0.00">
                  <c:v>7.4562225950026928E-2</c:v>
                </c:pt>
                <c:pt idx="15" formatCode="0.00">
                  <c:v>0.42688218083663987</c:v>
                </c:pt>
                <c:pt idx="16" formatCode="0.00">
                  <c:v>1.3969843716479655</c:v>
                </c:pt>
                <c:pt idx="17" formatCode="0.00">
                  <c:v>1.7346604820336422</c:v>
                </c:pt>
                <c:pt idx="18" formatCode="0.00">
                  <c:v>1.0281056625532949</c:v>
                </c:pt>
                <c:pt idx="19" formatCode="0.00">
                  <c:v>1.0049555061482689</c:v>
                </c:pt>
                <c:pt idx="20" formatCode="0.00">
                  <c:v>0.53876334855531027</c:v>
                </c:pt>
                <c:pt idx="21" formatCode="0.00">
                  <c:v>0.31372395962728916</c:v>
                </c:pt>
                <c:pt idx="22" formatCode="0.00">
                  <c:v>0.69069272433432349</c:v>
                </c:pt>
                <c:pt idx="23" formatCode="0.00">
                  <c:v>-0.47093896302269211</c:v>
                </c:pt>
                <c:pt idx="24" formatCode="0.00">
                  <c:v>-0.46606374067699718</c:v>
                </c:pt>
                <c:pt idx="25" formatCode="0.00">
                  <c:v>-0.35749110157588282</c:v>
                </c:pt>
                <c:pt idx="26" formatCode="0.00">
                  <c:v>-0.32250333674961551</c:v>
                </c:pt>
                <c:pt idx="27" formatCode="0.00">
                  <c:v>-4.6191352575623235E-2</c:v>
                </c:pt>
                <c:pt idx="28" formatCode="0.00">
                  <c:v>2.0645483122136099E-2</c:v>
                </c:pt>
                <c:pt idx="29" formatCode="0.00">
                  <c:v>-0.31822542918389685</c:v>
                </c:pt>
                <c:pt idx="30" formatCode="0.00">
                  <c:v>-0.46142576909651067</c:v>
                </c:pt>
                <c:pt idx="31" formatCode="0.00">
                  <c:v>0.34878268965770776</c:v>
                </c:pt>
                <c:pt idx="32" formatCode="0.00">
                  <c:v>-0.10917901978581357</c:v>
                </c:pt>
                <c:pt idx="33" formatCode="0.00">
                  <c:v>0.20093992931369931</c:v>
                </c:pt>
                <c:pt idx="34" formatCode="0.00">
                  <c:v>-0.21894052428251687</c:v>
                </c:pt>
                <c:pt idx="35" formatCode="0.00">
                  <c:v>-0.61989083550877022</c:v>
                </c:pt>
                <c:pt idx="36" formatCode="0.00">
                  <c:v>-0.58895782264431884</c:v>
                </c:pt>
                <c:pt idx="37" formatCode="0.00">
                  <c:v>-0.49823143205693898</c:v>
                </c:pt>
                <c:pt idx="38" formatCode="0.00">
                  <c:v>-0.30710964016739339</c:v>
                </c:pt>
                <c:pt idx="39" formatCode="0.00">
                  <c:v>-0.25563116964079491</c:v>
                </c:pt>
                <c:pt idx="40" formatCode="0.00">
                  <c:v>-0.27363411572390262</c:v>
                </c:pt>
                <c:pt idx="41" formatCode="0.00">
                  <c:v>-0.34236495319045213</c:v>
                </c:pt>
                <c:pt idx="42" formatCode="0.00">
                  <c:v>0.43411246512297286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311-411D-AAE0-05E5F6BCFF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3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chart'!$Z$3:$Z$45</c:f>
              <c:numCache>
                <c:formatCode>0.00</c:formatCode>
                <c:ptCount val="43"/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0.62711410945967305</c:v>
                </c:pt>
                <c:pt idx="5">
                  <c:v>1.9850649960947191</c:v>
                </c:pt>
                <c:pt idx="6">
                  <c:v>1.0835592330546584</c:v>
                </c:pt>
                <c:pt idx="7">
                  <c:v>1.9180056786675062</c:v>
                </c:pt>
                <c:pt idx="8">
                  <c:v>1.315531016726049</c:v>
                </c:pt>
                <c:pt idx="9">
                  <c:v>0.77218691818811536</c:v>
                </c:pt>
                <c:pt idx="10">
                  <c:v>0.26167185918820657</c:v>
                </c:pt>
                <c:pt idx="11">
                  <c:v>-1.2438980155194788</c:v>
                </c:pt>
                <c:pt idx="12">
                  <c:v>2.4902395699067217</c:v>
                </c:pt>
                <c:pt idx="13">
                  <c:v>2.0462964736613847</c:v>
                </c:pt>
                <c:pt idx="14">
                  <c:v>3.0354535899300812</c:v>
                </c:pt>
                <c:pt idx="15">
                  <c:v>3.2770690639223377</c:v>
                </c:pt>
                <c:pt idx="16">
                  <c:v>3.3409466449579686</c:v>
                </c:pt>
                <c:pt idx="17">
                  <c:v>4.0610221312228827</c:v>
                </c:pt>
                <c:pt idx="18">
                  <c:v>3.6229847757059388</c:v>
                </c:pt>
                <c:pt idx="19">
                  <c:v>3.2080392437321139</c:v>
                </c:pt>
                <c:pt idx="20">
                  <c:v>1.9718334394479173</c:v>
                </c:pt>
                <c:pt idx="21">
                  <c:v>2.0696384245759885</c:v>
                </c:pt>
                <c:pt idx="22">
                  <c:v>3.1264995729473402</c:v>
                </c:pt>
                <c:pt idx="23">
                  <c:v>1.1205211158920885</c:v>
                </c:pt>
                <c:pt idx="24">
                  <c:v>1.9689749841330157</c:v>
                </c:pt>
                <c:pt idx="25">
                  <c:v>1.3619630233757385</c:v>
                </c:pt>
                <c:pt idx="26">
                  <c:v>0.26124664649826235</c:v>
                </c:pt>
                <c:pt idx="27">
                  <c:v>1.1862034995675508E-3</c:v>
                </c:pt>
                <c:pt idx="28">
                  <c:v>0.82731485772595947</c:v>
                </c:pt>
                <c:pt idx="29">
                  <c:v>1.5347691854711711</c:v>
                </c:pt>
                <c:pt idx="30">
                  <c:v>1.6687828306833508</c:v>
                </c:pt>
                <c:pt idx="31">
                  <c:v>1.8495635659331988</c:v>
                </c:pt>
                <c:pt idx="32">
                  <c:v>1.5993192860305774</c:v>
                </c:pt>
                <c:pt idx="33">
                  <c:v>1.5471092132886559</c:v>
                </c:pt>
                <c:pt idx="34">
                  <c:v>1.966678889855408</c:v>
                </c:pt>
                <c:pt idx="35">
                  <c:v>2.536710748235278</c:v>
                </c:pt>
                <c:pt idx="36">
                  <c:v>1.7401453473969508</c:v>
                </c:pt>
                <c:pt idx="37">
                  <c:v>1.3562764752492071</c:v>
                </c:pt>
                <c:pt idx="38">
                  <c:v>2.4762207421234805E-2</c:v>
                </c:pt>
                <c:pt idx="39">
                  <c:v>0.83653160010715355</c:v>
                </c:pt>
                <c:pt idx="40">
                  <c:v>1.4384161477826807</c:v>
                </c:pt>
                <c:pt idx="41">
                  <c:v>-0.27179782124148855</c:v>
                </c:pt>
                <c:pt idx="42">
                  <c:v>-1.5565326346601605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EAA-4A7E-91D7-B21F731F084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chart'!$Z$51:$Z$93</c:f>
              <c:numCache>
                <c:formatCode>0.00</c:formatCode>
                <c:ptCount val="43"/>
                <c:pt idx="1">
                  <c:v>1.6311857613943603</c:v>
                </c:pt>
                <c:pt idx="2">
                  <c:v>-1.3401224202372664</c:v>
                </c:pt>
                <c:pt idx="3">
                  <c:v>0.60449334563184021</c:v>
                </c:pt>
                <c:pt idx="4">
                  <c:v>3.0673390199577488</c:v>
                </c:pt>
                <c:pt idx="5">
                  <c:v>3.712852282805823</c:v>
                </c:pt>
                <c:pt idx="6">
                  <c:v>1.8364268045816257</c:v>
                </c:pt>
                <c:pt idx="7">
                  <c:v>1.5421135879959857</c:v>
                </c:pt>
                <c:pt idx="8">
                  <c:v>3.2830146759322165</c:v>
                </c:pt>
                <c:pt idx="9">
                  <c:v>4.4310967914642951</c:v>
                </c:pt>
                <c:pt idx="10">
                  <c:v>3.7125534705199748</c:v>
                </c:pt>
                <c:pt idx="11">
                  <c:v>-0.92906449164061877</c:v>
                </c:pt>
                <c:pt idx="12">
                  <c:v>-0.14501017967006868</c:v>
                </c:pt>
                <c:pt idx="13">
                  <c:v>-0.14432847107741509</c:v>
                </c:pt>
                <c:pt idx="14">
                  <c:v>1.3010571089009826</c:v>
                </c:pt>
                <c:pt idx="15">
                  <c:v>0.56278392802011634</c:v>
                </c:pt>
                <c:pt idx="16">
                  <c:v>0.44933028078208981</c:v>
                </c:pt>
                <c:pt idx="17">
                  <c:v>2.2418411521609505</c:v>
                </c:pt>
                <c:pt idx="18">
                  <c:v>2.9357504323874295</c:v>
                </c:pt>
                <c:pt idx="19">
                  <c:v>1.6329273832712099</c:v>
                </c:pt>
                <c:pt idx="20">
                  <c:v>4.1110233472326785</c:v>
                </c:pt>
                <c:pt idx="21">
                  <c:v>1.6195085994122671</c:v>
                </c:pt>
                <c:pt idx="22">
                  <c:v>-6.5013484992881843E-2</c:v>
                </c:pt>
                <c:pt idx="23">
                  <c:v>-7.6252323765457763E-2</c:v>
                </c:pt>
                <c:pt idx="24">
                  <c:v>2.5340885820154702</c:v>
                </c:pt>
                <c:pt idx="25">
                  <c:v>2.8486694966829207</c:v>
                </c:pt>
                <c:pt idx="26">
                  <c:v>4.1629874436208691</c:v>
                </c:pt>
                <c:pt idx="27">
                  <c:v>3.913419700236731</c:v>
                </c:pt>
                <c:pt idx="28">
                  <c:v>2.6953470777698829</c:v>
                </c:pt>
                <c:pt idx="29">
                  <c:v>-2.3048727828887339</c:v>
                </c:pt>
                <c:pt idx="30">
                  <c:v>3.2056115916210715</c:v>
                </c:pt>
                <c:pt idx="31">
                  <c:v>1.9051121735932375</c:v>
                </c:pt>
                <c:pt idx="32">
                  <c:v>1.1999743355308512</c:v>
                </c:pt>
                <c:pt idx="33">
                  <c:v>1.8363921377183123</c:v>
                </c:pt>
                <c:pt idx="34">
                  <c:v>2.3186100479846594</c:v>
                </c:pt>
                <c:pt idx="35">
                  <c:v>1.5824604422918442</c:v>
                </c:pt>
                <c:pt idx="36">
                  <c:v>2.0847652804669714</c:v>
                </c:pt>
                <c:pt idx="37">
                  <c:v>1.4356355037779434</c:v>
                </c:pt>
                <c:pt idx="38">
                  <c:v>2.8518913791058864</c:v>
                </c:pt>
                <c:pt idx="39">
                  <c:v>1.1565927615234006</c:v>
                </c:pt>
                <c:pt idx="40">
                  <c:v>-2.2721428640925745</c:v>
                </c:pt>
                <c:pt idx="41">
                  <c:v>5.3973369591498122</c:v>
                </c:pt>
                <c:pt idx="42">
                  <c:v>2.6655241513787731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EAA-4A7E-91D7-B21F731F084B}"/>
            </c:ext>
          </c:extLst>
        </c:ser>
        <c:ser>
          <c:idx val="2"/>
          <c:order val="2"/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chart'!$BB$3:$BB$45</c:f>
              <c:numCache>
                <c:formatCode>General</c:formatCode>
                <c:ptCount val="43"/>
                <c:pt idx="11" formatCode="0.00">
                  <c:v>-3.7310899744760855</c:v>
                </c:pt>
                <c:pt idx="12" formatCode="0.00">
                  <c:v>-3.8869015250500691</c:v>
                </c:pt>
                <c:pt idx="13" formatCode="0.00">
                  <c:v>-3.5224496482889878</c:v>
                </c:pt>
                <c:pt idx="14" formatCode="0.00">
                  <c:v>-3.4490928736699225</c:v>
                </c:pt>
                <c:pt idx="15" formatCode="0.00">
                  <c:v>-3.6188141737127877</c:v>
                </c:pt>
                <c:pt idx="16" formatCode="0.00">
                  <c:v>-2.7991627372804011</c:v>
                </c:pt>
                <c:pt idx="17" formatCode="0.00">
                  <c:v>-2.4288946347808342</c:v>
                </c:pt>
                <c:pt idx="18" formatCode="0.00">
                  <c:v>-2.4123100273001201</c:v>
                </c:pt>
                <c:pt idx="19" formatCode="0.00">
                  <c:v>-2.0749700525152228</c:v>
                </c:pt>
                <c:pt idx="20" formatCode="0.00">
                  <c:v>-2.068641204412911</c:v>
                </c:pt>
                <c:pt idx="21" formatCode="0.00">
                  <c:v>-2.2212342424748388</c:v>
                </c:pt>
                <c:pt idx="22" formatCode="0.00">
                  <c:v>-2.2924556587440255</c:v>
                </c:pt>
                <c:pt idx="23" formatCode="0.00">
                  <c:v>-2.6063603737041885</c:v>
                </c:pt>
                <c:pt idx="24" formatCode="0.00">
                  <c:v>-2.2388734086627395</c:v>
                </c:pt>
                <c:pt idx="25" formatCode="0.00">
                  <c:v>-1.992746663465145</c:v>
                </c:pt>
                <c:pt idx="26" formatCode="0.00">
                  <c:v>-1.7794952637625907</c:v>
                </c:pt>
                <c:pt idx="27" formatCode="0.00">
                  <c:v>-1.8210354346614408</c:v>
                </c:pt>
                <c:pt idx="28" formatCode="0.00">
                  <c:v>-1.9194304257652699</c:v>
                </c:pt>
                <c:pt idx="29" formatCode="0.00">
                  <c:v>-1.8777098875559028</c:v>
                </c:pt>
                <c:pt idx="30" formatCode="0.00">
                  <c:v>-1.5388364111360788</c:v>
                </c:pt>
                <c:pt idx="31" formatCode="0.00">
                  <c:v>-1.3630710690473653</c:v>
                </c:pt>
                <c:pt idx="32" formatCode="0.00">
                  <c:v>-1.3072627604902181</c:v>
                </c:pt>
                <c:pt idx="33" formatCode="0.00">
                  <c:v>-0.87474668490830698</c:v>
                </c:pt>
                <c:pt idx="34" formatCode="0.00">
                  <c:v>-0.79918558845829857</c:v>
                </c:pt>
                <c:pt idx="35" formatCode="0.00">
                  <c:v>-0.63743376001801555</c:v>
                </c:pt>
                <c:pt idx="36" formatCode="0.00">
                  <c:v>-0.58098349883019118</c:v>
                </c:pt>
                <c:pt idx="37" formatCode="0.00">
                  <c:v>-0.57862814525511563</c:v>
                </c:pt>
                <c:pt idx="38" formatCode="0.00">
                  <c:v>-0.67668112976369521</c:v>
                </c:pt>
                <c:pt idx="39" formatCode="0.00">
                  <c:v>-0.58419889743807529</c:v>
                </c:pt>
                <c:pt idx="40" formatCode="0.00">
                  <c:v>-0.36438670319293998</c:v>
                </c:pt>
                <c:pt idx="41" formatCode="0.00">
                  <c:v>5.7650175758525157E-2</c:v>
                </c:pt>
                <c:pt idx="42" formatCode="0.00">
                  <c:v>-7.5242511081369701E-2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EAA-4A7E-91D7-B21F731F08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3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chart'!$AA$3:$AA$45</c:f>
              <c:numCache>
                <c:formatCode>0.00</c:formatCode>
                <c:ptCount val="43"/>
                <c:pt idx="1">
                  <c:v>-0.77136488301888484</c:v>
                </c:pt>
                <c:pt idx="2">
                  <c:v>3.372648765827428</c:v>
                </c:pt>
                <c:pt idx="3">
                  <c:v>5.3737986591786093</c:v>
                </c:pt>
                <c:pt idx="4">
                  <c:v>6.1197901965730868</c:v>
                </c:pt>
                <c:pt idx="5">
                  <c:v>6.1956400550178596</c:v>
                </c:pt>
                <c:pt idx="6">
                  <c:v>6.3995453754699376</c:v>
                </c:pt>
                <c:pt idx="7">
                  <c:v>4.8702713732118283</c:v>
                </c:pt>
                <c:pt idx="8">
                  <c:v>3.3233771256815183</c:v>
                </c:pt>
                <c:pt idx="9">
                  <c:v>2.2185669842225888</c:v>
                </c:pt>
                <c:pt idx="10">
                  <c:v>2.33073559447425</c:v>
                </c:pt>
                <c:pt idx="11">
                  <c:v>3.2434164850272822</c:v>
                </c:pt>
                <c:pt idx="12">
                  <c:v>6.1513641979824056</c:v>
                </c:pt>
                <c:pt idx="13">
                  <c:v>5.1660657271400874</c:v>
                </c:pt>
                <c:pt idx="14">
                  <c:v>5.279132441181182</c:v>
                </c:pt>
                <c:pt idx="15">
                  <c:v>5.3906047317941788</c:v>
                </c:pt>
                <c:pt idx="16">
                  <c:v>3.1186758626352757</c:v>
                </c:pt>
                <c:pt idx="17">
                  <c:v>7.4692051217414743</c:v>
                </c:pt>
                <c:pt idx="18">
                  <c:v>6.0310237959129553</c:v>
                </c:pt>
                <c:pt idx="19">
                  <c:v>5.0611751635792084</c:v>
                </c:pt>
                <c:pt idx="20">
                  <c:v>5.2580176798457012</c:v>
                </c:pt>
                <c:pt idx="21">
                  <c:v>4.2193043422702159</c:v>
                </c:pt>
                <c:pt idx="22">
                  <c:v>3.2162029345420278</c:v>
                </c:pt>
                <c:pt idx="23">
                  <c:v>2.8891238507687467</c:v>
                </c:pt>
                <c:pt idx="24">
                  <c:v>2.5741605597420261</c:v>
                </c:pt>
                <c:pt idx="25">
                  <c:v>2.1749715943403229</c:v>
                </c:pt>
                <c:pt idx="26">
                  <c:v>2.1022118180834877</c:v>
                </c:pt>
                <c:pt idx="27">
                  <c:v>2.9451991429828297</c:v>
                </c:pt>
                <c:pt idx="28">
                  <c:v>1.6341828112867063</c:v>
                </c:pt>
                <c:pt idx="29">
                  <c:v>1.6303969439781909</c:v>
                </c:pt>
                <c:pt idx="30">
                  <c:v>2.9577016887785135</c:v>
                </c:pt>
                <c:pt idx="31">
                  <c:v>2.0725201170875485</c:v>
                </c:pt>
                <c:pt idx="32">
                  <c:v>2.0532028450296891</c:v>
                </c:pt>
                <c:pt idx="33">
                  <c:v>1.3228670995162082</c:v>
                </c:pt>
                <c:pt idx="34">
                  <c:v>1.9208216887891352</c:v>
                </c:pt>
                <c:pt idx="35">
                  <c:v>2.0581907402231465</c:v>
                </c:pt>
                <c:pt idx="36">
                  <c:v>0.90841261111848315</c:v>
                </c:pt>
                <c:pt idx="37">
                  <c:v>1.3392366397121602</c:v>
                </c:pt>
                <c:pt idx="38">
                  <c:v>0.99915573950055858</c:v>
                </c:pt>
                <c:pt idx="39">
                  <c:v>0.44864795038788685</c:v>
                </c:pt>
                <c:pt idx="40">
                  <c:v>-2.957108703083708</c:v>
                </c:pt>
                <c:pt idx="41">
                  <c:v>2.9460121887385537</c:v>
                </c:pt>
                <c:pt idx="42">
                  <c:v>-1.0581860480724545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6EC-469D-B3B4-CC2885C2B685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'[Dataset with r-g.xlsx]r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r-g.xlsx]r and g chart'!$AA$51:$AA$93</c:f>
              <c:numCache>
                <c:formatCode>0.00</c:formatCode>
                <c:ptCount val="43"/>
                <c:pt idx="1">
                  <c:v>-0.68706463864811607</c:v>
                </c:pt>
                <c:pt idx="2">
                  <c:v>1.9651333054725439</c:v>
                </c:pt>
                <c:pt idx="3">
                  <c:v>4.1658880747943661</c:v>
                </c:pt>
                <c:pt idx="4">
                  <c:v>2.2204580661082884</c:v>
                </c:pt>
                <c:pt idx="5">
                  <c:v>4.0879012202039045</c:v>
                </c:pt>
                <c:pt idx="6">
                  <c:v>3.1079216839132284</c:v>
                </c:pt>
                <c:pt idx="7">
                  <c:v>5.4198527073516134</c:v>
                </c:pt>
                <c:pt idx="8">
                  <c:v>5.377044403786102</c:v>
                </c:pt>
                <c:pt idx="9">
                  <c:v>2.4023909242467223</c:v>
                </c:pt>
                <c:pt idx="10">
                  <c:v>0.56043920263089131</c:v>
                </c:pt>
                <c:pt idx="11">
                  <c:v>-1.4047011327954717</c:v>
                </c:pt>
                <c:pt idx="12">
                  <c:v>0.24542216376803871</c:v>
                </c:pt>
                <c:pt idx="13">
                  <c:v>2.2594035276962021</c:v>
                </c:pt>
                <c:pt idx="14">
                  <c:v>3.4099806063750515</c:v>
                </c:pt>
                <c:pt idx="15">
                  <c:v>2.3862002368065571</c:v>
                </c:pt>
                <c:pt idx="16">
                  <c:v>2.5820225929744423</c:v>
                </c:pt>
                <c:pt idx="17">
                  <c:v>4.9249285976360024</c:v>
                </c:pt>
                <c:pt idx="18">
                  <c:v>3.4142699149174893</c:v>
                </c:pt>
                <c:pt idx="19">
                  <c:v>3.0661761244557439</c:v>
                </c:pt>
                <c:pt idx="20">
                  <c:v>4.3187270064052319</c:v>
                </c:pt>
                <c:pt idx="21">
                  <c:v>2.5787410800397703</c:v>
                </c:pt>
                <c:pt idx="22">
                  <c:v>1.7919856299692949</c:v>
                </c:pt>
                <c:pt idx="23">
                  <c:v>3.1465725214687934</c:v>
                </c:pt>
                <c:pt idx="24">
                  <c:v>2.4264965637991631</c:v>
                </c:pt>
                <c:pt idx="25">
                  <c:v>2.7388423589283173</c:v>
                </c:pt>
                <c:pt idx="26">
                  <c:v>2.3862754070210768</c:v>
                </c:pt>
                <c:pt idx="27">
                  <c:v>2.6203312280627111</c:v>
                </c:pt>
                <c:pt idx="28">
                  <c:v>-0.22572697134370934</c:v>
                </c:pt>
                <c:pt idx="29">
                  <c:v>-4.6149574279804924</c:v>
                </c:pt>
                <c:pt idx="30">
                  <c:v>2.2386886180724153</c:v>
                </c:pt>
                <c:pt idx="31">
                  <c:v>1.1451015455358426</c:v>
                </c:pt>
                <c:pt idx="32">
                  <c:v>1.5129367590014153</c:v>
                </c:pt>
                <c:pt idx="33">
                  <c:v>1.7923222178393594</c:v>
                </c:pt>
                <c:pt idx="34">
                  <c:v>3.1957824776059907</c:v>
                </c:pt>
                <c:pt idx="35">
                  <c:v>2.2202583088831052</c:v>
                </c:pt>
                <c:pt idx="36">
                  <c:v>1.9210633913266273</c:v>
                </c:pt>
                <c:pt idx="37">
                  <c:v>2.6550697016184399</c:v>
                </c:pt>
                <c:pt idx="38">
                  <c:v>1.4037920748910526</c:v>
                </c:pt>
                <c:pt idx="39">
                  <c:v>1.6416110173574916</c:v>
                </c:pt>
                <c:pt idx="40">
                  <c:v>-10.359900820127477</c:v>
                </c:pt>
                <c:pt idx="41">
                  <c:v>8.6749040818701051</c:v>
                </c:pt>
                <c:pt idx="42">
                  <c:v>4.3452288228625902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6EC-469D-B3B4-CC2885C2B685}"/>
            </c:ext>
          </c:extLst>
        </c:ser>
        <c:ser>
          <c:idx val="2"/>
          <c:order val="2"/>
          <c:spPr>
            <a:ln w="19050">
              <a:solidFill>
                <a:srgbClr val="70AD47">
                  <a:lumMod val="75000"/>
                </a:srgbClr>
              </a:solidFill>
              <a:prstDash val="sysDash"/>
            </a:ln>
          </c:spPr>
          <c:marker>
            <c:symbol val="none"/>
          </c:marker>
          <c:val>
            <c:numRef>
              <c:f>'[Dataset with r-g.xlsx]r and g chart'!$BC$3:$BC$45</c:f>
              <c:numCache>
                <c:formatCode>General</c:formatCode>
                <c:ptCount val="43"/>
                <c:pt idx="11" formatCode="0.00">
                  <c:v>2.0796459921427033</c:v>
                </c:pt>
                <c:pt idx="12" formatCode="0.00">
                  <c:v>0.92774129428145713</c:v>
                </c:pt>
                <c:pt idx="13" formatCode="0.00">
                  <c:v>0.2916339518142621</c:v>
                </c:pt>
                <c:pt idx="14" formatCode="0.00">
                  <c:v>-0.55408696101066379</c:v>
                </c:pt>
                <c:pt idx="15" formatCode="0.00">
                  <c:v>0.36782526733882737</c:v>
                </c:pt>
                <c:pt idx="16" formatCode="0.00">
                  <c:v>0.8417199910066353</c:v>
                </c:pt>
                <c:pt idx="17" formatCode="0.00">
                  <c:v>1.3148665475144226</c:v>
                </c:pt>
                <c:pt idx="18" formatCode="0.00">
                  <c:v>1.4469382067739183</c:v>
                </c:pt>
                <c:pt idx="19" formatCode="0.00">
                  <c:v>1.1084622221392859</c:v>
                </c:pt>
                <c:pt idx="20" formatCode="0.00">
                  <c:v>1.0068903574345347</c:v>
                </c:pt>
                <c:pt idx="21" formatCode="0.00">
                  <c:v>0.47463519171957635</c:v>
                </c:pt>
                <c:pt idx="22" formatCode="0.00">
                  <c:v>0.14733315697823279</c:v>
                </c:pt>
                <c:pt idx="23" formatCode="0.00">
                  <c:v>0.37971935992929762</c:v>
                </c:pt>
                <c:pt idx="24" formatCode="0.00">
                  <c:v>0.68401679032230867</c:v>
                </c:pt>
                <c:pt idx="25" formatCode="0.00">
                  <c:v>0.84031101299324362</c:v>
                </c:pt>
                <c:pt idx="26" formatCode="0.00">
                  <c:v>0.71044253732819662</c:v>
                </c:pt>
                <c:pt idx="27" formatCode="0.00">
                  <c:v>1.0029791792586904</c:v>
                </c:pt>
                <c:pt idx="28" formatCode="0.00">
                  <c:v>0.81132121569256466</c:v>
                </c:pt>
                <c:pt idx="29" formatCode="0.00">
                  <c:v>-0.3377958366317535</c:v>
                </c:pt>
                <c:pt idx="30" formatCode="0.00">
                  <c:v>1.0174214433976445</c:v>
                </c:pt>
                <c:pt idx="31" formatCode="0.00">
                  <c:v>1.0665599150161569</c:v>
                </c:pt>
                <c:pt idx="32" formatCode="0.00">
                  <c:v>0.62439250623458831</c:v>
                </c:pt>
                <c:pt idx="33" formatCode="0.00">
                  <c:v>1.1185491781708476</c:v>
                </c:pt>
                <c:pt idx="34" formatCode="0.00">
                  <c:v>1.0973913457217801</c:v>
                </c:pt>
                <c:pt idx="35" formatCode="0.00">
                  <c:v>0.80345924996571649</c:v>
                </c:pt>
                <c:pt idx="36" formatCode="0.00">
                  <c:v>1.1614342318577706</c:v>
                </c:pt>
                <c:pt idx="37" formatCode="0.00">
                  <c:v>1.6308362086892527</c:v>
                </c:pt>
                <c:pt idx="38" formatCode="0.00">
                  <c:v>1.4444713732323455</c:v>
                </c:pt>
                <c:pt idx="39" formatCode="0.00">
                  <c:v>1.234948250305508</c:v>
                </c:pt>
                <c:pt idx="40" formatCode="0.00">
                  <c:v>1.0653121169537181</c:v>
                </c:pt>
                <c:pt idx="41" formatCode="0.00">
                  <c:v>1.9147221114368524</c:v>
                </c:pt>
                <c:pt idx="42" formatCode="0.00">
                  <c:v>3.0198134848890166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6EC-469D-B3B4-CC2885C2B6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3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'r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'r and g chart'!$AA$3:$AA$45</c:f>
              <c:numCache>
                <c:formatCode>0.00</c:formatCode>
                <c:ptCount val="43"/>
                <c:pt idx="1">
                  <c:v>-0.77136488301888484</c:v>
                </c:pt>
                <c:pt idx="2">
                  <c:v>3.372648765827428</c:v>
                </c:pt>
                <c:pt idx="3">
                  <c:v>5.3737986591786093</c:v>
                </c:pt>
                <c:pt idx="4">
                  <c:v>6.1197901965730868</c:v>
                </c:pt>
                <c:pt idx="5">
                  <c:v>6.1956400550178596</c:v>
                </c:pt>
                <c:pt idx="6">
                  <c:v>6.3995453754699376</c:v>
                </c:pt>
                <c:pt idx="7">
                  <c:v>4.8702713732118283</c:v>
                </c:pt>
                <c:pt idx="8">
                  <c:v>3.3233771256815183</c:v>
                </c:pt>
                <c:pt idx="9">
                  <c:v>2.2185669842225888</c:v>
                </c:pt>
                <c:pt idx="10">
                  <c:v>2.33073559447425</c:v>
                </c:pt>
                <c:pt idx="11">
                  <c:v>3.2434164850272822</c:v>
                </c:pt>
                <c:pt idx="12">
                  <c:v>6.1513641979824056</c:v>
                </c:pt>
                <c:pt idx="13">
                  <c:v>5.1660657271400874</c:v>
                </c:pt>
                <c:pt idx="14">
                  <c:v>5.279132441181182</c:v>
                </c:pt>
                <c:pt idx="15">
                  <c:v>5.3906047317941788</c:v>
                </c:pt>
                <c:pt idx="16">
                  <c:v>3.1186758626352757</c:v>
                </c:pt>
                <c:pt idx="17">
                  <c:v>7.4692051217414743</c:v>
                </c:pt>
                <c:pt idx="18">
                  <c:v>6.0310237959129553</c:v>
                </c:pt>
                <c:pt idx="19">
                  <c:v>5.0611751635792084</c:v>
                </c:pt>
                <c:pt idx="20">
                  <c:v>5.2580176798457012</c:v>
                </c:pt>
                <c:pt idx="21">
                  <c:v>4.2193043422702159</c:v>
                </c:pt>
                <c:pt idx="22">
                  <c:v>3.2162029345420278</c:v>
                </c:pt>
                <c:pt idx="23">
                  <c:v>2.8891238507687467</c:v>
                </c:pt>
                <c:pt idx="24">
                  <c:v>2.5741605597420261</c:v>
                </c:pt>
                <c:pt idx="25">
                  <c:v>2.1749715943403229</c:v>
                </c:pt>
                <c:pt idx="26">
                  <c:v>2.1022118180834877</c:v>
                </c:pt>
                <c:pt idx="27">
                  <c:v>2.9451991429828297</c:v>
                </c:pt>
                <c:pt idx="28">
                  <c:v>1.6341828112867063</c:v>
                </c:pt>
                <c:pt idx="29">
                  <c:v>1.6303969439781909</c:v>
                </c:pt>
                <c:pt idx="30">
                  <c:v>2.9577016887785135</c:v>
                </c:pt>
                <c:pt idx="31">
                  <c:v>2.0725201170875485</c:v>
                </c:pt>
                <c:pt idx="32">
                  <c:v>2.0532028450296891</c:v>
                </c:pt>
                <c:pt idx="33">
                  <c:v>1.3228670995162082</c:v>
                </c:pt>
                <c:pt idx="34">
                  <c:v>1.9208216887891352</c:v>
                </c:pt>
                <c:pt idx="35">
                  <c:v>2.0581907402231465</c:v>
                </c:pt>
                <c:pt idx="36">
                  <c:v>0.90841261111848315</c:v>
                </c:pt>
                <c:pt idx="37">
                  <c:v>1.3392366397121602</c:v>
                </c:pt>
                <c:pt idx="38">
                  <c:v>0.99915573950055858</c:v>
                </c:pt>
                <c:pt idx="39">
                  <c:v>0.44864795038788685</c:v>
                </c:pt>
                <c:pt idx="40">
                  <c:v>-2.957108703083708</c:v>
                </c:pt>
                <c:pt idx="41">
                  <c:v>2.9460121887385537</c:v>
                </c:pt>
                <c:pt idx="42">
                  <c:v>-1.0581860480724545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A79-4B36-BBEC-B74C8FEEE47A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'r and g chart'!$A$3:$A$45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'r and g chart'!$AA$51:$AA$93</c:f>
              <c:numCache>
                <c:formatCode>0.00</c:formatCode>
                <c:ptCount val="43"/>
                <c:pt idx="1">
                  <c:v>-0.68706463864811607</c:v>
                </c:pt>
                <c:pt idx="2">
                  <c:v>1.9651333054725439</c:v>
                </c:pt>
                <c:pt idx="3">
                  <c:v>4.1658880747943661</c:v>
                </c:pt>
                <c:pt idx="4">
                  <c:v>2.2204580661082884</c:v>
                </c:pt>
                <c:pt idx="5">
                  <c:v>4.0879012202039045</c:v>
                </c:pt>
                <c:pt idx="6">
                  <c:v>3.1079216839132284</c:v>
                </c:pt>
                <c:pt idx="7">
                  <c:v>5.4198527073516134</c:v>
                </c:pt>
                <c:pt idx="8">
                  <c:v>5.377044403786102</c:v>
                </c:pt>
                <c:pt idx="9">
                  <c:v>2.4023909242467223</c:v>
                </c:pt>
                <c:pt idx="10">
                  <c:v>0.56043920263089131</c:v>
                </c:pt>
                <c:pt idx="11">
                  <c:v>-1.4047011327954717</c:v>
                </c:pt>
                <c:pt idx="12">
                  <c:v>0.24542216376803871</c:v>
                </c:pt>
                <c:pt idx="13">
                  <c:v>2.2594035276962021</c:v>
                </c:pt>
                <c:pt idx="14">
                  <c:v>3.4099806063750515</c:v>
                </c:pt>
                <c:pt idx="15">
                  <c:v>2.3862002368065571</c:v>
                </c:pt>
                <c:pt idx="16">
                  <c:v>2.5820225929744423</c:v>
                </c:pt>
                <c:pt idx="17">
                  <c:v>4.9249285976360024</c:v>
                </c:pt>
                <c:pt idx="18">
                  <c:v>3.4142699149174893</c:v>
                </c:pt>
                <c:pt idx="19">
                  <c:v>3.0661761244557439</c:v>
                </c:pt>
                <c:pt idx="20">
                  <c:v>4.3187270064052319</c:v>
                </c:pt>
                <c:pt idx="21">
                  <c:v>2.5787410800397703</c:v>
                </c:pt>
                <c:pt idx="22">
                  <c:v>1.7919856299692949</c:v>
                </c:pt>
                <c:pt idx="23">
                  <c:v>3.1465725214687934</c:v>
                </c:pt>
                <c:pt idx="24">
                  <c:v>2.4264965637991631</c:v>
                </c:pt>
                <c:pt idx="25">
                  <c:v>2.7388423589283173</c:v>
                </c:pt>
                <c:pt idx="26">
                  <c:v>2.3862754070210768</c:v>
                </c:pt>
                <c:pt idx="27">
                  <c:v>2.6203312280627111</c:v>
                </c:pt>
                <c:pt idx="28">
                  <c:v>-0.22572697134370934</c:v>
                </c:pt>
                <c:pt idx="29">
                  <c:v>-4.6149574279804924</c:v>
                </c:pt>
                <c:pt idx="30">
                  <c:v>2.2386886180724153</c:v>
                </c:pt>
                <c:pt idx="31">
                  <c:v>1.1451015455358426</c:v>
                </c:pt>
                <c:pt idx="32">
                  <c:v>1.5129367590014153</c:v>
                </c:pt>
                <c:pt idx="33">
                  <c:v>1.7923222178393594</c:v>
                </c:pt>
                <c:pt idx="34">
                  <c:v>3.1957824776059907</c:v>
                </c:pt>
                <c:pt idx="35">
                  <c:v>2.2202583088831052</c:v>
                </c:pt>
                <c:pt idx="36">
                  <c:v>1.9210633913266273</c:v>
                </c:pt>
                <c:pt idx="37">
                  <c:v>2.6550697016184399</c:v>
                </c:pt>
                <c:pt idx="38">
                  <c:v>1.4037920748910526</c:v>
                </c:pt>
                <c:pt idx="39">
                  <c:v>1.6416110173574916</c:v>
                </c:pt>
                <c:pt idx="40">
                  <c:v>-10.359900820127477</c:v>
                </c:pt>
                <c:pt idx="41">
                  <c:v>8.6749040818701051</c:v>
                </c:pt>
                <c:pt idx="42">
                  <c:v>4.3452288228625902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A79-4B36-BBEC-B74C8FEEE47A}"/>
            </c:ext>
          </c:extLst>
        </c:ser>
        <c:ser>
          <c:idx val="2"/>
          <c:order val="2"/>
          <c:spPr>
            <a:ln w="15875">
              <a:solidFill>
                <a:srgbClr val="70AD47">
                  <a:lumMod val="75000"/>
                </a:srgbClr>
              </a:solidFill>
              <a:prstDash val="dash"/>
            </a:ln>
          </c:spPr>
          <c:marker>
            <c:symbol val="none"/>
          </c:marker>
          <c:val>
            <c:numRef>
              <c:f>'r and g chart'!$BD$3:$BD$45</c:f>
              <c:numCache>
                <c:formatCode>General</c:formatCode>
                <c:ptCount val="43"/>
                <c:pt idx="11" formatCode="0.00">
                  <c:v>0.85127542140942936</c:v>
                </c:pt>
                <c:pt idx="12" formatCode="0.00">
                  <c:v>-0.25990670457320775</c:v>
                </c:pt>
                <c:pt idx="13" formatCode="0.00">
                  <c:v>-0.15104457059471432</c:v>
                </c:pt>
                <c:pt idx="14" formatCode="0.00">
                  <c:v>-0.17997582137744939</c:v>
                </c:pt>
                <c:pt idx="15" formatCode="0.00">
                  <c:v>3.1284358917319288E-2</c:v>
                </c:pt>
                <c:pt idx="16" formatCode="0.00">
                  <c:v>0.97508564863318359</c:v>
                </c:pt>
                <c:pt idx="17" formatCode="0.00">
                  <c:v>1.0981008568119019</c:v>
                </c:pt>
                <c:pt idx="18" formatCode="0.00">
                  <c:v>0.92811239063372941</c:v>
                </c:pt>
                <c:pt idx="19" formatCode="0.00">
                  <c:v>1.1620624298507121</c:v>
                </c:pt>
                <c:pt idx="20" formatCode="0.00">
                  <c:v>0.93692572461588597</c:v>
                </c:pt>
                <c:pt idx="21" formatCode="0.00">
                  <c:v>1.3836650629139724</c:v>
                </c:pt>
                <c:pt idx="22" formatCode="0.00">
                  <c:v>1.4483228700448683</c:v>
                </c:pt>
                <c:pt idx="23" formatCode="0.00">
                  <c:v>1.6267624325761032</c:v>
                </c:pt>
                <c:pt idx="24" formatCode="0.00">
                  <c:v>1.5394580080863509</c:v>
                </c:pt>
                <c:pt idx="25" formatCode="0.00">
                  <c:v>1.0986092206384495</c:v>
                </c:pt>
                <c:pt idx="26" formatCode="0.00">
                  <c:v>1.1542826063395735</c:v>
                </c:pt>
                <c:pt idx="27" formatCode="0.00">
                  <c:v>1.1754942450712669</c:v>
                </c:pt>
                <c:pt idx="28" formatCode="0.00">
                  <c:v>1.0325225248759358</c:v>
                </c:pt>
                <c:pt idx="29" formatCode="0.00">
                  <c:v>1.0232557802060565</c:v>
                </c:pt>
                <c:pt idx="30" formatCode="0.00">
                  <c:v>0.96615148470585943</c:v>
                </c:pt>
                <c:pt idx="31" formatCode="0.00">
                  <c:v>1.0307804879934475</c:v>
                </c:pt>
                <c:pt idx="32" formatCode="0.00">
                  <c:v>0.99488494848862796</c:v>
                </c:pt>
                <c:pt idx="33" formatCode="0.00">
                  <c:v>1.2829127287522186</c:v>
                </c:pt>
                <c:pt idx="34" formatCode="0.00">
                  <c:v>1.3208032883793943</c:v>
                </c:pt>
                <c:pt idx="35" formatCode="0.00">
                  <c:v>1.4245572850530197</c:v>
                </c:pt>
                <c:pt idx="36" formatCode="0.00">
                  <c:v>1.6583515014357633</c:v>
                </c:pt>
                <c:pt idx="37" formatCode="0.00">
                  <c:v>1.8096846351428975</c:v>
                </c:pt>
                <c:pt idx="38" formatCode="0.00">
                  <c:v>2.0223461215665015</c:v>
                </c:pt>
                <c:pt idx="39" formatCode="0.00">
                  <c:v>2.0650452562264237</c:v>
                </c:pt>
                <c:pt idx="40" formatCode="0.00">
                  <c:v>2.0283596533580006</c:v>
                </c:pt>
                <c:pt idx="41" formatCode="0.00">
                  <c:v>1.8541537747494501</c:v>
                </c:pt>
                <c:pt idx="42" formatCode="0.00">
                  <c:v>2.0718857167124307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A79-4B36-BBEC-B74C8FEEE4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xt!$O$3:$O$45</c:f>
              <c:numCache>
                <c:formatCode>General</c:formatCode>
                <c:ptCount val="43"/>
                <c:pt idx="15" formatCode="0.000">
                  <c:v>1.01129129</c:v>
                </c:pt>
                <c:pt idx="16" formatCode="0.000">
                  <c:v>-2.5428817760000002</c:v>
                </c:pt>
                <c:pt idx="17" formatCode="0.000">
                  <c:v>0.74343524299999997</c:v>
                </c:pt>
                <c:pt idx="18" formatCode="0.000">
                  <c:v>1.0063151690000001</c:v>
                </c:pt>
                <c:pt idx="19" formatCode="0.000">
                  <c:v>-1.102888117</c:v>
                </c:pt>
                <c:pt idx="20" formatCode="0.000">
                  <c:v>-1.500787418</c:v>
                </c:pt>
                <c:pt idx="21" formatCode="0.000">
                  <c:v>-2.85550894</c:v>
                </c:pt>
                <c:pt idx="22" formatCode="0.000">
                  <c:v>-2.1693588510000001</c:v>
                </c:pt>
                <c:pt idx="23" formatCode="0.000">
                  <c:v>-0.160871767</c:v>
                </c:pt>
                <c:pt idx="24" formatCode="0.000">
                  <c:v>-0.17700297800000001</c:v>
                </c:pt>
                <c:pt idx="25" formatCode="0.000">
                  <c:v>1.4925986069999999</c:v>
                </c:pt>
                <c:pt idx="26" formatCode="0.000">
                  <c:v>5.4244178270000001</c:v>
                </c:pt>
                <c:pt idx="27" formatCode="0.000">
                  <c:v>7.5905009200000002</c:v>
                </c:pt>
                <c:pt idx="28" formatCode="0.000">
                  <c:v>1.6898164019999999</c:v>
                </c:pt>
                <c:pt idx="29" formatCode="0.000">
                  <c:v>-9.2995126789999993</c:v>
                </c:pt>
                <c:pt idx="30" formatCode="0.000">
                  <c:v>-9.0351468990000008</c:v>
                </c:pt>
                <c:pt idx="31" formatCode="0.000">
                  <c:v>-5.5830574630000003</c:v>
                </c:pt>
                <c:pt idx="32" formatCode="0.000">
                  <c:v>-0.90569588700000003</c:v>
                </c:pt>
                <c:pt idx="33" formatCode="0.000">
                  <c:v>-1.1234433260000001</c:v>
                </c:pt>
                <c:pt idx="34" formatCode="0.000">
                  <c:v>-1.981415586</c:v>
                </c:pt>
                <c:pt idx="35" formatCode="0.000">
                  <c:v>-1.0005863909999999</c:v>
                </c:pt>
                <c:pt idx="36" formatCode="0.000">
                  <c:v>-0.164674233</c:v>
                </c:pt>
                <c:pt idx="37" formatCode="0.000">
                  <c:v>0.92165225399999995</c:v>
                </c:pt>
                <c:pt idx="38" formatCode="0.000">
                  <c:v>1.846618136</c:v>
                </c:pt>
                <c:pt idx="39" formatCode="0.000">
                  <c:v>1.9735993249999999</c:v>
                </c:pt>
                <c:pt idx="40" formatCode="0.000">
                  <c:v>-2.3077210739999998</c:v>
                </c:pt>
                <c:pt idx="41" formatCode="0.000">
                  <c:v>-0.40186528999999999</c:v>
                </c:pt>
                <c:pt idx="42" formatCode="0.000">
                  <c:v>-0.178018433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8FD-4632-9277-80128F487303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xt!$O$51:$O$93</c:f>
              <c:numCache>
                <c:formatCode>General</c:formatCode>
                <c:ptCount val="43"/>
                <c:pt idx="12" formatCode="0.00">
                  <c:v>19.362393989432601</c:v>
                </c:pt>
                <c:pt idx="13" formatCode="0.00">
                  <c:v>1.8437583471185885</c:v>
                </c:pt>
                <c:pt idx="14" formatCode="0.00">
                  <c:v>0.20060479323596178</c:v>
                </c:pt>
                <c:pt idx="15" formatCode="0.00">
                  <c:v>-5.762101973140596</c:v>
                </c:pt>
                <c:pt idx="16" formatCode="0.00">
                  <c:v>-7.4883093295727772</c:v>
                </c:pt>
                <c:pt idx="17" formatCode="0.00">
                  <c:v>-4.0765773842094486</c:v>
                </c:pt>
                <c:pt idx="18" formatCode="0.00">
                  <c:v>-3.2273044262034563</c:v>
                </c:pt>
                <c:pt idx="19" formatCode="0.00">
                  <c:v>-5.9967631586744705</c:v>
                </c:pt>
                <c:pt idx="20" formatCode="0.00">
                  <c:v>-6.335681831905168</c:v>
                </c:pt>
                <c:pt idx="21" formatCode="0.00">
                  <c:v>-6.2271094057767922</c:v>
                </c:pt>
                <c:pt idx="22" formatCode="0.00">
                  <c:v>-5.4030367268335295</c:v>
                </c:pt>
                <c:pt idx="23" formatCode="0.00">
                  <c:v>-3.1715044033812969</c:v>
                </c:pt>
                <c:pt idx="24" formatCode="0.00">
                  <c:v>-0.59699970304462435</c:v>
                </c:pt>
                <c:pt idx="25" formatCode="0.00">
                  <c:v>4.9697120372939612</c:v>
                </c:pt>
                <c:pt idx="26" formatCode="0.00">
                  <c:v>12.946996545899925</c:v>
                </c:pt>
                <c:pt idx="27" formatCode="0.00">
                  <c:v>20.355668042780533</c:v>
                </c:pt>
                <c:pt idx="28" formatCode="0.00">
                  <c:v>13.79481068442567</c:v>
                </c:pt>
                <c:pt idx="29" formatCode="0.00">
                  <c:v>-4.0531374086296559</c:v>
                </c:pt>
                <c:pt idx="30" formatCode="0.00">
                  <c:v>-9.5735972800577649</c:v>
                </c:pt>
                <c:pt idx="31" formatCode="0.00">
                  <c:v>-8.4445190536617307</c:v>
                </c:pt>
                <c:pt idx="32" formatCode="0.00">
                  <c:v>-3.3444370191443542</c:v>
                </c:pt>
                <c:pt idx="33" formatCode="0.00">
                  <c:v>-2.8892927760712235</c:v>
                </c:pt>
                <c:pt idx="34" formatCode="0.00">
                  <c:v>-2.6833131117947455</c:v>
                </c:pt>
                <c:pt idx="35" formatCode="0.00">
                  <c:v>-0.71462060289643181</c:v>
                </c:pt>
                <c:pt idx="36" formatCode="0.00">
                  <c:v>-0.28511040953425709</c:v>
                </c:pt>
                <c:pt idx="37" formatCode="0.00">
                  <c:v>1.011099144813614</c:v>
                </c:pt>
                <c:pt idx="38" formatCode="0.00">
                  <c:v>2.9818741773311799</c:v>
                </c:pt>
                <c:pt idx="39" formatCode="0.00">
                  <c:v>1.5723000152651072</c:v>
                </c:pt>
                <c:pt idx="40" formatCode="0.00">
                  <c:v>-3.8887528764176484</c:v>
                </c:pt>
                <c:pt idx="41" formatCode="0.00">
                  <c:v>0.60046003480726418</c:v>
                </c:pt>
                <c:pt idx="42" formatCode="0.00">
                  <c:v>1.5928235751088866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8FD-4632-9277-80128F4873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xt!$P$3:$P$45</c:f>
              <c:numCache>
                <c:formatCode>General</c:formatCode>
                <c:ptCount val="43"/>
                <c:pt idx="15" formatCode="0.000">
                  <c:v>-3.297491188</c:v>
                </c:pt>
                <c:pt idx="16" formatCode="0.000">
                  <c:v>-2.886298236</c:v>
                </c:pt>
                <c:pt idx="17" formatCode="0.000">
                  <c:v>-0.35937465099999999</c:v>
                </c:pt>
                <c:pt idx="18" formatCode="0.000">
                  <c:v>1.092339427</c:v>
                </c:pt>
                <c:pt idx="19" formatCode="0.000">
                  <c:v>-4.6362363479999997</c:v>
                </c:pt>
                <c:pt idx="20" formatCode="0.000">
                  <c:v>-5.8165095750000004</c:v>
                </c:pt>
                <c:pt idx="21" formatCode="0.000">
                  <c:v>-5.1475354470000001</c:v>
                </c:pt>
                <c:pt idx="22" formatCode="0.000">
                  <c:v>-4.6432594790000001</c:v>
                </c:pt>
                <c:pt idx="23" formatCode="0.000">
                  <c:v>-1.239528838</c:v>
                </c:pt>
                <c:pt idx="24" formatCode="0.000">
                  <c:v>-6.5717352000000007E-2</c:v>
                </c:pt>
                <c:pt idx="25" formatCode="0.000">
                  <c:v>2.7110169270000002</c:v>
                </c:pt>
                <c:pt idx="26" formatCode="0.000">
                  <c:v>5.827371222</c:v>
                </c:pt>
                <c:pt idx="27" formatCode="0.000">
                  <c:v>13.44211786</c:v>
                </c:pt>
                <c:pt idx="28" formatCode="0.000">
                  <c:v>12.93930494</c:v>
                </c:pt>
                <c:pt idx="29" formatCode="0.000">
                  <c:v>-6.2928132870000004</c:v>
                </c:pt>
                <c:pt idx="30" formatCode="0.000">
                  <c:v>-7.0301945559999997</c:v>
                </c:pt>
                <c:pt idx="31" formatCode="0.000">
                  <c:v>-3.7643410300000002</c:v>
                </c:pt>
                <c:pt idx="32" formatCode="0.000">
                  <c:v>-2.5058584100000001</c:v>
                </c:pt>
                <c:pt idx="33" formatCode="0.000">
                  <c:v>-1.603881479</c:v>
                </c:pt>
                <c:pt idx="34" formatCode="0.000">
                  <c:v>-0.42966169399999998</c:v>
                </c:pt>
                <c:pt idx="35" formatCode="0.000">
                  <c:v>-1.034284768</c:v>
                </c:pt>
                <c:pt idx="36" formatCode="0.000">
                  <c:v>-0.88342997099999998</c:v>
                </c:pt>
                <c:pt idx="37" formatCode="0.000">
                  <c:v>-0.106178182</c:v>
                </c:pt>
                <c:pt idx="38" formatCode="0.000">
                  <c:v>0.24929501900000001</c:v>
                </c:pt>
                <c:pt idx="39" formatCode="0.000">
                  <c:v>1.1900823110000001</c:v>
                </c:pt>
                <c:pt idx="40" formatCode="0.000">
                  <c:v>-1.100799898</c:v>
                </c:pt>
                <c:pt idx="41" formatCode="0.000">
                  <c:v>2.176143508</c:v>
                </c:pt>
                <c:pt idx="42" formatCode="0.000">
                  <c:v>1.8615561620000001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AB9-4CBA-AC38-AB3E88D8B32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xt!$P$51:$P$93</c:f>
              <c:numCache>
                <c:formatCode>General</c:formatCode>
                <c:ptCount val="43"/>
                <c:pt idx="15" formatCode="0.00">
                  <c:v>3.3367141654492083</c:v>
                </c:pt>
                <c:pt idx="16" formatCode="0.00">
                  <c:v>1.0286029446480727</c:v>
                </c:pt>
                <c:pt idx="17" formatCode="0.00">
                  <c:v>2.141686709435306</c:v>
                </c:pt>
                <c:pt idx="18" formatCode="0.00">
                  <c:v>2.8632909416240011</c:v>
                </c:pt>
                <c:pt idx="19" formatCode="0.00">
                  <c:v>-4.4466718682012472</c:v>
                </c:pt>
                <c:pt idx="20" formatCode="0.00">
                  <c:v>-6.7211683527611896</c:v>
                </c:pt>
                <c:pt idx="21" formatCode="0.00">
                  <c:v>-6.3191911126403637</c:v>
                </c:pt>
                <c:pt idx="22" formatCode="0.00">
                  <c:v>-5.5619966142398498</c:v>
                </c:pt>
                <c:pt idx="23" formatCode="0.00">
                  <c:v>-1.1568123762601139</c:v>
                </c:pt>
                <c:pt idx="24" formatCode="0.00">
                  <c:v>7.048412468063045E-2</c:v>
                </c:pt>
                <c:pt idx="25" formatCode="0.00">
                  <c:v>2.8784921529730836</c:v>
                </c:pt>
                <c:pt idx="26" formatCode="0.00">
                  <c:v>6.0127289483457069</c:v>
                </c:pt>
                <c:pt idx="27" formatCode="0.00">
                  <c:v>13.647900455763947</c:v>
                </c:pt>
                <c:pt idx="28" formatCode="0.00">
                  <c:v>13.152028050838876</c:v>
                </c:pt>
                <c:pt idx="29" formatCode="0.00">
                  <c:v>-6.1108650542255631</c:v>
                </c:pt>
                <c:pt idx="30" formatCode="0.00">
                  <c:v>-6.843490400750472</c:v>
                </c:pt>
                <c:pt idx="31" formatCode="0.00">
                  <c:v>-3.5689128858423134</c:v>
                </c:pt>
                <c:pt idx="32" formatCode="0.00">
                  <c:v>-2.3090334153365357</c:v>
                </c:pt>
                <c:pt idx="33" formatCode="0.00">
                  <c:v>-1.4185098247672336</c:v>
                </c:pt>
                <c:pt idx="34" formatCode="0.00">
                  <c:v>-0.64969925452251132</c:v>
                </c:pt>
                <c:pt idx="35" formatCode="0.00">
                  <c:v>-1.4545836077163488</c:v>
                </c:pt>
                <c:pt idx="36" formatCode="0.00">
                  <c:v>-1.886643069339375</c:v>
                </c:pt>
                <c:pt idx="37" formatCode="0.00">
                  <c:v>-0.71774452159050439</c:v>
                </c:pt>
                <c:pt idx="38" formatCode="0.00">
                  <c:v>0.13857474378544235</c:v>
                </c:pt>
                <c:pt idx="39" formatCode="0.00">
                  <c:v>1.6536457247002101</c:v>
                </c:pt>
                <c:pt idx="40" formatCode="0.00">
                  <c:v>-1.4043851194018588</c:v>
                </c:pt>
                <c:pt idx="41" formatCode="0.00">
                  <c:v>1.7120647585305442</c:v>
                </c:pt>
                <c:pt idx="42" formatCode="0.00">
                  <c:v>1.2083040855001486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AB9-4CBA-AC38-AB3E88D8B3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xt!$Q$3:$Q$45</c:f>
              <c:numCache>
                <c:formatCode>General</c:formatCode>
                <c:ptCount val="43"/>
                <c:pt idx="5" formatCode="0.000">
                  <c:v>1.321</c:v>
                </c:pt>
                <c:pt idx="6" formatCode="0.000">
                  <c:v>4.5069999999999997</c:v>
                </c:pt>
                <c:pt idx="7" formatCode="0.000">
                  <c:v>2.66</c:v>
                </c:pt>
                <c:pt idx="8" formatCode="0.000">
                  <c:v>5.2009999999999996</c:v>
                </c:pt>
                <c:pt idx="9" formatCode="0.000">
                  <c:v>9.2110000000000003</c:v>
                </c:pt>
                <c:pt idx="10" formatCode="0.000">
                  <c:v>8.9190000000000005</c:v>
                </c:pt>
                <c:pt idx="11" formatCode="0.000">
                  <c:v>12.276</c:v>
                </c:pt>
                <c:pt idx="12" formatCode="0.000">
                  <c:v>8.6850000000000005</c:v>
                </c:pt>
                <c:pt idx="13" formatCode="0.000">
                  <c:v>7.8360000000000003</c:v>
                </c:pt>
                <c:pt idx="14" formatCode="0.000">
                  <c:v>6.7009999999999996</c:v>
                </c:pt>
                <c:pt idx="15" formatCode="0.000">
                  <c:v>3.1760000000000002</c:v>
                </c:pt>
                <c:pt idx="16" formatCode="0.000">
                  <c:v>-1.347</c:v>
                </c:pt>
                <c:pt idx="17" formatCode="0.000">
                  <c:v>-1.5609999999999999</c:v>
                </c:pt>
                <c:pt idx="18" formatCode="0.000">
                  <c:v>-1.347</c:v>
                </c:pt>
                <c:pt idx="19" formatCode="0.000">
                  <c:v>0.78100000000000003</c:v>
                </c:pt>
                <c:pt idx="20" formatCode="0.000">
                  <c:v>3.4540000000000002</c:v>
                </c:pt>
                <c:pt idx="21" formatCode="0.000">
                  <c:v>1.93</c:v>
                </c:pt>
                <c:pt idx="22" formatCode="0.000">
                  <c:v>0.82599999999999996</c:v>
                </c:pt>
                <c:pt idx="23" formatCode="0.000">
                  <c:v>-0.59599999999999997</c:v>
                </c:pt>
                <c:pt idx="24" formatCode="0.000">
                  <c:v>-0.20300000000000001</c:v>
                </c:pt>
                <c:pt idx="25" formatCode="0.000">
                  <c:v>-1.23</c:v>
                </c:pt>
                <c:pt idx="26" formatCode="0.000">
                  <c:v>1.3979999999999999</c:v>
                </c:pt>
                <c:pt idx="27" formatCode="0.000">
                  <c:v>6.45</c:v>
                </c:pt>
                <c:pt idx="28" formatCode="0.000">
                  <c:v>3.3740000000000001</c:v>
                </c:pt>
                <c:pt idx="29" formatCode="0.000">
                  <c:v>-2.3359999999999999</c:v>
                </c:pt>
                <c:pt idx="30" formatCode="0.000">
                  <c:v>-0.90600000000000003</c:v>
                </c:pt>
                <c:pt idx="31" formatCode="0.000">
                  <c:v>-2.0049999999999999</c:v>
                </c:pt>
                <c:pt idx="32" formatCode="0.000">
                  <c:v>-2.4830000000000001</c:v>
                </c:pt>
                <c:pt idx="33" formatCode="0.000">
                  <c:v>-1.5149999999999999</c:v>
                </c:pt>
                <c:pt idx="34" formatCode="0.000">
                  <c:v>-1.085</c:v>
                </c:pt>
                <c:pt idx="35" formatCode="0.000">
                  <c:v>-1.012</c:v>
                </c:pt>
                <c:pt idx="36" formatCode="0.000">
                  <c:v>1.6830000000000001</c:v>
                </c:pt>
                <c:pt idx="37" formatCode="0.000">
                  <c:v>0.83399999999999996</c:v>
                </c:pt>
                <c:pt idx="38" formatCode="0.000">
                  <c:v>-7.2999999999999995E-2</c:v>
                </c:pt>
                <c:pt idx="39" formatCode="0.000">
                  <c:v>0.72099999999999997</c:v>
                </c:pt>
                <c:pt idx="40" formatCode="0.000">
                  <c:v>-1.7290000000000001</c:v>
                </c:pt>
                <c:pt idx="41" formatCode="0.000">
                  <c:v>2.895</c:v>
                </c:pt>
                <c:pt idx="42" formatCode="0.000">
                  <c:v>2.0640000000000001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5F2-4B33-AB33-5858CAB57099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xt!$Q$51:$Q$93</c:f>
              <c:numCache>
                <c:formatCode>0.00</c:formatCode>
                <c:ptCount val="43"/>
                <c:pt idx="0">
                  <c:v>10.006269813564293</c:v>
                </c:pt>
                <c:pt idx="1">
                  <c:v>4.4666389058111546</c:v>
                </c:pt>
                <c:pt idx="2">
                  <c:v>-0.31669245502442261</c:v>
                </c:pt>
                <c:pt idx="3">
                  <c:v>-3.9812407365016544</c:v>
                </c:pt>
                <c:pt idx="4">
                  <c:v>-4.9428739225782996</c:v>
                </c:pt>
                <c:pt idx="5">
                  <c:v>-5.1789043569307225</c:v>
                </c:pt>
                <c:pt idx="6">
                  <c:v>-1.5489407376644242</c:v>
                </c:pt>
                <c:pt idx="7">
                  <c:v>-3.4034119097539199</c:v>
                </c:pt>
                <c:pt idx="8">
                  <c:v>-1.059419407498291</c:v>
                </c:pt>
                <c:pt idx="9">
                  <c:v>2.7022774132406111</c:v>
                </c:pt>
                <c:pt idx="10">
                  <c:v>2.447549526120075</c:v>
                </c:pt>
                <c:pt idx="11">
                  <c:v>5.65042786453958</c:v>
                </c:pt>
                <c:pt idx="12">
                  <c:v>2.3255868864723865</c:v>
                </c:pt>
                <c:pt idx="13">
                  <c:v>1.5901437658055628</c:v>
                </c:pt>
                <c:pt idx="14">
                  <c:v>0.58640543357728825</c:v>
                </c:pt>
                <c:pt idx="15">
                  <c:v>-2.6672337005404878</c:v>
                </c:pt>
                <c:pt idx="16">
                  <c:v>-5.772735881879389</c:v>
                </c:pt>
                <c:pt idx="17">
                  <c:v>-4.8593003288910808</c:v>
                </c:pt>
                <c:pt idx="18">
                  <c:v>-3.4597195022309584</c:v>
                </c:pt>
                <c:pt idx="19">
                  <c:v>-0.22207510334821512</c:v>
                </c:pt>
                <c:pt idx="20">
                  <c:v>3.2823330806813269</c:v>
                </c:pt>
                <c:pt idx="21">
                  <c:v>1.8361353998688157</c:v>
                </c:pt>
                <c:pt idx="22">
                  <c:v>0.8031885366012419</c:v>
                </c:pt>
                <c:pt idx="23">
                  <c:v>-0.5533294254513188</c:v>
                </c:pt>
                <c:pt idx="24">
                  <c:v>-9.5647887107455865E-2</c:v>
                </c:pt>
                <c:pt idx="25">
                  <c:v>-1.0614817984127511</c:v>
                </c:pt>
                <c:pt idx="26">
                  <c:v>1.6315588022628984</c:v>
                </c:pt>
                <c:pt idx="27">
                  <c:v>6.7516891916951831</c:v>
                </c:pt>
                <c:pt idx="28">
                  <c:v>3.7080393069635771</c:v>
                </c:pt>
                <c:pt idx="29">
                  <c:v>-2.0027873272572809</c:v>
                </c:pt>
                <c:pt idx="30">
                  <c:v>-0.57202026991709609</c:v>
                </c:pt>
                <c:pt idx="31">
                  <c:v>-1.7020270077331121</c:v>
                </c:pt>
                <c:pt idx="32">
                  <c:v>-2.2288641338571611</c:v>
                </c:pt>
                <c:pt idx="33">
                  <c:v>-1.3198898294212247</c:v>
                </c:pt>
                <c:pt idx="34">
                  <c:v>-0.96382914658432128</c:v>
                </c:pt>
                <c:pt idx="35">
                  <c:v>-0.97983922802139156</c:v>
                </c:pt>
                <c:pt idx="36">
                  <c:v>1.6113754051491556</c:v>
                </c:pt>
                <c:pt idx="37">
                  <c:v>0.64035004006473684</c:v>
                </c:pt>
                <c:pt idx="38">
                  <c:v>-0.40547721226365113</c:v>
                </c:pt>
                <c:pt idx="39">
                  <c:v>0.2219296261575335</c:v>
                </c:pt>
                <c:pt idx="40">
                  <c:v>-2.8855095568531843</c:v>
                </c:pt>
                <c:pt idx="41">
                  <c:v>1.7869408623110643</c:v>
                </c:pt>
                <c:pt idx="42">
                  <c:v>0.96099391369936227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5F2-4B33-AB33-5858CAB570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xt!$R$3:$R$45</c:f>
              <c:numCache>
                <c:formatCode>0.000</c:formatCode>
                <c:ptCount val="43"/>
                <c:pt idx="0">
                  <c:v>1.9690000000000001</c:v>
                </c:pt>
                <c:pt idx="1">
                  <c:v>-0.35199999999999998</c:v>
                </c:pt>
                <c:pt idx="2">
                  <c:v>-2.444</c:v>
                </c:pt>
                <c:pt idx="3">
                  <c:v>-2.3889999999999998</c:v>
                </c:pt>
                <c:pt idx="4">
                  <c:v>-0.38800000000000001</c:v>
                </c:pt>
                <c:pt idx="5">
                  <c:v>0.254</c:v>
                </c:pt>
                <c:pt idx="6">
                  <c:v>-0.34399999999999997</c:v>
                </c:pt>
                <c:pt idx="7">
                  <c:v>-1.002</c:v>
                </c:pt>
                <c:pt idx="8">
                  <c:v>-1.331</c:v>
                </c:pt>
                <c:pt idx="9">
                  <c:v>0.27200000000000002</c:v>
                </c:pt>
                <c:pt idx="10">
                  <c:v>1</c:v>
                </c:pt>
                <c:pt idx="11">
                  <c:v>0.20899999999999999</c:v>
                </c:pt>
                <c:pt idx="12">
                  <c:v>-0.70899999999999996</c:v>
                </c:pt>
                <c:pt idx="13">
                  <c:v>-1.64</c:v>
                </c:pt>
                <c:pt idx="14">
                  <c:v>-1.59</c:v>
                </c:pt>
                <c:pt idx="15">
                  <c:v>-1.87</c:v>
                </c:pt>
                <c:pt idx="16">
                  <c:v>-1.51</c:v>
                </c:pt>
                <c:pt idx="17">
                  <c:v>-0.51</c:v>
                </c:pt>
                <c:pt idx="18">
                  <c:v>0.71</c:v>
                </c:pt>
                <c:pt idx="19">
                  <c:v>2.27</c:v>
                </c:pt>
                <c:pt idx="20">
                  <c:v>3.27</c:v>
                </c:pt>
                <c:pt idx="21">
                  <c:v>2.82</c:v>
                </c:pt>
                <c:pt idx="22">
                  <c:v>0.67</c:v>
                </c:pt>
                <c:pt idx="23">
                  <c:v>-1.25</c:v>
                </c:pt>
                <c:pt idx="24">
                  <c:v>-1.3</c:v>
                </c:pt>
                <c:pt idx="25">
                  <c:v>-1.012</c:v>
                </c:pt>
                <c:pt idx="26">
                  <c:v>0.30299999999999999</c:v>
                </c:pt>
                <c:pt idx="27">
                  <c:v>1.9990000000000001</c:v>
                </c:pt>
                <c:pt idx="28">
                  <c:v>2.6419999999999999</c:v>
                </c:pt>
                <c:pt idx="29">
                  <c:v>-1.7749999999999999</c:v>
                </c:pt>
                <c:pt idx="30">
                  <c:v>-0.67700000000000005</c:v>
                </c:pt>
                <c:pt idx="31">
                  <c:v>0.67300000000000004</c:v>
                </c:pt>
                <c:pt idx="32">
                  <c:v>-0.61699999999999999</c:v>
                </c:pt>
                <c:pt idx="33">
                  <c:v>-1.127</c:v>
                </c:pt>
                <c:pt idx="34">
                  <c:v>-0.59</c:v>
                </c:pt>
                <c:pt idx="35">
                  <c:v>-0.26800000000000002</c:v>
                </c:pt>
                <c:pt idx="36">
                  <c:v>-7.2999999999999995E-2</c:v>
                </c:pt>
                <c:pt idx="37">
                  <c:v>0.96699999999999997</c:v>
                </c:pt>
                <c:pt idx="38">
                  <c:v>1.3959999999999999</c:v>
                </c:pt>
                <c:pt idx="39">
                  <c:v>1.5029999999999999</c:v>
                </c:pt>
                <c:pt idx="40">
                  <c:v>-4.1559999999999997</c:v>
                </c:pt>
                <c:pt idx="41">
                  <c:v>-0.224</c:v>
                </c:pt>
                <c:pt idx="42">
                  <c:v>2.016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7CA-4BB9-AFB1-0C9C4AA3E03D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xt!$R$51:$R$93</c:f>
              <c:numCache>
                <c:formatCode>0.00</c:formatCode>
                <c:ptCount val="43"/>
                <c:pt idx="0">
                  <c:v>4.9398963192827203</c:v>
                </c:pt>
                <c:pt idx="1">
                  <c:v>2.0848861169591428</c:v>
                </c:pt>
                <c:pt idx="2">
                  <c:v>-1.4583146794475139</c:v>
                </c:pt>
                <c:pt idx="3">
                  <c:v>-2.010231415201468</c:v>
                </c:pt>
                <c:pt idx="4">
                  <c:v>-1.363563432895337</c:v>
                </c:pt>
                <c:pt idx="5">
                  <c:v>-1.2853566075367451</c:v>
                </c:pt>
                <c:pt idx="6">
                  <c:v>-0.88922854104388338</c:v>
                </c:pt>
                <c:pt idx="7">
                  <c:v>-1.8467439998033142</c:v>
                </c:pt>
                <c:pt idx="8">
                  <c:v>-0.29414573498713048</c:v>
                </c:pt>
                <c:pt idx="9">
                  <c:v>1.1048066530725325</c:v>
                </c:pt>
                <c:pt idx="10">
                  <c:v>2.1825852252648033</c:v>
                </c:pt>
                <c:pt idx="11">
                  <c:v>1.536165967178309</c:v>
                </c:pt>
                <c:pt idx="12">
                  <c:v>1.7991231022039329E-2</c:v>
                </c:pt>
                <c:pt idx="13">
                  <c:v>-1.8357858926112876</c:v>
                </c:pt>
                <c:pt idx="14">
                  <c:v>-2.0528489842072162</c:v>
                </c:pt>
                <c:pt idx="15">
                  <c:v>-2.545336275457204</c:v>
                </c:pt>
                <c:pt idx="16">
                  <c:v>-2.384364377453335</c:v>
                </c:pt>
                <c:pt idx="17">
                  <c:v>-1.4209474321056388</c:v>
                </c:pt>
                <c:pt idx="18">
                  <c:v>-4.584531246932854E-2</c:v>
                </c:pt>
                <c:pt idx="19">
                  <c:v>1.8479057890161128</c:v>
                </c:pt>
                <c:pt idx="20">
                  <c:v>3.1657332073350988</c:v>
                </c:pt>
                <c:pt idx="21">
                  <c:v>2.8715265501836194</c:v>
                </c:pt>
                <c:pt idx="22">
                  <c:v>0.70730521746105124</c:v>
                </c:pt>
                <c:pt idx="23">
                  <c:v>-1.251969190280052</c:v>
                </c:pt>
                <c:pt idx="24">
                  <c:v>-1.2178728225986097</c:v>
                </c:pt>
                <c:pt idx="25">
                  <c:v>-0.9440837158773786</c:v>
                </c:pt>
                <c:pt idx="26">
                  <c:v>0.88978005856634279</c:v>
                </c:pt>
                <c:pt idx="27">
                  <c:v>3.2623946396723622</c:v>
                </c:pt>
                <c:pt idx="28">
                  <c:v>4.2618426514411958</c:v>
                </c:pt>
                <c:pt idx="29">
                  <c:v>-0.58351775338345613</c:v>
                </c:pt>
                <c:pt idx="30">
                  <c:v>-0.18117481865939133</c:v>
                </c:pt>
                <c:pt idx="31">
                  <c:v>0.46286264487502332</c:v>
                </c:pt>
                <c:pt idx="32">
                  <c:v>-1.4814494427612848</c:v>
                </c:pt>
                <c:pt idx="33">
                  <c:v>-2.5851409645409689</c:v>
                </c:pt>
                <c:pt idx="34">
                  <c:v>-2.3017742571700928</c:v>
                </c:pt>
                <c:pt idx="35">
                  <c:v>-1.6376676819518119</c:v>
                </c:pt>
                <c:pt idx="36">
                  <c:v>-0.87039862366716025</c:v>
                </c:pt>
                <c:pt idx="37">
                  <c:v>0.50167420789433192</c:v>
                </c:pt>
                <c:pt idx="38">
                  <c:v>1.2762899429299543</c:v>
                </c:pt>
                <c:pt idx="39">
                  <c:v>1.6074276900952325</c:v>
                </c:pt>
                <c:pt idx="40">
                  <c:v>-3.9304869163981953</c:v>
                </c:pt>
                <c:pt idx="41">
                  <c:v>0.32014364481020358</c:v>
                </c:pt>
                <c:pt idx="42">
                  <c:v>2.9167418052669438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7CA-4BB9-AFB1-0C9C4AA3E0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xt!$S$3:$S$45</c:f>
              <c:numCache>
                <c:formatCode>0.000</c:formatCode>
                <c:ptCount val="43"/>
                <c:pt idx="0">
                  <c:v>0.63400000000000001</c:v>
                </c:pt>
                <c:pt idx="1">
                  <c:v>0.12</c:v>
                </c:pt>
                <c:pt idx="2">
                  <c:v>-1.7649999999999999</c:v>
                </c:pt>
                <c:pt idx="3">
                  <c:v>-2.1859999999999999</c:v>
                </c:pt>
                <c:pt idx="4">
                  <c:v>-1.0860000000000001</c:v>
                </c:pt>
                <c:pt idx="5">
                  <c:v>1.3149999999999999</c:v>
                </c:pt>
                <c:pt idx="6">
                  <c:v>2.6480000000000001</c:v>
                </c:pt>
                <c:pt idx="7">
                  <c:v>3.5009999999999999</c:v>
                </c:pt>
                <c:pt idx="8">
                  <c:v>0.435</c:v>
                </c:pt>
                <c:pt idx="9">
                  <c:v>-1.4410000000000001</c:v>
                </c:pt>
                <c:pt idx="10">
                  <c:v>-0.97</c:v>
                </c:pt>
                <c:pt idx="11">
                  <c:v>-1.615</c:v>
                </c:pt>
                <c:pt idx="12">
                  <c:v>-1.524</c:v>
                </c:pt>
                <c:pt idx="13">
                  <c:v>-1.506</c:v>
                </c:pt>
                <c:pt idx="14">
                  <c:v>-0.93200000000000005</c:v>
                </c:pt>
                <c:pt idx="15">
                  <c:v>-0.82599999999999996</c:v>
                </c:pt>
                <c:pt idx="16">
                  <c:v>-0.28199999999999997</c:v>
                </c:pt>
                <c:pt idx="17">
                  <c:v>1.119</c:v>
                </c:pt>
                <c:pt idx="18">
                  <c:v>1.532</c:v>
                </c:pt>
                <c:pt idx="19">
                  <c:v>0.88600000000000001</c:v>
                </c:pt>
                <c:pt idx="20">
                  <c:v>1.0389999999999999</c:v>
                </c:pt>
                <c:pt idx="21">
                  <c:v>0.30199999999999999</c:v>
                </c:pt>
                <c:pt idx="22">
                  <c:v>-0.61499999999999999</c:v>
                </c:pt>
                <c:pt idx="23">
                  <c:v>-1.952</c:v>
                </c:pt>
                <c:pt idx="24">
                  <c:v>-0.48499999999999999</c:v>
                </c:pt>
                <c:pt idx="25">
                  <c:v>0.32700000000000001</c:v>
                </c:pt>
                <c:pt idx="26">
                  <c:v>1.4690000000000001</c:v>
                </c:pt>
                <c:pt idx="27">
                  <c:v>3.423</c:v>
                </c:pt>
                <c:pt idx="28">
                  <c:v>2.4319999999999999</c:v>
                </c:pt>
                <c:pt idx="29">
                  <c:v>-1.0820000000000001</c:v>
                </c:pt>
                <c:pt idx="30">
                  <c:v>-1.0760000000000001</c:v>
                </c:pt>
                <c:pt idx="31">
                  <c:v>-1.17</c:v>
                </c:pt>
                <c:pt idx="32">
                  <c:v>9.6000000000000002E-2</c:v>
                </c:pt>
                <c:pt idx="33">
                  <c:v>0.10299999999999999</c:v>
                </c:pt>
                <c:pt idx="34">
                  <c:v>0.17699999999999999</c:v>
                </c:pt>
                <c:pt idx="35">
                  <c:v>-0.32300000000000001</c:v>
                </c:pt>
                <c:pt idx="36">
                  <c:v>-0.95899999999999996</c:v>
                </c:pt>
                <c:pt idx="37">
                  <c:v>-0.56799999999999995</c:v>
                </c:pt>
                <c:pt idx="38">
                  <c:v>-0.214</c:v>
                </c:pt>
                <c:pt idx="39">
                  <c:v>0.2</c:v>
                </c:pt>
                <c:pt idx="40">
                  <c:v>-0.67300000000000004</c:v>
                </c:pt>
                <c:pt idx="41">
                  <c:v>1.377</c:v>
                </c:pt>
                <c:pt idx="42">
                  <c:v>2.1040000000000001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B51-4436-9562-D901D7C0D351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xt!$S$51:$S$93</c:f>
              <c:numCache>
                <c:formatCode>0.00</c:formatCode>
                <c:ptCount val="43"/>
                <c:pt idx="0">
                  <c:v>1.926632088035038</c:v>
                </c:pt>
                <c:pt idx="1">
                  <c:v>0.15888188769026051</c:v>
                </c:pt>
                <c:pt idx="2">
                  <c:v>-2.8114495098121011</c:v>
                </c:pt>
                <c:pt idx="3">
                  <c:v>-2.1128659571185633</c:v>
                </c:pt>
                <c:pt idx="4">
                  <c:v>0.63349916286291275</c:v>
                </c:pt>
                <c:pt idx="5">
                  <c:v>3.0679098943552194</c:v>
                </c:pt>
                <c:pt idx="6">
                  <c:v>4.1645766950488214</c:v>
                </c:pt>
                <c:pt idx="7">
                  <c:v>3.0548453072338311</c:v>
                </c:pt>
                <c:pt idx="8">
                  <c:v>-1.4427507507328916E-2</c:v>
                </c:pt>
                <c:pt idx="9">
                  <c:v>-1.7690924595358977</c:v>
                </c:pt>
                <c:pt idx="10">
                  <c:v>-2.7396953875256633</c:v>
                </c:pt>
                <c:pt idx="11">
                  <c:v>-2.7550606839140972</c:v>
                </c:pt>
                <c:pt idx="12">
                  <c:v>-2.4624870433792028</c:v>
                </c:pt>
                <c:pt idx="13">
                  <c:v>-2.9940828669997455</c:v>
                </c:pt>
                <c:pt idx="14">
                  <c:v>-1.5485161259961622</c:v>
                </c:pt>
                <c:pt idx="15">
                  <c:v>-0.97339256194102153</c:v>
                </c:pt>
                <c:pt idx="16">
                  <c:v>0.47322870970188757</c:v>
                </c:pt>
                <c:pt idx="17">
                  <c:v>2.2966829002201639</c:v>
                </c:pt>
                <c:pt idx="18">
                  <c:v>1.7291173083257476</c:v>
                </c:pt>
                <c:pt idx="19">
                  <c:v>0.76712138818198938</c:v>
                </c:pt>
                <c:pt idx="20">
                  <c:v>1.233558316175386</c:v>
                </c:pt>
                <c:pt idx="21">
                  <c:v>0.669496823785525</c:v>
                </c:pt>
                <c:pt idx="22">
                  <c:v>-0.38104216794367152</c:v>
                </c:pt>
                <c:pt idx="23">
                  <c:v>-1.6726466921693102</c:v>
                </c:pt>
                <c:pt idx="24">
                  <c:v>0.16551110356845197</c:v>
                </c:pt>
                <c:pt idx="25">
                  <c:v>0.90330288737502873</c:v>
                </c:pt>
                <c:pt idx="26">
                  <c:v>1.6013043059212515</c:v>
                </c:pt>
                <c:pt idx="27">
                  <c:v>2.930855925892569</c:v>
                </c:pt>
                <c:pt idx="28">
                  <c:v>1.9683898706417808</c:v>
                </c:pt>
                <c:pt idx="29">
                  <c:v>-1.314854626530521</c:v>
                </c:pt>
                <c:pt idx="30">
                  <c:v>-1.791564400239186</c:v>
                </c:pt>
                <c:pt idx="31">
                  <c:v>-1.9574771250744492</c:v>
                </c:pt>
                <c:pt idx="32">
                  <c:v>-0.58849858723850756</c:v>
                </c:pt>
                <c:pt idx="33">
                  <c:v>-0.90206038614199446</c:v>
                </c:pt>
                <c:pt idx="34">
                  <c:v>-0.23672542154101672</c:v>
                </c:pt>
                <c:pt idx="35">
                  <c:v>0.2232720047838947</c:v>
                </c:pt>
                <c:pt idx="36">
                  <c:v>-1.0012455164844438E-2</c:v>
                </c:pt>
                <c:pt idx="37">
                  <c:v>1.0358249425570734</c:v>
                </c:pt>
                <c:pt idx="38">
                  <c:v>0.46959325868296992</c:v>
                </c:pt>
                <c:pt idx="39">
                  <c:v>0.20204022513787076</c:v>
                </c:pt>
                <c:pt idx="40">
                  <c:v>-2.4418417942855513</c:v>
                </c:pt>
                <c:pt idx="41">
                  <c:v>-3.7370244883133161E-2</c:v>
                </c:pt>
                <c:pt idx="42">
                  <c:v>1.5401621581195837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B51-4436-9562-D901D7C0D3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WEO April 2024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xt!$T$3:$T$45</c:f>
              <c:numCache>
                <c:formatCode>General</c:formatCode>
                <c:ptCount val="43"/>
                <c:pt idx="15" formatCode="0.000">
                  <c:v>4.5396783230000004</c:v>
                </c:pt>
                <c:pt idx="16" formatCode="0.000">
                  <c:v>3.394976175</c:v>
                </c:pt>
                <c:pt idx="17" formatCode="0.000">
                  <c:v>4.0435384000000001</c:v>
                </c:pt>
                <c:pt idx="18" formatCode="0.000">
                  <c:v>3.3552665199999998</c:v>
                </c:pt>
                <c:pt idx="19" formatCode="0.000">
                  <c:v>2.9044005620000002</c:v>
                </c:pt>
                <c:pt idx="20" formatCode="0.000">
                  <c:v>3.641143128</c:v>
                </c:pt>
                <c:pt idx="21" formatCode="0.000">
                  <c:v>0.846311908</c:v>
                </c:pt>
                <c:pt idx="22" formatCode="0.000">
                  <c:v>-1.5437256800000001</c:v>
                </c:pt>
                <c:pt idx="23" formatCode="0.000">
                  <c:v>-1.2753691570000001</c:v>
                </c:pt>
                <c:pt idx="24" formatCode="0.000">
                  <c:v>-0.17649263000000001</c:v>
                </c:pt>
                <c:pt idx="25" formatCode="0.000">
                  <c:v>-1.0220362510000001</c:v>
                </c:pt>
                <c:pt idx="26" formatCode="0.000">
                  <c:v>0.28328181099999999</c:v>
                </c:pt>
                <c:pt idx="27" formatCode="0.000">
                  <c:v>2.0461534929999998</c:v>
                </c:pt>
                <c:pt idx="28" formatCode="0.000">
                  <c:v>1.096489708</c:v>
                </c:pt>
                <c:pt idx="29" formatCode="0.000">
                  <c:v>-0.42617459600000002</c:v>
                </c:pt>
                <c:pt idx="30" formatCode="0.000">
                  <c:v>-1.0017120079999999</c:v>
                </c:pt>
                <c:pt idx="31" formatCode="0.000">
                  <c:v>0.70491273300000001</c:v>
                </c:pt>
                <c:pt idx="32" formatCode="0.000">
                  <c:v>-0.72560765000000005</c:v>
                </c:pt>
                <c:pt idx="33" formatCode="0.000">
                  <c:v>-2.3511743680000001</c:v>
                </c:pt>
                <c:pt idx="34" formatCode="0.000">
                  <c:v>-1.476602728</c:v>
                </c:pt>
                <c:pt idx="35" formatCode="0.000">
                  <c:v>-0.71502329099999995</c:v>
                </c:pt>
                <c:pt idx="36" formatCode="0.000">
                  <c:v>-1.2758845139999999</c:v>
                </c:pt>
                <c:pt idx="37" formatCode="0.000">
                  <c:v>0.27538407999999998</c:v>
                </c:pt>
                <c:pt idx="38" formatCode="0.000">
                  <c:v>2.3919477140000001</c:v>
                </c:pt>
                <c:pt idx="39" formatCode="0.000">
                  <c:v>3.0331286099999999</c:v>
                </c:pt>
                <c:pt idx="40" formatCode="0.000">
                  <c:v>-2.650198745</c:v>
                </c:pt>
                <c:pt idx="41" formatCode="0.000">
                  <c:v>0.58070103299999998</c:v>
                </c:pt>
                <c:pt idx="42" formatCode="0.000">
                  <c:v>2.1688970749999998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3AA-430A-A227-232B09DFB3F8}"/>
            </c:ext>
          </c:extLst>
        </c:ser>
        <c:ser>
          <c:idx val="1"/>
          <c:order val="1"/>
          <c:tx>
            <c:v>Authors' calculations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xt!$T$51:$T$93</c:f>
              <c:numCache>
                <c:formatCode>0.00</c:formatCode>
                <c:ptCount val="43"/>
                <c:pt idx="0">
                  <c:v>9.268969160894331</c:v>
                </c:pt>
                <c:pt idx="1">
                  <c:v>-1.807266543193552</c:v>
                </c:pt>
                <c:pt idx="2">
                  <c:v>-6.7937317419746623</c:v>
                </c:pt>
                <c:pt idx="3">
                  <c:v>-1.9765657684067974</c:v>
                </c:pt>
                <c:pt idx="4">
                  <c:v>-2.8995152647453968</c:v>
                </c:pt>
                <c:pt idx="5">
                  <c:v>0.11373246953427206</c:v>
                </c:pt>
                <c:pt idx="6">
                  <c:v>2.7441003468481835</c:v>
                </c:pt>
                <c:pt idx="7">
                  <c:v>4.1599496662388269</c:v>
                </c:pt>
                <c:pt idx="8">
                  <c:v>6.5564488346344918</c:v>
                </c:pt>
                <c:pt idx="9">
                  <c:v>9.4793898573560167</c:v>
                </c:pt>
                <c:pt idx="10">
                  <c:v>0.41467164623207137</c:v>
                </c:pt>
                <c:pt idx="11">
                  <c:v>-8.0517688976734654</c:v>
                </c:pt>
                <c:pt idx="12">
                  <c:v>-8.0917203473869925</c:v>
                </c:pt>
                <c:pt idx="13">
                  <c:v>-6.6454480792646571</c:v>
                </c:pt>
                <c:pt idx="14">
                  <c:v>-4.8423153854916627</c:v>
                </c:pt>
                <c:pt idx="15">
                  <c:v>-2.0855603615998617</c:v>
                </c:pt>
                <c:pt idx="16">
                  <c:v>-3.5703410615733115E-2</c:v>
                </c:pt>
                <c:pt idx="17">
                  <c:v>2.6832427922086093</c:v>
                </c:pt>
                <c:pt idx="18">
                  <c:v>3.3428965618219086</c:v>
                </c:pt>
                <c:pt idx="19">
                  <c:v>3.5778160414261384</c:v>
                </c:pt>
                <c:pt idx="20">
                  <c:v>3.61449878859711</c:v>
                </c:pt>
                <c:pt idx="21">
                  <c:v>0.67594879421113596</c:v>
                </c:pt>
                <c:pt idx="22">
                  <c:v>-1.9227294911402157</c:v>
                </c:pt>
                <c:pt idx="23">
                  <c:v>-2.5270210489012879</c:v>
                </c:pt>
                <c:pt idx="24">
                  <c:v>-1.7580758201934812</c:v>
                </c:pt>
                <c:pt idx="25">
                  <c:v>-2.381825148711334</c:v>
                </c:pt>
                <c:pt idx="26">
                  <c:v>-0.52079543599822908</c:v>
                </c:pt>
                <c:pt idx="27">
                  <c:v>2.3333003702350572</c:v>
                </c:pt>
                <c:pt idx="28">
                  <c:v>2.5695777070900663</c:v>
                </c:pt>
                <c:pt idx="29">
                  <c:v>1.5852870089516908</c:v>
                </c:pt>
                <c:pt idx="30">
                  <c:v>0.82686834990299796</c:v>
                </c:pt>
                <c:pt idx="31">
                  <c:v>2.2155719760403008</c:v>
                </c:pt>
                <c:pt idx="32">
                  <c:v>0.23522988215954641</c:v>
                </c:pt>
                <c:pt idx="33">
                  <c:v>-2.3587693357740047</c:v>
                </c:pt>
                <c:pt idx="34">
                  <c:v>-2.1017169197761865</c:v>
                </c:pt>
                <c:pt idx="35">
                  <c:v>-1.369014850408226</c:v>
                </c:pt>
                <c:pt idx="36">
                  <c:v>-2.0258157149485787</c:v>
                </c:pt>
                <c:pt idx="37">
                  <c:v>-0.62622258895736749</c:v>
                </c:pt>
                <c:pt idx="38">
                  <c:v>1.5866807804154133</c:v>
                </c:pt>
                <c:pt idx="39">
                  <c:v>2.4429574878133504</c:v>
                </c:pt>
                <c:pt idx="40">
                  <c:v>-3.0195820254334791</c:v>
                </c:pt>
                <c:pt idx="41">
                  <c:v>0.26801839590691906</c:v>
                </c:pt>
                <c:pt idx="42">
                  <c:v>2.1340498991760635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3AA-430A-A227-232B09DFB3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22430425363496229"/>
          <c:y val="1.0683760683760684E-2"/>
          <c:w val="0.76964494021580632"/>
          <c:h val="0.15456120869506698"/>
        </c:manualLayout>
      </c:layout>
      <c:overlay val="0"/>
      <c:txPr>
        <a:bodyPr/>
        <a:lstStyle/>
        <a:p>
          <a:pPr>
            <a:defRPr sz="700"/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xt!$C$3:$C$45</c:f>
              <c:numCache>
                <c:formatCode>0.000</c:formatCode>
                <c:ptCount val="43"/>
                <c:pt idx="0">
                  <c:v>-0.318</c:v>
                </c:pt>
                <c:pt idx="1">
                  <c:v>-2.153</c:v>
                </c:pt>
                <c:pt idx="2">
                  <c:v>-3.149</c:v>
                </c:pt>
                <c:pt idx="3">
                  <c:v>-4.4649999999999999</c:v>
                </c:pt>
                <c:pt idx="4">
                  <c:v>-3.8959999999999999</c:v>
                </c:pt>
                <c:pt idx="5">
                  <c:v>-4.125</c:v>
                </c:pt>
                <c:pt idx="6">
                  <c:v>-4.3250000000000002</c:v>
                </c:pt>
                <c:pt idx="7">
                  <c:v>-4.1760000000000002</c:v>
                </c:pt>
                <c:pt idx="8">
                  <c:v>-2.024</c:v>
                </c:pt>
                <c:pt idx="9">
                  <c:v>-1.024</c:v>
                </c:pt>
                <c:pt idx="10">
                  <c:v>-0.35599999999999998</c:v>
                </c:pt>
                <c:pt idx="11">
                  <c:v>-0.83799999999999997</c:v>
                </c:pt>
                <c:pt idx="12">
                  <c:v>-1.514</c:v>
                </c:pt>
                <c:pt idx="13">
                  <c:v>-4.4130000000000003</c:v>
                </c:pt>
                <c:pt idx="14">
                  <c:v>-3.5609999999999999</c:v>
                </c:pt>
                <c:pt idx="15">
                  <c:v>-0.78200000000000003</c:v>
                </c:pt>
                <c:pt idx="16">
                  <c:v>-1.613</c:v>
                </c:pt>
                <c:pt idx="17">
                  <c:v>-0.27900000000000003</c:v>
                </c:pt>
                <c:pt idx="18">
                  <c:v>-0.69599999999999995</c:v>
                </c:pt>
                <c:pt idx="19">
                  <c:v>0.34499999999999997</c:v>
                </c:pt>
                <c:pt idx="20">
                  <c:v>1.583</c:v>
                </c:pt>
                <c:pt idx="21">
                  <c:v>0.40799999999999997</c:v>
                </c:pt>
                <c:pt idx="22">
                  <c:v>-0.13800000000000001</c:v>
                </c:pt>
                <c:pt idx="23">
                  <c:v>-1.2669999999999999</c:v>
                </c:pt>
                <c:pt idx="24">
                  <c:v>-4.3999999999999997E-2</c:v>
                </c:pt>
                <c:pt idx="25">
                  <c:v>8.5999999999999993E-2</c:v>
                </c:pt>
                <c:pt idx="26">
                  <c:v>0.56499999999999995</c:v>
                </c:pt>
                <c:pt idx="27">
                  <c:v>2.3530000000000002</c:v>
                </c:pt>
                <c:pt idx="28">
                  <c:v>1.381</c:v>
                </c:pt>
                <c:pt idx="29">
                  <c:v>-1.798</c:v>
                </c:pt>
                <c:pt idx="30">
                  <c:v>-0.251</c:v>
                </c:pt>
                <c:pt idx="31">
                  <c:v>0.21299999999999999</c:v>
                </c:pt>
                <c:pt idx="32">
                  <c:v>-0.26700000000000002</c:v>
                </c:pt>
                <c:pt idx="33">
                  <c:v>-1.0269999999999999</c:v>
                </c:pt>
                <c:pt idx="34">
                  <c:v>-0.748</c:v>
                </c:pt>
                <c:pt idx="35">
                  <c:v>-5.5E-2</c:v>
                </c:pt>
                <c:pt idx="36">
                  <c:v>-6.2E-2</c:v>
                </c:pt>
                <c:pt idx="37">
                  <c:v>0.248</c:v>
                </c:pt>
                <c:pt idx="38">
                  <c:v>0.72799999999999998</c:v>
                </c:pt>
                <c:pt idx="39">
                  <c:v>1.645</c:v>
                </c:pt>
                <c:pt idx="40">
                  <c:v>-4.7480000000000002</c:v>
                </c:pt>
                <c:pt idx="41">
                  <c:v>-9.6000000000000002E-2</c:v>
                </c:pt>
                <c:pt idx="42">
                  <c:v>1.075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030-4D33-8AE1-8916A446B557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xt!$C$51:$C$93</c:f>
              <c:numCache>
                <c:formatCode>0.00</c:formatCode>
                <c:ptCount val="43"/>
                <c:pt idx="0">
                  <c:v>3.2686377403495754</c:v>
                </c:pt>
                <c:pt idx="1">
                  <c:v>1.1147074953843752</c:v>
                </c:pt>
                <c:pt idx="2">
                  <c:v>-0.12476337883750732</c:v>
                </c:pt>
                <c:pt idx="3">
                  <c:v>-1.6654606357139308</c:v>
                </c:pt>
                <c:pt idx="4">
                  <c:v>-1.1794942011853236</c:v>
                </c:pt>
                <c:pt idx="5">
                  <c:v>-1.5733108249994749</c:v>
                </c:pt>
                <c:pt idx="6">
                  <c:v>-1.8982143582902158</c:v>
                </c:pt>
                <c:pt idx="7">
                  <c:v>-1.8436058021192872</c:v>
                </c:pt>
                <c:pt idx="8">
                  <c:v>0.4719833561441556</c:v>
                </c:pt>
                <c:pt idx="9">
                  <c:v>1.5956716869899399</c:v>
                </c:pt>
                <c:pt idx="10">
                  <c:v>2.4249574720344298</c:v>
                </c:pt>
                <c:pt idx="11">
                  <c:v>1.9950717709966925</c:v>
                </c:pt>
                <c:pt idx="12">
                  <c:v>1.2983498141850418</c:v>
                </c:pt>
                <c:pt idx="13">
                  <c:v>-1.8572037903959311</c:v>
                </c:pt>
                <c:pt idx="14">
                  <c:v>-0.92131323077987282</c:v>
                </c:pt>
                <c:pt idx="15">
                  <c:v>-0.83643481151576804</c:v>
                </c:pt>
                <c:pt idx="16">
                  <c:v>-1.8301674103873591</c:v>
                </c:pt>
                <c:pt idx="17">
                  <c:v>-0.48708703406245546</c:v>
                </c:pt>
                <c:pt idx="18">
                  <c:v>-0.92915314806152649</c:v>
                </c:pt>
                <c:pt idx="19">
                  <c:v>0.16106715278717634</c:v>
                </c:pt>
                <c:pt idx="20">
                  <c:v>1.4654602694626546</c:v>
                </c:pt>
                <c:pt idx="21">
                  <c:v>0.25152645051590888</c:v>
                </c:pt>
                <c:pt idx="22">
                  <c:v>-0.28511145005083066</c:v>
                </c:pt>
                <c:pt idx="23">
                  <c:v>-1.3973136989774104</c:v>
                </c:pt>
                <c:pt idx="24">
                  <c:v>3.1180043122892923E-2</c:v>
                </c:pt>
                <c:pt idx="25">
                  <c:v>0.36238158686502203</c:v>
                </c:pt>
                <c:pt idx="26">
                  <c:v>1.0468723170169736</c:v>
                </c:pt>
                <c:pt idx="27">
                  <c:v>2.9967967342889761</c:v>
                </c:pt>
                <c:pt idx="28">
                  <c:v>1.8607236375759684</c:v>
                </c:pt>
                <c:pt idx="29">
                  <c:v>-1.6207859575223391</c:v>
                </c:pt>
                <c:pt idx="30">
                  <c:v>-0.16735845296435048</c:v>
                </c:pt>
                <c:pt idx="31">
                  <c:v>0.21050314486938576</c:v>
                </c:pt>
                <c:pt idx="32">
                  <c:v>-0.32029056739440265</c:v>
                </c:pt>
                <c:pt idx="33">
                  <c:v>-1.1100217782615651</c:v>
                </c:pt>
                <c:pt idx="34">
                  <c:v>-0.80371110551724578</c:v>
                </c:pt>
                <c:pt idx="35">
                  <c:v>-5.1786237246627807E-2</c:v>
                </c:pt>
                <c:pt idx="36">
                  <c:v>-6.4423604459080394E-2</c:v>
                </c:pt>
                <c:pt idx="37">
                  <c:v>0.26805721342377731</c:v>
                </c:pt>
                <c:pt idx="38">
                  <c:v>0.77398691724303248</c:v>
                </c:pt>
                <c:pt idx="39">
                  <c:v>1.7299126795876725</c:v>
                </c:pt>
                <c:pt idx="40">
                  <c:v>-4.845192996932127</c:v>
                </c:pt>
                <c:pt idx="41">
                  <c:v>0.35453425752484974</c:v>
                </c:pt>
                <c:pt idx="42">
                  <c:v>2.03028702503283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030-4D33-8AE1-8916A446B5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xt!$U$3:$U$45</c:f>
              <c:numCache>
                <c:formatCode>0.000</c:formatCode>
                <c:ptCount val="43"/>
                <c:pt idx="0">
                  <c:v>5.61</c:v>
                </c:pt>
                <c:pt idx="1">
                  <c:v>5.0579999999999998</c:v>
                </c:pt>
                <c:pt idx="2">
                  <c:v>3.8029999999999999</c:v>
                </c:pt>
                <c:pt idx="3">
                  <c:v>1.3879999999999999</c:v>
                </c:pt>
                <c:pt idx="4">
                  <c:v>-3.0169999999999999</c:v>
                </c:pt>
                <c:pt idx="5">
                  <c:v>-4.8710000000000004</c:v>
                </c:pt>
                <c:pt idx="6">
                  <c:v>-5.3319999999999999</c:v>
                </c:pt>
                <c:pt idx="7">
                  <c:v>-2.0289999999999999</c:v>
                </c:pt>
                <c:pt idx="8">
                  <c:v>-0.86499999999999999</c:v>
                </c:pt>
                <c:pt idx="9">
                  <c:v>1.5589999999999999</c:v>
                </c:pt>
                <c:pt idx="10">
                  <c:v>5.3250000000000002</c:v>
                </c:pt>
                <c:pt idx="11">
                  <c:v>4.8650000000000002</c:v>
                </c:pt>
                <c:pt idx="12">
                  <c:v>4.3689999999999998</c:v>
                </c:pt>
                <c:pt idx="13">
                  <c:v>0.21199999999999999</c:v>
                </c:pt>
                <c:pt idx="14">
                  <c:v>-1.54</c:v>
                </c:pt>
                <c:pt idx="15">
                  <c:v>-2.387</c:v>
                </c:pt>
                <c:pt idx="16">
                  <c:v>-1.5580000000000001</c:v>
                </c:pt>
                <c:pt idx="17">
                  <c:v>0</c:v>
                </c:pt>
                <c:pt idx="18">
                  <c:v>1.9039999999999999</c:v>
                </c:pt>
                <c:pt idx="19">
                  <c:v>2.9769999999999999</c:v>
                </c:pt>
                <c:pt idx="20">
                  <c:v>4.0979999999999999</c:v>
                </c:pt>
                <c:pt idx="21">
                  <c:v>3.5739999999999998</c:v>
                </c:pt>
                <c:pt idx="22">
                  <c:v>2.2189999999999999</c:v>
                </c:pt>
                <c:pt idx="23">
                  <c:v>-0.47499999999999998</c:v>
                </c:pt>
                <c:pt idx="24">
                  <c:v>-0.13400000000000001</c:v>
                </c:pt>
                <c:pt idx="25">
                  <c:v>-0.64800000000000002</c:v>
                </c:pt>
                <c:pt idx="26">
                  <c:v>-0.192</c:v>
                </c:pt>
                <c:pt idx="27">
                  <c:v>1.264</c:v>
                </c:pt>
                <c:pt idx="28">
                  <c:v>0.71199999999999997</c:v>
                </c:pt>
                <c:pt idx="29">
                  <c:v>-2.9820000000000002</c:v>
                </c:pt>
                <c:pt idx="30">
                  <c:v>-1.579</c:v>
                </c:pt>
                <c:pt idx="31">
                  <c:v>-3.4060000000000001</c:v>
                </c:pt>
                <c:pt idx="32">
                  <c:v>-7.2270000000000003</c:v>
                </c:pt>
                <c:pt idx="33">
                  <c:v>-7.8</c:v>
                </c:pt>
                <c:pt idx="34">
                  <c:v>-6.8330000000000002</c:v>
                </c:pt>
                <c:pt idx="35">
                  <c:v>-5.141</c:v>
                </c:pt>
                <c:pt idx="36">
                  <c:v>-3.577</c:v>
                </c:pt>
                <c:pt idx="37">
                  <c:v>-1.0860000000000001</c:v>
                </c:pt>
                <c:pt idx="38">
                  <c:v>0.32700000000000001</c:v>
                </c:pt>
                <c:pt idx="39">
                  <c:v>1.397</c:v>
                </c:pt>
                <c:pt idx="40">
                  <c:v>-4.7569999999999997</c:v>
                </c:pt>
                <c:pt idx="41">
                  <c:v>-2.2709999999999999</c:v>
                </c:pt>
                <c:pt idx="42">
                  <c:v>1.7909999999999999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038-4AB2-86F8-168BADDA050A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xt!$U$51:$U$93</c:f>
              <c:numCache>
                <c:formatCode>0.00</c:formatCode>
                <c:ptCount val="43"/>
                <c:pt idx="0">
                  <c:v>3.7662977903855768</c:v>
                </c:pt>
                <c:pt idx="1">
                  <c:v>3.9172380213966096</c:v>
                </c:pt>
                <c:pt idx="2">
                  <c:v>2.7755042552402238</c:v>
                </c:pt>
                <c:pt idx="3">
                  <c:v>0.45704515843242821</c:v>
                </c:pt>
                <c:pt idx="4">
                  <c:v>-3.856383855340821</c:v>
                </c:pt>
                <c:pt idx="5">
                  <c:v>-5.6627163880547231</c:v>
                </c:pt>
                <c:pt idx="6">
                  <c:v>-6.0997981229226772</c:v>
                </c:pt>
                <c:pt idx="7">
                  <c:v>-2.8155250472561955</c:v>
                </c:pt>
                <c:pt idx="8">
                  <c:v>-1.6606478038848231</c:v>
                </c:pt>
                <c:pt idx="9">
                  <c:v>0.73649310031880866</c:v>
                </c:pt>
                <c:pt idx="10">
                  <c:v>4.4573483546949779</c:v>
                </c:pt>
                <c:pt idx="11">
                  <c:v>3.9801645285154077</c:v>
                </c:pt>
                <c:pt idx="12">
                  <c:v>3.4612902108137993</c:v>
                </c:pt>
                <c:pt idx="13">
                  <c:v>-0.69275128286325305</c:v>
                </c:pt>
                <c:pt idx="14">
                  <c:v>-2.4684946858067587</c:v>
                </c:pt>
                <c:pt idx="15">
                  <c:v>-3.3518695083209953</c:v>
                </c:pt>
                <c:pt idx="16">
                  <c:v>-3.0256132947024321</c:v>
                </c:pt>
                <c:pt idx="17">
                  <c:v>-1.7494401532992088</c:v>
                </c:pt>
                <c:pt idx="18">
                  <c:v>8.9439443133921534E-2</c:v>
                </c:pt>
                <c:pt idx="19">
                  <c:v>1.3075617266570079</c:v>
                </c:pt>
                <c:pt idx="20">
                  <c:v>2.7316940020300171</c:v>
                </c:pt>
                <c:pt idx="21">
                  <c:v>2.6162827226265386</c:v>
                </c:pt>
                <c:pt idx="22">
                  <c:v>1.6491441254428005</c:v>
                </c:pt>
                <c:pt idx="23">
                  <c:v>-0.70315447933446307</c:v>
                </c:pt>
                <c:pt idx="24">
                  <c:v>-5.6259645091925325E-2</c:v>
                </c:pt>
                <c:pt idx="25">
                  <c:v>-0.13436852713970523</c:v>
                </c:pt>
                <c:pt idx="26">
                  <c:v>0.87829495955620196</c:v>
                </c:pt>
                <c:pt idx="27">
                  <c:v>3.0368805445397138</c:v>
                </c:pt>
                <c:pt idx="28">
                  <c:v>3.2321174312695837</c:v>
                </c:pt>
                <c:pt idx="29">
                  <c:v>6.3275250791215737E-2</c:v>
                </c:pt>
                <c:pt idx="30">
                  <c:v>1.9675838693599661</c:v>
                </c:pt>
                <c:pt idx="31">
                  <c:v>0.43234711196656012</c:v>
                </c:pt>
                <c:pt idx="32">
                  <c:v>-3.5189657531746876</c:v>
                </c:pt>
                <c:pt idx="33">
                  <c:v>-4.4459180474176971</c:v>
                </c:pt>
                <c:pt idx="34">
                  <c:v>-3.9499068157864881</c:v>
                </c:pt>
                <c:pt idx="35">
                  <c:v>-2.7388091511979802</c:v>
                </c:pt>
                <c:pt idx="36">
                  <c:v>-1.5191199877737689</c:v>
                </c:pt>
                <c:pt idx="37">
                  <c:v>0.98642773915381243</c:v>
                </c:pt>
                <c:pt idx="38">
                  <c:v>2.7785248402919462</c:v>
                </c:pt>
                <c:pt idx="39">
                  <c:v>4.366032174372017</c:v>
                </c:pt>
                <c:pt idx="40">
                  <c:v>-5.3964120661484625</c:v>
                </c:pt>
                <c:pt idx="41">
                  <c:v>-1.1786119969134634</c:v>
                </c:pt>
                <c:pt idx="42">
                  <c:v>4.2622539215088722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038-4AB2-86F8-168BADDA05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xt!$V$3:$V$45</c:f>
              <c:numCache>
                <c:formatCode>General</c:formatCode>
                <c:ptCount val="43"/>
                <c:pt idx="13" formatCode="0.000">
                  <c:v>2.6720000000000002</c:v>
                </c:pt>
                <c:pt idx="14" formatCode="0.000">
                  <c:v>2.7749999999999999</c:v>
                </c:pt>
                <c:pt idx="15" formatCode="0.000">
                  <c:v>3.2919999999999998</c:v>
                </c:pt>
                <c:pt idx="16" formatCode="0.000">
                  <c:v>2.3620000000000001</c:v>
                </c:pt>
                <c:pt idx="17" formatCode="0.000">
                  <c:v>6.5289999999999999</c:v>
                </c:pt>
                <c:pt idx="18" formatCode="0.000">
                  <c:v>4.5650000000000004</c:v>
                </c:pt>
                <c:pt idx="19" formatCode="0.000">
                  <c:v>0.191</c:v>
                </c:pt>
                <c:pt idx="20" formatCode="0.000">
                  <c:v>-2.218</c:v>
                </c:pt>
                <c:pt idx="21" formatCode="0.000">
                  <c:v>-3.0579999999999998</c:v>
                </c:pt>
                <c:pt idx="22" formatCode="0.000">
                  <c:v>-2.8490000000000002</c:v>
                </c:pt>
                <c:pt idx="23" formatCode="0.000">
                  <c:v>-1.82</c:v>
                </c:pt>
                <c:pt idx="24" formatCode="0.000">
                  <c:v>-1.488</c:v>
                </c:pt>
                <c:pt idx="25" formatCode="0.000">
                  <c:v>-0.32400000000000001</c:v>
                </c:pt>
                <c:pt idx="26" formatCode="0.000">
                  <c:v>2.0270000000000001</c:v>
                </c:pt>
                <c:pt idx="27" formatCode="0.000">
                  <c:v>6.5350000000000001</c:v>
                </c:pt>
                <c:pt idx="28" formatCode="0.000">
                  <c:v>6.9509999999999996</c:v>
                </c:pt>
                <c:pt idx="29" formatCode="0.000">
                  <c:v>-3.1949999999999998</c:v>
                </c:pt>
                <c:pt idx="30" formatCode="0.000">
                  <c:v>-1.462</c:v>
                </c:pt>
                <c:pt idx="31" formatCode="0.000">
                  <c:v>-2.1120000000000001</c:v>
                </c:pt>
                <c:pt idx="32" formatCode="0.000">
                  <c:v>-2.8180000000000001</c:v>
                </c:pt>
                <c:pt idx="33" formatCode="0.000">
                  <c:v>-3.194</c:v>
                </c:pt>
                <c:pt idx="34" formatCode="0.000">
                  <c:v>-1.764</c:v>
                </c:pt>
                <c:pt idx="35" formatCode="0.000">
                  <c:v>1.302</c:v>
                </c:pt>
                <c:pt idx="36" formatCode="0.000">
                  <c:v>1.1830000000000001</c:v>
                </c:pt>
                <c:pt idx="37" formatCode="0.000">
                  <c:v>1.3640000000000001</c:v>
                </c:pt>
                <c:pt idx="38" formatCode="0.000">
                  <c:v>1.516</c:v>
                </c:pt>
                <c:pt idx="39" formatCode="0.000">
                  <c:v>1.1180000000000001</c:v>
                </c:pt>
                <c:pt idx="40" formatCode="0.000">
                  <c:v>-3.07</c:v>
                </c:pt>
                <c:pt idx="41" formatCode="0.000">
                  <c:v>-0.997</c:v>
                </c:pt>
                <c:pt idx="42" formatCode="0.000">
                  <c:v>-0.41899999999999998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DD2-43FF-BB55-677218C09AA7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xt!$V$51:$V$93</c:f>
              <c:numCache>
                <c:formatCode>General</c:formatCode>
                <c:ptCount val="43"/>
                <c:pt idx="13" formatCode="0.00">
                  <c:v>-1.1688521842324915</c:v>
                </c:pt>
                <c:pt idx="14" formatCode="0.00">
                  <c:v>-0.4214857662923453</c:v>
                </c:pt>
                <c:pt idx="15" formatCode="0.00">
                  <c:v>2.1820769869699537</c:v>
                </c:pt>
                <c:pt idx="16" formatCode="0.00">
                  <c:v>4.2223396536745614</c:v>
                </c:pt>
                <c:pt idx="17" formatCode="0.00">
                  <c:v>4.0620405608330277</c:v>
                </c:pt>
                <c:pt idx="18" formatCode="0.00">
                  <c:v>3.7055739209574896</c:v>
                </c:pt>
                <c:pt idx="19" formatCode="0.00">
                  <c:v>-0.73288836485741682</c:v>
                </c:pt>
                <c:pt idx="20" formatCode="0.00">
                  <c:v>-3.8070243156485608</c:v>
                </c:pt>
                <c:pt idx="21" formatCode="0.00">
                  <c:v>-4.985431113733652</c:v>
                </c:pt>
                <c:pt idx="22" formatCode="0.00">
                  <c:v>-5.1640828137856944</c:v>
                </c:pt>
                <c:pt idx="23" formatCode="0.00">
                  <c:v>-4.5857771045138538</c:v>
                </c:pt>
                <c:pt idx="24" formatCode="0.00">
                  <c:v>-4.2813715169999664</c:v>
                </c:pt>
                <c:pt idx="25" formatCode="0.00">
                  <c:v>-2.7344527191961392</c:v>
                </c:pt>
                <c:pt idx="26" formatCode="0.00">
                  <c:v>0.70614295352919398</c:v>
                </c:pt>
                <c:pt idx="27" formatCode="0.00">
                  <c:v>6.7926898830020228</c:v>
                </c:pt>
                <c:pt idx="28" formatCode="0.00">
                  <c:v>8.254367421172855</c:v>
                </c:pt>
                <c:pt idx="29" formatCode="0.00">
                  <c:v>-1.3607764698220615</c:v>
                </c:pt>
                <c:pt idx="30" formatCode="0.00">
                  <c:v>1.7628567949799774</c:v>
                </c:pt>
                <c:pt idx="31" formatCode="0.00">
                  <c:v>1.2805999186312751</c:v>
                </c:pt>
                <c:pt idx="32" formatCode="0.00">
                  <c:v>-0.30651574513730045</c:v>
                </c:pt>
                <c:pt idx="33" formatCode="0.00">
                  <c:v>-2.3740063893908157</c:v>
                </c:pt>
                <c:pt idx="34" formatCode="0.00">
                  <c:v>-2.3225656525741973</c:v>
                </c:pt>
                <c:pt idx="35" formatCode="0.00">
                  <c:v>0.17659677745251337</c:v>
                </c:pt>
                <c:pt idx="36" formatCode="0.00">
                  <c:v>-0.30846920890050183</c:v>
                </c:pt>
                <c:pt idx="37" formatCode="0.00">
                  <c:v>0.2786873500574219</c:v>
                </c:pt>
                <c:pt idx="38" formatCode="0.00">
                  <c:v>2.0478682266160924</c:v>
                </c:pt>
                <c:pt idx="39" formatCode="0.00">
                  <c:v>2.4446555706596889</c:v>
                </c:pt>
                <c:pt idx="40" formatCode="0.00">
                  <c:v>-2.9352077788595921</c:v>
                </c:pt>
                <c:pt idx="41" formatCode="0.00">
                  <c:v>-0.25237304138982219</c:v>
                </c:pt>
                <c:pt idx="42" formatCode="0.00">
                  <c:v>-0.42616784704517885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DD2-43FF-BB55-677218C09A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xt!$W$3:$W$45</c:f>
              <c:numCache>
                <c:formatCode>General</c:formatCode>
                <c:ptCount val="43"/>
                <c:pt idx="15" formatCode="0.000">
                  <c:v>-2.617</c:v>
                </c:pt>
                <c:pt idx="16" formatCode="0.000">
                  <c:v>-2.831</c:v>
                </c:pt>
                <c:pt idx="17" formatCode="0.000">
                  <c:v>-1.69</c:v>
                </c:pt>
                <c:pt idx="18" formatCode="0.000">
                  <c:v>-1.0820000000000001</c:v>
                </c:pt>
                <c:pt idx="19" formatCode="0.000">
                  <c:v>-4.7729999999999997</c:v>
                </c:pt>
                <c:pt idx="20" formatCode="0.000">
                  <c:v>-5.3150000000000004</c:v>
                </c:pt>
                <c:pt idx="21" formatCode="0.000">
                  <c:v>-6.46</c:v>
                </c:pt>
                <c:pt idx="22" formatCode="0.000">
                  <c:v>-5.1950000000000003</c:v>
                </c:pt>
                <c:pt idx="23" formatCode="0.000">
                  <c:v>-4.0609999999999999</c:v>
                </c:pt>
                <c:pt idx="24" formatCode="0.000">
                  <c:v>-1.897</c:v>
                </c:pt>
                <c:pt idx="25" formatCode="0.000">
                  <c:v>-9.7000000000000003E-2</c:v>
                </c:pt>
                <c:pt idx="26" formatCode="0.000">
                  <c:v>2.8820000000000001</c:v>
                </c:pt>
                <c:pt idx="27" formatCode="0.000">
                  <c:v>7.1669999999999998</c:v>
                </c:pt>
                <c:pt idx="28" formatCode="0.000">
                  <c:v>8.5719999999999992</c:v>
                </c:pt>
                <c:pt idx="29" formatCode="0.000">
                  <c:v>-0.72</c:v>
                </c:pt>
                <c:pt idx="30" formatCode="0.000">
                  <c:v>-0.57499999999999996</c:v>
                </c:pt>
                <c:pt idx="31" formatCode="0.000">
                  <c:v>-0.65500000000000003</c:v>
                </c:pt>
                <c:pt idx="32" formatCode="0.000">
                  <c:v>-4.16</c:v>
                </c:pt>
                <c:pt idx="33" formatCode="0.000">
                  <c:v>-5.8339999999999996</c:v>
                </c:pt>
                <c:pt idx="34" formatCode="0.000">
                  <c:v>-4.4729999999999999</c:v>
                </c:pt>
                <c:pt idx="35" formatCode="0.000">
                  <c:v>-3.53</c:v>
                </c:pt>
                <c:pt idx="36" formatCode="0.000">
                  <c:v>-1.833</c:v>
                </c:pt>
                <c:pt idx="37" formatCode="0.000">
                  <c:v>0.70799999999999996</c:v>
                </c:pt>
                <c:pt idx="38" formatCode="0.000">
                  <c:v>2.8839999999999999</c:v>
                </c:pt>
                <c:pt idx="39" formatCode="0.000">
                  <c:v>3.891</c:v>
                </c:pt>
                <c:pt idx="40" formatCode="0.000">
                  <c:v>-2.2389999999999999</c:v>
                </c:pt>
                <c:pt idx="41" formatCode="0.000">
                  <c:v>2.3029999999999999</c:v>
                </c:pt>
                <c:pt idx="42" formatCode="0.000">
                  <c:v>1.903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BA3-46F6-AD19-0C245D115023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xt!$W$51:$W$93</c:f>
              <c:numCache>
                <c:formatCode>General</c:formatCode>
                <c:ptCount val="43"/>
                <c:pt idx="12" formatCode="0.00">
                  <c:v>1.987178816451491</c:v>
                </c:pt>
                <c:pt idx="13" formatCode="0.00">
                  <c:v>-0.17932858767247117</c:v>
                </c:pt>
                <c:pt idx="14" formatCode="0.00">
                  <c:v>0.28967325118186033</c:v>
                </c:pt>
                <c:pt idx="15" formatCode="0.00">
                  <c:v>-0.21039262534669276</c:v>
                </c:pt>
                <c:pt idx="16" formatCode="0.00">
                  <c:v>-1.4180764801170451</c:v>
                </c:pt>
                <c:pt idx="17" formatCode="0.00">
                  <c:v>-0.75213799175560836</c:v>
                </c:pt>
                <c:pt idx="18" formatCode="0.00">
                  <c:v>-1.6517663289908688</c:v>
                </c:pt>
                <c:pt idx="19" formatCode="0.00">
                  <c:v>-0.49667910457147557</c:v>
                </c:pt>
                <c:pt idx="20" formatCode="0.00">
                  <c:v>-0.78618229536752127</c:v>
                </c:pt>
                <c:pt idx="21" formatCode="0.00">
                  <c:v>-1.3711505305037497</c:v>
                </c:pt>
                <c:pt idx="22" formatCode="0.00">
                  <c:v>-1.5202783600508358</c:v>
                </c:pt>
                <c:pt idx="23" formatCode="0.00">
                  <c:v>-1.9951920293885248</c:v>
                </c:pt>
                <c:pt idx="24" formatCode="0.00">
                  <c:v>-0.91126661747540783</c:v>
                </c:pt>
                <c:pt idx="25" formatCode="0.00">
                  <c:v>-6.8863898868835691E-2</c:v>
                </c:pt>
                <c:pt idx="26" formatCode="0.00">
                  <c:v>3.0327134699175131</c:v>
                </c:pt>
                <c:pt idx="27" formatCode="0.00">
                  <c:v>7.8996963594413199</c:v>
                </c:pt>
                <c:pt idx="28" formatCode="0.00">
                  <c:v>9.7988279941609857</c:v>
                </c:pt>
                <c:pt idx="29" formatCode="0.00">
                  <c:v>0.17222921761665005</c:v>
                </c:pt>
                <c:pt idx="30" formatCode="0.00">
                  <c:v>0.41490789375007286</c:v>
                </c:pt>
                <c:pt idx="31" formatCode="0.00">
                  <c:v>0.28331640590136958</c:v>
                </c:pt>
                <c:pt idx="32" formatCode="0.00">
                  <c:v>-3.3491948256636839</c:v>
                </c:pt>
                <c:pt idx="33" formatCode="0.00">
                  <c:v>-5.4547778418112491</c:v>
                </c:pt>
                <c:pt idx="34" formatCode="0.00">
                  <c:v>-4.2021717227738504</c:v>
                </c:pt>
                <c:pt idx="35" formatCode="0.00">
                  <c:v>-3.7222731905291044</c:v>
                </c:pt>
                <c:pt idx="36" formatCode="0.00">
                  <c:v>-2.5658562674570109</c:v>
                </c:pt>
                <c:pt idx="37" formatCode="0.00">
                  <c:v>-4.7269781436936949E-2</c:v>
                </c:pt>
                <c:pt idx="38" formatCode="0.00">
                  <c:v>2.0488520851909668</c:v>
                </c:pt>
                <c:pt idx="39" formatCode="0.00">
                  <c:v>3.1930116013955256</c:v>
                </c:pt>
                <c:pt idx="40" formatCode="0.00">
                  <c:v>-3.4914267217267301</c:v>
                </c:pt>
                <c:pt idx="41" formatCode="0.00">
                  <c:v>2.0004801676838864</c:v>
                </c:pt>
                <c:pt idx="42" formatCode="0.00">
                  <c:v>2.09421496574699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BA3-46F6-AD19-0C245D1150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xt!$X$3:$X$45</c:f>
              <c:numCache>
                <c:formatCode>0.000</c:formatCode>
                <c:ptCount val="43"/>
                <c:pt idx="0">
                  <c:v>-2.66</c:v>
                </c:pt>
                <c:pt idx="1">
                  <c:v>-4.7380000000000004</c:v>
                </c:pt>
                <c:pt idx="2">
                  <c:v>-5.2009999999999996</c:v>
                </c:pt>
                <c:pt idx="3">
                  <c:v>-5.4029999999999996</c:v>
                </c:pt>
                <c:pt idx="4">
                  <c:v>-5.6440000000000001</c:v>
                </c:pt>
                <c:pt idx="5">
                  <c:v>-5.423</c:v>
                </c:pt>
                <c:pt idx="6">
                  <c:v>-5.2990000000000004</c:v>
                </c:pt>
                <c:pt idx="7">
                  <c:v>-2.7570000000000001</c:v>
                </c:pt>
                <c:pt idx="8">
                  <c:v>-0.53600000000000003</c:v>
                </c:pt>
                <c:pt idx="9">
                  <c:v>1.504</c:v>
                </c:pt>
                <c:pt idx="10">
                  <c:v>2.5049999999999999</c:v>
                </c:pt>
                <c:pt idx="11">
                  <c:v>2.2679999999999998</c:v>
                </c:pt>
                <c:pt idx="12">
                  <c:v>0.42699999999999999</c:v>
                </c:pt>
                <c:pt idx="13">
                  <c:v>-3.4569999999999999</c:v>
                </c:pt>
                <c:pt idx="14">
                  <c:v>-3.7069999999999999</c:v>
                </c:pt>
                <c:pt idx="15">
                  <c:v>-2.2789999999999999</c:v>
                </c:pt>
                <c:pt idx="16">
                  <c:v>-3.867</c:v>
                </c:pt>
                <c:pt idx="17">
                  <c:v>-2.9359999999999999</c:v>
                </c:pt>
                <c:pt idx="18">
                  <c:v>-1.66</c:v>
                </c:pt>
                <c:pt idx="19">
                  <c:v>-0.63</c:v>
                </c:pt>
                <c:pt idx="20">
                  <c:v>0.49299999999999999</c:v>
                </c:pt>
                <c:pt idx="21">
                  <c:v>1.385</c:v>
                </c:pt>
                <c:pt idx="22">
                  <c:v>1.3660000000000001</c:v>
                </c:pt>
                <c:pt idx="23">
                  <c:v>1.5389999999999999</c:v>
                </c:pt>
                <c:pt idx="24">
                  <c:v>1.948</c:v>
                </c:pt>
                <c:pt idx="25">
                  <c:v>2.899</c:v>
                </c:pt>
                <c:pt idx="26">
                  <c:v>4.0789999999999997</c:v>
                </c:pt>
                <c:pt idx="27">
                  <c:v>4.8250000000000002</c:v>
                </c:pt>
                <c:pt idx="28">
                  <c:v>3.2719999999999998</c:v>
                </c:pt>
                <c:pt idx="29">
                  <c:v>-2.1259999999999999</c:v>
                </c:pt>
                <c:pt idx="30">
                  <c:v>-2.9369999999999998</c:v>
                </c:pt>
                <c:pt idx="31">
                  <c:v>-4.2510000000000003</c:v>
                </c:pt>
                <c:pt idx="32">
                  <c:v>-7.5529999999999999</c:v>
                </c:pt>
                <c:pt idx="33">
                  <c:v>-8.9499999999999993</c:v>
                </c:pt>
                <c:pt idx="34">
                  <c:v>-7.7880000000000003</c:v>
                </c:pt>
                <c:pt idx="35">
                  <c:v>-4.7830000000000004</c:v>
                </c:pt>
                <c:pt idx="36">
                  <c:v>-2.7759999999999998</c:v>
                </c:pt>
                <c:pt idx="37">
                  <c:v>-1.075</c:v>
                </c:pt>
                <c:pt idx="38">
                  <c:v>-0.03</c:v>
                </c:pt>
                <c:pt idx="39">
                  <c:v>0.442</c:v>
                </c:pt>
                <c:pt idx="40">
                  <c:v>-8.5039999999999996</c:v>
                </c:pt>
                <c:pt idx="41">
                  <c:v>-4.1760000000000002</c:v>
                </c:pt>
                <c:pt idx="42">
                  <c:v>-0.43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94D-471D-A56B-B8C1463DA52F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xt!$X$51:$X$93</c:f>
              <c:numCache>
                <c:formatCode>0.00</c:formatCode>
                <c:ptCount val="43"/>
                <c:pt idx="0">
                  <c:v>4.5901085475612859</c:v>
                </c:pt>
                <c:pt idx="1">
                  <c:v>1.2714927499687305</c:v>
                </c:pt>
                <c:pt idx="2">
                  <c:v>-0.28733135191580789</c:v>
                </c:pt>
                <c:pt idx="3">
                  <c:v>-1.4417019045481141</c:v>
                </c:pt>
                <c:pt idx="4">
                  <c:v>-2.6044263668456149</c:v>
                </c:pt>
                <c:pt idx="5">
                  <c:v>-3.2168748557750781</c:v>
                </c:pt>
                <c:pt idx="6">
                  <c:v>-2.9105944312215319</c:v>
                </c:pt>
                <c:pt idx="7">
                  <c:v>-0.51988625618696438</c:v>
                </c:pt>
                <c:pt idx="8">
                  <c:v>1.5151952940855942</c:v>
                </c:pt>
                <c:pt idx="9">
                  <c:v>3.3673121016129688</c:v>
                </c:pt>
                <c:pt idx="10">
                  <c:v>4.1802124709959054</c:v>
                </c:pt>
                <c:pt idx="11">
                  <c:v>3.7485370244858993</c:v>
                </c:pt>
                <c:pt idx="12">
                  <c:v>1.6722268863023038</c:v>
                </c:pt>
                <c:pt idx="13">
                  <c:v>-2.5318188871938374</c:v>
                </c:pt>
                <c:pt idx="14">
                  <c:v>-3.2156577957437404</c:v>
                </c:pt>
                <c:pt idx="15">
                  <c:v>-2.3699823365785218</c:v>
                </c:pt>
                <c:pt idx="16">
                  <c:v>-3.2867051619648575</c:v>
                </c:pt>
                <c:pt idx="17">
                  <c:v>-2.9897956115912487</c:v>
                </c:pt>
                <c:pt idx="18">
                  <c:v>-2.2284918414271577</c:v>
                </c:pt>
                <c:pt idx="19">
                  <c:v>-1.234521607043491</c:v>
                </c:pt>
                <c:pt idx="20">
                  <c:v>0.10937497065879316</c:v>
                </c:pt>
                <c:pt idx="21">
                  <c:v>0.51818477180107203</c:v>
                </c:pt>
                <c:pt idx="22">
                  <c:v>-4.2244113140410572E-2</c:v>
                </c:pt>
                <c:pt idx="23">
                  <c:v>-0.10046273850653711</c:v>
                </c:pt>
                <c:pt idx="24">
                  <c:v>0.28560617298405094</c:v>
                </c:pt>
                <c:pt idx="25">
                  <c:v>1.5448216505079244</c:v>
                </c:pt>
                <c:pt idx="26">
                  <c:v>3.669822798567743</c:v>
                </c:pt>
                <c:pt idx="27">
                  <c:v>5.7860111886984296</c:v>
                </c:pt>
                <c:pt idx="28">
                  <c:v>5.5527561188520123</c:v>
                </c:pt>
                <c:pt idx="29">
                  <c:v>0.82223442557214887</c:v>
                </c:pt>
                <c:pt idx="30">
                  <c:v>0.49104666921021406</c:v>
                </c:pt>
                <c:pt idx="31">
                  <c:v>-0.67679252700545123</c:v>
                </c:pt>
                <c:pt idx="32">
                  <c:v>-3.9277599846599114</c:v>
                </c:pt>
                <c:pt idx="33">
                  <c:v>-5.6479428977042572</c:v>
                </c:pt>
                <c:pt idx="34">
                  <c:v>-4.8376638713078446</c:v>
                </c:pt>
                <c:pt idx="35">
                  <c:v>-1.8523543063379129</c:v>
                </c:pt>
                <c:pt idx="36">
                  <c:v>0.34631586452379409</c:v>
                </c:pt>
                <c:pt idx="37">
                  <c:v>2.492100002751183</c:v>
                </c:pt>
                <c:pt idx="38">
                  <c:v>3.9928682343943875</c:v>
                </c:pt>
                <c:pt idx="39">
                  <c:v>5.2509384925359539</c:v>
                </c:pt>
                <c:pt idx="40">
                  <c:v>-7.1810252245462278</c:v>
                </c:pt>
                <c:pt idx="41">
                  <c:v>-1.9913432067815535</c:v>
                </c:pt>
                <c:pt idx="42">
                  <c:v>2.853604906443568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94D-471D-A56B-B8C1463DA5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MarkSkip val="1"/>
        <c:noMultiLvlLbl val="0"/>
      </c:catAx>
      <c:valAx>
        <c:axId val="679409920"/>
        <c:scaling>
          <c:orientation val="minMax"/>
          <c:max val="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xt!$Y$3:$Y$45</c:f>
              <c:numCache>
                <c:formatCode>0.000</c:formatCode>
                <c:ptCount val="43"/>
                <c:pt idx="0">
                  <c:v>7.7720000000000002</c:v>
                </c:pt>
                <c:pt idx="1">
                  <c:v>-0.86199999999999999</c:v>
                </c:pt>
                <c:pt idx="2">
                  <c:v>-1.454</c:v>
                </c:pt>
                <c:pt idx="3">
                  <c:v>-1.35</c:v>
                </c:pt>
                <c:pt idx="4">
                  <c:v>0.53</c:v>
                </c:pt>
                <c:pt idx="5">
                  <c:v>0.67</c:v>
                </c:pt>
                <c:pt idx="6">
                  <c:v>1.093</c:v>
                </c:pt>
                <c:pt idx="7">
                  <c:v>1.744</c:v>
                </c:pt>
                <c:pt idx="8">
                  <c:v>2.4540000000000002</c:v>
                </c:pt>
                <c:pt idx="9">
                  <c:v>3.3359999999999999</c:v>
                </c:pt>
                <c:pt idx="10">
                  <c:v>3.5110000000000001</c:v>
                </c:pt>
                <c:pt idx="11">
                  <c:v>1.369</c:v>
                </c:pt>
                <c:pt idx="12">
                  <c:v>-1.7150000000000001</c:v>
                </c:pt>
                <c:pt idx="13">
                  <c:v>-5.1529999999999996</c:v>
                </c:pt>
                <c:pt idx="14">
                  <c:v>-3.7250000000000001</c:v>
                </c:pt>
                <c:pt idx="15">
                  <c:v>-1.6319999999999999</c:v>
                </c:pt>
                <c:pt idx="16">
                  <c:v>-2.2250000000000001</c:v>
                </c:pt>
                <c:pt idx="17">
                  <c:v>-1.6930000000000001</c:v>
                </c:pt>
                <c:pt idx="18">
                  <c:v>-0.57899999999999996</c:v>
                </c:pt>
                <c:pt idx="19">
                  <c:v>0.27</c:v>
                </c:pt>
                <c:pt idx="20">
                  <c:v>2.3170000000000002</c:v>
                </c:pt>
                <c:pt idx="21">
                  <c:v>0.93899999999999995</c:v>
                </c:pt>
                <c:pt idx="22">
                  <c:v>0.129</c:v>
                </c:pt>
                <c:pt idx="23">
                  <c:v>-0.27100000000000002</c:v>
                </c:pt>
                <c:pt idx="24">
                  <c:v>0.84299999999999997</c:v>
                </c:pt>
                <c:pt idx="25">
                  <c:v>0.85099999999999998</c:v>
                </c:pt>
                <c:pt idx="26">
                  <c:v>3.2530000000000001</c:v>
                </c:pt>
                <c:pt idx="27">
                  <c:v>4.4969999999999999</c:v>
                </c:pt>
                <c:pt idx="28">
                  <c:v>1.794</c:v>
                </c:pt>
                <c:pt idx="29">
                  <c:v>-4.4889999999999999</c:v>
                </c:pt>
                <c:pt idx="30">
                  <c:v>-1.07</c:v>
                </c:pt>
                <c:pt idx="31">
                  <c:v>0.56599999999999995</c:v>
                </c:pt>
                <c:pt idx="32">
                  <c:v>-1.3620000000000001</c:v>
                </c:pt>
                <c:pt idx="33">
                  <c:v>-2.1269999999999998</c:v>
                </c:pt>
                <c:pt idx="34">
                  <c:v>-1.286</c:v>
                </c:pt>
                <c:pt idx="35">
                  <c:v>0.70299999999999996</c:v>
                </c:pt>
                <c:pt idx="36">
                  <c:v>0.14299999999999999</c:v>
                </c:pt>
                <c:pt idx="37">
                  <c:v>1.1879999999999999</c:v>
                </c:pt>
                <c:pt idx="38">
                  <c:v>1.349</c:v>
                </c:pt>
                <c:pt idx="39">
                  <c:v>1.5820000000000001</c:v>
                </c:pt>
                <c:pt idx="40">
                  <c:v>-3.0390000000000001</c:v>
                </c:pt>
                <c:pt idx="41">
                  <c:v>1.208</c:v>
                </c:pt>
                <c:pt idx="42">
                  <c:v>1.6970000000000001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6BF-4E05-9558-019C77F04F0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xt!$Y$51:$Y$93</c:f>
              <c:numCache>
                <c:formatCode>0.00</c:formatCode>
                <c:ptCount val="43"/>
                <c:pt idx="0">
                  <c:v>-1.444967388357969</c:v>
                </c:pt>
                <c:pt idx="1">
                  <c:v>0.25241718059875956</c:v>
                </c:pt>
                <c:pt idx="2">
                  <c:v>-1.0023559401212647</c:v>
                </c:pt>
                <c:pt idx="3">
                  <c:v>-1.5125327781214135</c:v>
                </c:pt>
                <c:pt idx="4">
                  <c:v>0.28553496633423703</c:v>
                </c:pt>
                <c:pt idx="5">
                  <c:v>0.27435005065060941</c:v>
                </c:pt>
                <c:pt idx="6">
                  <c:v>1.0547637982885729</c:v>
                </c:pt>
                <c:pt idx="7">
                  <c:v>2.3498097750518698</c:v>
                </c:pt>
                <c:pt idx="8">
                  <c:v>3.0133476347003039</c:v>
                </c:pt>
                <c:pt idx="9">
                  <c:v>4.0494671930374748</c:v>
                </c:pt>
                <c:pt idx="10">
                  <c:v>3.2737317257352729</c:v>
                </c:pt>
                <c:pt idx="11">
                  <c:v>0.6651667870865493</c:v>
                </c:pt>
                <c:pt idx="12">
                  <c:v>-1.7699590927935838</c:v>
                </c:pt>
                <c:pt idx="13">
                  <c:v>-5.1680267446231447</c:v>
                </c:pt>
                <c:pt idx="14">
                  <c:v>-3.3182938026063606</c:v>
                </c:pt>
                <c:pt idx="15">
                  <c:v>-1.695278319779828</c:v>
                </c:pt>
                <c:pt idx="16">
                  <c:v>-2.5640560018664811</c:v>
                </c:pt>
                <c:pt idx="17">
                  <c:v>-2.2325037681452877</c:v>
                </c:pt>
                <c:pt idx="18">
                  <c:v>-0.8930522845040112</c:v>
                </c:pt>
                <c:pt idx="19">
                  <c:v>0.29690392290032713</c:v>
                </c:pt>
                <c:pt idx="20">
                  <c:v>1.9732112765974343</c:v>
                </c:pt>
                <c:pt idx="21">
                  <c:v>0.42427176628930052</c:v>
                </c:pt>
                <c:pt idx="22">
                  <c:v>-0.30748523434527897</c:v>
                </c:pt>
                <c:pt idx="23">
                  <c:v>-0.8320772335248201</c:v>
                </c:pt>
                <c:pt idx="24">
                  <c:v>0.7224927483958532</c:v>
                </c:pt>
                <c:pt idx="25">
                  <c:v>1.0076206836036916</c:v>
                </c:pt>
                <c:pt idx="26">
                  <c:v>3.2523878133071746</c:v>
                </c:pt>
                <c:pt idx="27">
                  <c:v>4.509557977818786</c:v>
                </c:pt>
                <c:pt idx="28">
                  <c:v>1.9751052961358362</c:v>
                </c:pt>
                <c:pt idx="29">
                  <c:v>-4.2837640243878621</c:v>
                </c:pt>
                <c:pt idx="30">
                  <c:v>-0.46253992672135025</c:v>
                </c:pt>
                <c:pt idx="31">
                  <c:v>0.81903762895748389</c:v>
                </c:pt>
                <c:pt idx="32">
                  <c:v>-1.6481338982012916</c:v>
                </c:pt>
                <c:pt idx="33">
                  <c:v>-2.3898716379192884</c:v>
                </c:pt>
                <c:pt idx="34">
                  <c:v>-1.7784285527662849</c:v>
                </c:pt>
                <c:pt idx="35">
                  <c:v>0.55248238181539633</c:v>
                </c:pt>
                <c:pt idx="36">
                  <c:v>0.53804747935623043</c:v>
                </c:pt>
                <c:pt idx="37">
                  <c:v>1.0177951960947487</c:v>
                </c:pt>
                <c:pt idx="38">
                  <c:v>0.90802295832783497</c:v>
                </c:pt>
                <c:pt idx="39">
                  <c:v>0.85803969428608406</c:v>
                </c:pt>
                <c:pt idx="40">
                  <c:v>-3.2821442864731774</c:v>
                </c:pt>
                <c:pt idx="41">
                  <c:v>0.63887378477951184</c:v>
                </c:pt>
                <c:pt idx="42">
                  <c:v>1.3080522075939951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6BF-4E05-9558-019C77F04F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xt!$Z$3:$Z$45</c:f>
              <c:numCache>
                <c:formatCode>0.000</c:formatCode>
                <c:ptCount val="43"/>
                <c:pt idx="0">
                  <c:v>0.63561216700000001</c:v>
                </c:pt>
                <c:pt idx="1">
                  <c:v>1.393678655</c:v>
                </c:pt>
                <c:pt idx="2">
                  <c:v>-0.92109775900000002</c:v>
                </c:pt>
                <c:pt idx="3">
                  <c:v>-1.675037729</c:v>
                </c:pt>
                <c:pt idx="4">
                  <c:v>-0.59081276500000002</c:v>
                </c:pt>
                <c:pt idx="5">
                  <c:v>0.69774192599999996</c:v>
                </c:pt>
                <c:pt idx="6">
                  <c:v>-6.4639492000000007E-2</c:v>
                </c:pt>
                <c:pt idx="7">
                  <c:v>-1.2399759239999999</c:v>
                </c:pt>
                <c:pt idx="8">
                  <c:v>-0.77199353400000004</c:v>
                </c:pt>
                <c:pt idx="9">
                  <c:v>1.0338517389999999</c:v>
                </c:pt>
                <c:pt idx="10">
                  <c:v>2.765913684</c:v>
                </c:pt>
                <c:pt idx="11">
                  <c:v>0.61732214799999996</c:v>
                </c:pt>
                <c:pt idx="12">
                  <c:v>-0.19341262300000001</c:v>
                </c:pt>
                <c:pt idx="13">
                  <c:v>-0.81406266900000002</c:v>
                </c:pt>
                <c:pt idx="14">
                  <c:v>-0.109924281</c:v>
                </c:pt>
                <c:pt idx="15">
                  <c:v>-0.39361394999999999</c:v>
                </c:pt>
                <c:pt idx="16">
                  <c:v>-1.1700131810000001</c:v>
                </c:pt>
                <c:pt idx="17">
                  <c:v>-0.65051153799999994</c:v>
                </c:pt>
                <c:pt idx="18">
                  <c:v>0.21912221100000001</c:v>
                </c:pt>
                <c:pt idx="19">
                  <c:v>-0.27545853399999998</c:v>
                </c:pt>
                <c:pt idx="20">
                  <c:v>1.7344937520000001</c:v>
                </c:pt>
                <c:pt idx="21">
                  <c:v>1.5937203280000001</c:v>
                </c:pt>
                <c:pt idx="22">
                  <c:v>-3.4324344999999999E-2</c:v>
                </c:pt>
                <c:pt idx="23">
                  <c:v>-1.762726944</c:v>
                </c:pt>
                <c:pt idx="24">
                  <c:v>-1.3602662029999999</c:v>
                </c:pt>
                <c:pt idx="25">
                  <c:v>-1.047979698</c:v>
                </c:pt>
                <c:pt idx="26">
                  <c:v>0.34588805299999997</c:v>
                </c:pt>
                <c:pt idx="27">
                  <c:v>1.688921353</c:v>
                </c:pt>
                <c:pt idx="28">
                  <c:v>2.275598682</c:v>
                </c:pt>
                <c:pt idx="29">
                  <c:v>-1.7335879999999999</c:v>
                </c:pt>
                <c:pt idx="30">
                  <c:v>-0.19353943300000001</c:v>
                </c:pt>
                <c:pt idx="31">
                  <c:v>9.3535068999999998E-2</c:v>
                </c:pt>
                <c:pt idx="32">
                  <c:v>-0.342938466</c:v>
                </c:pt>
                <c:pt idx="33">
                  <c:v>-0.232569366</c:v>
                </c:pt>
                <c:pt idx="34">
                  <c:v>0.28184980500000001</c:v>
                </c:pt>
                <c:pt idx="35">
                  <c:v>4.5372474000000003E-2</c:v>
                </c:pt>
                <c:pt idx="36">
                  <c:v>0.33428368400000003</c:v>
                </c:pt>
                <c:pt idx="37">
                  <c:v>-2.5087320999999999E-2</c:v>
                </c:pt>
                <c:pt idx="38">
                  <c:v>1.011973209</c:v>
                </c:pt>
                <c:pt idx="39">
                  <c:v>0.37550043100000002</c:v>
                </c:pt>
                <c:pt idx="40">
                  <c:v>-1.613949496</c:v>
                </c:pt>
                <c:pt idx="41">
                  <c:v>-0.112860258</c:v>
                </c:pt>
                <c:pt idx="42">
                  <c:v>0.79453452400000002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901-4037-9AEF-26E58DAFB90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xt!$Z$51:$Z$93</c:f>
              <c:numCache>
                <c:formatCode>0.00</c:formatCode>
                <c:ptCount val="43"/>
                <c:pt idx="0">
                  <c:v>2.0885921719844007</c:v>
                </c:pt>
                <c:pt idx="1">
                  <c:v>1.7093994124172376</c:v>
                </c:pt>
                <c:pt idx="2">
                  <c:v>-1.6124802900639237</c:v>
                </c:pt>
                <c:pt idx="3">
                  <c:v>-2.9671223650773557</c:v>
                </c:pt>
                <c:pt idx="4">
                  <c:v>-1.9954995233675947</c:v>
                </c:pt>
                <c:pt idx="5">
                  <c:v>-0.41798999995328895</c:v>
                </c:pt>
                <c:pt idx="6">
                  <c:v>-0.63948610978385223</c:v>
                </c:pt>
                <c:pt idx="7">
                  <c:v>-1.1092353907703612</c:v>
                </c:pt>
                <c:pt idx="8">
                  <c:v>0.18449767492282115</c:v>
                </c:pt>
                <c:pt idx="9">
                  <c:v>2.7437680855376101</c:v>
                </c:pt>
                <c:pt idx="10">
                  <c:v>4.8068546801806518</c:v>
                </c:pt>
                <c:pt idx="11">
                  <c:v>2.2963828317013792</c:v>
                </c:pt>
                <c:pt idx="12">
                  <c:v>0.7665558490937302</c:v>
                </c:pt>
                <c:pt idx="13">
                  <c:v>-0.66749729724301554</c:v>
                </c:pt>
                <c:pt idx="14">
                  <c:v>-0.65225508711606894</c:v>
                </c:pt>
                <c:pt idx="15">
                  <c:v>-1.4005213519258928</c:v>
                </c:pt>
                <c:pt idx="16">
                  <c:v>-2.3340359719706147</c:v>
                </c:pt>
                <c:pt idx="17">
                  <c:v>-1.639325118845222</c:v>
                </c:pt>
                <c:pt idx="18">
                  <c:v>-0.37738880360823501</c:v>
                </c:pt>
                <c:pt idx="19">
                  <c:v>-0.471548247161649</c:v>
                </c:pt>
                <c:pt idx="20">
                  <c:v>1.7797153663563647</c:v>
                </c:pt>
                <c:pt idx="21">
                  <c:v>1.5340091413658634</c:v>
                </c:pt>
                <c:pt idx="22">
                  <c:v>-0.44301813816462465</c:v>
                </c:pt>
                <c:pt idx="23">
                  <c:v>-2.4557314958158556</c:v>
                </c:pt>
                <c:pt idx="24">
                  <c:v>-2.0007452125510401</c:v>
                </c:pt>
                <c:pt idx="25">
                  <c:v>-1.2938569661607702</c:v>
                </c:pt>
                <c:pt idx="26">
                  <c:v>0.67160370048389484</c:v>
                </c:pt>
                <c:pt idx="27">
                  <c:v>2.4596645561729509</c:v>
                </c:pt>
                <c:pt idx="28">
                  <c:v>3.1234036808276411</c:v>
                </c:pt>
                <c:pt idx="29">
                  <c:v>-1.1896639039337507</c:v>
                </c:pt>
                <c:pt idx="30">
                  <c:v>6.9682890584693027E-2</c:v>
                </c:pt>
                <c:pt idx="31">
                  <c:v>0.11115671172168883</c:v>
                </c:pt>
                <c:pt idx="32">
                  <c:v>-0.50614656530351432</c:v>
                </c:pt>
                <c:pt idx="33">
                  <c:v>-0.47271345544836657</c:v>
                </c:pt>
                <c:pt idx="34">
                  <c:v>5.3732790752746888E-2</c:v>
                </c:pt>
                <c:pt idx="35">
                  <c:v>-0.11804921635897676</c:v>
                </c:pt>
                <c:pt idx="36">
                  <c:v>0.22675679460726217</c:v>
                </c:pt>
                <c:pt idx="37">
                  <c:v>-4.1973969988803365E-2</c:v>
                </c:pt>
                <c:pt idx="38">
                  <c:v>1.1062566999487125</c:v>
                </c:pt>
                <c:pt idx="39">
                  <c:v>0.60597306007489737</c:v>
                </c:pt>
                <c:pt idx="40">
                  <c:v>-3.2726056120850848</c:v>
                </c:pt>
                <c:pt idx="41">
                  <c:v>0.29335135449035721</c:v>
                </c:pt>
                <c:pt idx="42">
                  <c:v>1.3088474869456714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901-4037-9AEF-26E58DAFB9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xt!$AA$3:$AA$45</c:f>
              <c:numCache>
                <c:formatCode>0.000</c:formatCode>
                <c:ptCount val="43"/>
                <c:pt idx="0">
                  <c:v>0.49299999999999999</c:v>
                </c:pt>
                <c:pt idx="1">
                  <c:v>-1.341</c:v>
                </c:pt>
                <c:pt idx="2">
                  <c:v>-1.022</c:v>
                </c:pt>
                <c:pt idx="3">
                  <c:v>1.147</c:v>
                </c:pt>
                <c:pt idx="4">
                  <c:v>0.67200000000000004</c:v>
                </c:pt>
                <c:pt idx="5">
                  <c:v>1.577</c:v>
                </c:pt>
                <c:pt idx="6">
                  <c:v>1.08</c:v>
                </c:pt>
                <c:pt idx="7">
                  <c:v>2.7570000000000001</c:v>
                </c:pt>
                <c:pt idx="8">
                  <c:v>3.427</c:v>
                </c:pt>
                <c:pt idx="9">
                  <c:v>4.0170000000000003</c:v>
                </c:pt>
                <c:pt idx="10">
                  <c:v>2.2949999999999999</c:v>
                </c:pt>
                <c:pt idx="11">
                  <c:v>-0.86099999999999999</c:v>
                </c:pt>
                <c:pt idx="12">
                  <c:v>-2.2749999999999999</c:v>
                </c:pt>
                <c:pt idx="13">
                  <c:v>-2.0960000000000001</c:v>
                </c:pt>
                <c:pt idx="14">
                  <c:v>-1.327</c:v>
                </c:pt>
                <c:pt idx="15">
                  <c:v>-1.9359999999999999</c:v>
                </c:pt>
                <c:pt idx="16">
                  <c:v>-2.5670000000000002</c:v>
                </c:pt>
                <c:pt idx="17">
                  <c:v>-1.0409999999999999</c:v>
                </c:pt>
                <c:pt idx="18">
                  <c:v>-0.86199999999999999</c:v>
                </c:pt>
                <c:pt idx="19">
                  <c:v>-0.875</c:v>
                </c:pt>
                <c:pt idx="20">
                  <c:v>0.45900000000000002</c:v>
                </c:pt>
                <c:pt idx="21">
                  <c:v>0.25900000000000001</c:v>
                </c:pt>
                <c:pt idx="22">
                  <c:v>-0.55200000000000005</c:v>
                </c:pt>
                <c:pt idx="23">
                  <c:v>8.5999999999999993E-2</c:v>
                </c:pt>
                <c:pt idx="24">
                  <c:v>0.17199999999999999</c:v>
                </c:pt>
                <c:pt idx="25">
                  <c:v>0.79</c:v>
                </c:pt>
                <c:pt idx="26">
                  <c:v>1.38</c:v>
                </c:pt>
                <c:pt idx="27">
                  <c:v>2.552</c:v>
                </c:pt>
                <c:pt idx="28">
                  <c:v>1.173</c:v>
                </c:pt>
                <c:pt idx="29">
                  <c:v>-4.4400000000000004</c:v>
                </c:pt>
                <c:pt idx="30">
                  <c:v>-3.3340000000000001</c:v>
                </c:pt>
                <c:pt idx="31">
                  <c:v>-3.4470000000000001</c:v>
                </c:pt>
                <c:pt idx="32">
                  <c:v>-3.423</c:v>
                </c:pt>
                <c:pt idx="33">
                  <c:v>-3.3</c:v>
                </c:pt>
                <c:pt idx="34">
                  <c:v>-1.944</c:v>
                </c:pt>
                <c:pt idx="35">
                  <c:v>-1.5289999999999999</c:v>
                </c:pt>
                <c:pt idx="36">
                  <c:v>-1.3540000000000001</c:v>
                </c:pt>
                <c:pt idx="37">
                  <c:v>-0.28999999999999998</c:v>
                </c:pt>
                <c:pt idx="38">
                  <c:v>-0.311</c:v>
                </c:pt>
                <c:pt idx="39">
                  <c:v>-3.7999999999999999E-2</c:v>
                </c:pt>
                <c:pt idx="40">
                  <c:v>-3.5920000000000001</c:v>
                </c:pt>
                <c:pt idx="41">
                  <c:v>0.52800000000000002</c:v>
                </c:pt>
                <c:pt idx="42">
                  <c:v>1.806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DC1-47E2-B263-2B4A44ABB1DB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xt!$AA$51:$AA$93</c:f>
              <c:numCache>
                <c:formatCode>0.00</c:formatCode>
                <c:ptCount val="43"/>
                <c:pt idx="0">
                  <c:v>2.9626632220437163</c:v>
                </c:pt>
                <c:pt idx="1">
                  <c:v>-0.94580402617224757</c:v>
                </c:pt>
                <c:pt idx="2">
                  <c:v>-2.0923051998281657</c:v>
                </c:pt>
                <c:pt idx="3">
                  <c:v>-1.0886103079250495</c:v>
                </c:pt>
                <c:pt idx="4">
                  <c:v>-1.8924580643221163</c:v>
                </c:pt>
                <c:pt idx="5">
                  <c:v>-0.85253719553782337</c:v>
                </c:pt>
                <c:pt idx="6">
                  <c:v>-0.65833205545895113</c:v>
                </c:pt>
                <c:pt idx="7">
                  <c:v>1.8896664826025664</c:v>
                </c:pt>
                <c:pt idx="8">
                  <c:v>4.6218910971923242</c:v>
                </c:pt>
                <c:pt idx="9">
                  <c:v>4.570194046033679</c:v>
                </c:pt>
                <c:pt idx="10">
                  <c:v>2.7783864700600192</c:v>
                </c:pt>
                <c:pt idx="11">
                  <c:v>-0.89353228655003669</c:v>
                </c:pt>
                <c:pt idx="12">
                  <c:v>-2.8628557036606446</c:v>
                </c:pt>
                <c:pt idx="13">
                  <c:v>-2.9820510470256516</c:v>
                </c:pt>
                <c:pt idx="14">
                  <c:v>-2.1539584038128683</c:v>
                </c:pt>
                <c:pt idx="15">
                  <c:v>-2.4463082804282714</c:v>
                </c:pt>
                <c:pt idx="16">
                  <c:v>-2.687855284460571</c:v>
                </c:pt>
                <c:pt idx="17">
                  <c:v>-0.8134754965906581</c:v>
                </c:pt>
                <c:pt idx="18">
                  <c:v>-0.40143086494651598</c:v>
                </c:pt>
                <c:pt idx="19">
                  <c:v>-0.30651555924831819</c:v>
                </c:pt>
                <c:pt idx="20">
                  <c:v>1.0778355619935196</c:v>
                </c:pt>
                <c:pt idx="21">
                  <c:v>0.90345624427475968</c:v>
                </c:pt>
                <c:pt idx="22">
                  <c:v>0.12565353921949579</c:v>
                </c:pt>
                <c:pt idx="23">
                  <c:v>0.87250963399668013</c:v>
                </c:pt>
                <c:pt idx="24">
                  <c:v>1.1357713237694111</c:v>
                </c:pt>
                <c:pt idx="25">
                  <c:v>1.9446600817360593</c:v>
                </c:pt>
                <c:pt idx="26">
                  <c:v>2.6472494340442791</c:v>
                </c:pt>
                <c:pt idx="27">
                  <c:v>3.8176106852474212</c:v>
                </c:pt>
                <c:pt idx="28">
                  <c:v>2.272565479045543</c:v>
                </c:pt>
                <c:pt idx="29">
                  <c:v>-3.5796354585336991</c:v>
                </c:pt>
                <c:pt idx="30">
                  <c:v>-2.5518162323786142</c:v>
                </c:pt>
                <c:pt idx="31">
                  <c:v>-2.6043556486978217</c:v>
                </c:pt>
                <c:pt idx="32">
                  <c:v>-2.3655656528403055</c:v>
                </c:pt>
                <c:pt idx="33">
                  <c:v>-1.9184105731758643</c:v>
                </c:pt>
                <c:pt idx="34">
                  <c:v>-0.14887513324697671</c:v>
                </c:pt>
                <c:pt idx="35">
                  <c:v>0.69551240820179294</c:v>
                </c:pt>
                <c:pt idx="36">
                  <c:v>1.2955187281034757</c:v>
                </c:pt>
                <c:pt idx="37">
                  <c:v>2.7125499620611815</c:v>
                </c:pt>
                <c:pt idx="38">
                  <c:v>2.9785053944252127</c:v>
                </c:pt>
                <c:pt idx="39">
                  <c:v>3.5772092213942703</c:v>
                </c:pt>
                <c:pt idx="40">
                  <c:v>-8.0764821144410739</c:v>
                </c:pt>
                <c:pt idx="41">
                  <c:v>-1.1170629446326823</c:v>
                </c:pt>
                <c:pt idx="42">
                  <c:v>2.1203133094452937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DC1-47E2-B263-2B4A44ABB1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xt!$AB$3:$AB$45</c:f>
              <c:numCache>
                <c:formatCode>0.000</c:formatCode>
                <c:ptCount val="43"/>
                <c:pt idx="0">
                  <c:v>-2.7509999999999999</c:v>
                </c:pt>
                <c:pt idx="1">
                  <c:v>-2.0449999999999999</c:v>
                </c:pt>
                <c:pt idx="2">
                  <c:v>-6.5469999999999997</c:v>
                </c:pt>
                <c:pt idx="3">
                  <c:v>-5.1589999999999998</c:v>
                </c:pt>
                <c:pt idx="4">
                  <c:v>-1.4590000000000001</c:v>
                </c:pt>
                <c:pt idx="5">
                  <c:v>-0.81799999999999995</c:v>
                </c:pt>
                <c:pt idx="6">
                  <c:v>-0.997</c:v>
                </c:pt>
                <c:pt idx="7">
                  <c:v>-0.89900000000000002</c:v>
                </c:pt>
                <c:pt idx="8">
                  <c:v>7.1999999999999995E-2</c:v>
                </c:pt>
                <c:pt idx="9">
                  <c:v>0.68600000000000005</c:v>
                </c:pt>
                <c:pt idx="10">
                  <c:v>-0.40600000000000003</c:v>
                </c:pt>
                <c:pt idx="11">
                  <c:v>-2.8919999999999999</c:v>
                </c:pt>
                <c:pt idx="12">
                  <c:v>-2.0190000000000001</c:v>
                </c:pt>
                <c:pt idx="13">
                  <c:v>-1.9259999999999999</c:v>
                </c:pt>
                <c:pt idx="14">
                  <c:v>-0.71699999999999997</c:v>
                </c:pt>
                <c:pt idx="15">
                  <c:v>-0.97099999999999997</c:v>
                </c:pt>
                <c:pt idx="16">
                  <c:v>-0.498</c:v>
                </c:pt>
                <c:pt idx="17">
                  <c:v>0.317</c:v>
                </c:pt>
                <c:pt idx="18">
                  <c:v>0.93200000000000005</c:v>
                </c:pt>
                <c:pt idx="19">
                  <c:v>1.7809999999999999</c:v>
                </c:pt>
                <c:pt idx="20">
                  <c:v>2.0579999999999998</c:v>
                </c:pt>
                <c:pt idx="21">
                  <c:v>-0.53800000000000003</c:v>
                </c:pt>
                <c:pt idx="22">
                  <c:v>-2.1150000000000002</c:v>
                </c:pt>
                <c:pt idx="23">
                  <c:v>-2.383</c:v>
                </c:pt>
                <c:pt idx="24">
                  <c:v>-1.468</c:v>
                </c:pt>
                <c:pt idx="25">
                  <c:v>-0.71599999999999997</c:v>
                </c:pt>
                <c:pt idx="26">
                  <c:v>-0.41399999999999998</c:v>
                </c:pt>
                <c:pt idx="27">
                  <c:v>-0.69599999999999995</c:v>
                </c:pt>
                <c:pt idx="28">
                  <c:v>-2.734</c:v>
                </c:pt>
                <c:pt idx="29">
                  <c:v>-7.2359999999999998</c:v>
                </c:pt>
                <c:pt idx="30">
                  <c:v>-6.5140000000000002</c:v>
                </c:pt>
                <c:pt idx="31">
                  <c:v>-6.5750000000000002</c:v>
                </c:pt>
                <c:pt idx="32">
                  <c:v>-5.6989999999999998</c:v>
                </c:pt>
                <c:pt idx="33">
                  <c:v>-5.0510000000000002</c:v>
                </c:pt>
                <c:pt idx="34">
                  <c:v>-3.9710000000000001</c:v>
                </c:pt>
                <c:pt idx="35">
                  <c:v>-2.544</c:v>
                </c:pt>
                <c:pt idx="36">
                  <c:v>-2.15</c:v>
                </c:pt>
                <c:pt idx="37">
                  <c:v>-1.33</c:v>
                </c:pt>
                <c:pt idx="38">
                  <c:v>2.1000000000000001E-2</c:v>
                </c:pt>
                <c:pt idx="39">
                  <c:v>0.67400000000000004</c:v>
                </c:pt>
                <c:pt idx="40">
                  <c:v>-2.5110000000000001</c:v>
                </c:pt>
                <c:pt idx="41">
                  <c:v>1.466</c:v>
                </c:pt>
                <c:pt idx="42">
                  <c:v>1.2509999999999999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7D8-4334-8173-CFDD9C3964C0}"/>
            </c:ext>
          </c:extLst>
        </c:ser>
        <c:ser>
          <c:idx val="1"/>
          <c:order val="1"/>
          <c:tx>
            <c:v>xt2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xt!$AB$51:$AB$93</c:f>
              <c:numCache>
                <c:formatCode>0.00</c:formatCode>
                <c:ptCount val="43"/>
                <c:pt idx="0">
                  <c:v>2.9631034807631003</c:v>
                </c:pt>
                <c:pt idx="1">
                  <c:v>1.6214870667351962</c:v>
                </c:pt>
                <c:pt idx="2">
                  <c:v>-3.8398341143102184</c:v>
                </c:pt>
                <c:pt idx="3">
                  <c:v>-3.0268047349050526</c:v>
                </c:pt>
                <c:pt idx="4">
                  <c:v>0.33111797023013129</c:v>
                </c:pt>
                <c:pt idx="5">
                  <c:v>0.9174403141896168</c:v>
                </c:pt>
                <c:pt idx="6">
                  <c:v>0.9155710752702948</c:v>
                </c:pt>
                <c:pt idx="7">
                  <c:v>1.0087100244293019</c:v>
                </c:pt>
                <c:pt idx="8">
                  <c:v>1.9067779536355929</c:v>
                </c:pt>
                <c:pt idx="9">
                  <c:v>2.4007168904805027</c:v>
                </c:pt>
                <c:pt idx="10">
                  <c:v>1.179075509492969</c:v>
                </c:pt>
                <c:pt idx="11">
                  <c:v>-1.980524905835807</c:v>
                </c:pt>
                <c:pt idx="12">
                  <c:v>-1.6384065426803314</c:v>
                </c:pt>
                <c:pt idx="13">
                  <c:v>-2.1066741006183132</c:v>
                </c:pt>
                <c:pt idx="14">
                  <c:v>-1.44870681467855</c:v>
                </c:pt>
                <c:pt idx="15">
                  <c:v>-2.1430826234072171</c:v>
                </c:pt>
                <c:pt idx="16">
                  <c:v>-1.8530708545196339</c:v>
                </c:pt>
                <c:pt idx="17">
                  <c:v>-0.93113692427351846</c:v>
                </c:pt>
                <c:pt idx="18">
                  <c:v>7.9555744512096904E-2</c:v>
                </c:pt>
                <c:pt idx="19">
                  <c:v>1.4992304371211338</c:v>
                </c:pt>
                <c:pt idx="20">
                  <c:v>2.3941182503927951</c:v>
                </c:pt>
                <c:pt idx="21">
                  <c:v>0.37707777507335843</c:v>
                </c:pt>
                <c:pt idx="22">
                  <c:v>-0.69510381154608236</c:v>
                </c:pt>
                <c:pt idx="23">
                  <c:v>-0.51937194486166149</c:v>
                </c:pt>
                <c:pt idx="24">
                  <c:v>0.86308715172142347</c:v>
                </c:pt>
                <c:pt idx="25">
                  <c:v>2.105422337855535</c:v>
                </c:pt>
                <c:pt idx="26">
                  <c:v>2.8679940802781032</c:v>
                </c:pt>
                <c:pt idx="27">
                  <c:v>3.0338667853675552</c:v>
                </c:pt>
                <c:pt idx="28">
                  <c:v>1.425232006885671</c:v>
                </c:pt>
                <c:pt idx="29">
                  <c:v>-2.7770091908190597</c:v>
                </c:pt>
                <c:pt idx="30">
                  <c:v>-1.7750757753810253</c:v>
                </c:pt>
                <c:pt idx="31">
                  <c:v>-1.9148780223653503</c:v>
                </c:pt>
                <c:pt idx="32">
                  <c:v>-1.440981372289027</c:v>
                </c:pt>
                <c:pt idx="33">
                  <c:v>-1.2227677185386505</c:v>
                </c:pt>
                <c:pt idx="34">
                  <c:v>-0.69440261585593932</c:v>
                </c:pt>
                <c:pt idx="35">
                  <c:v>0.18318449003291482</c:v>
                </c:pt>
                <c:pt idx="36">
                  <c:v>-7.5501926273854797E-2</c:v>
                </c:pt>
                <c:pt idx="37">
                  <c:v>0.27425598658073586</c:v>
                </c:pt>
                <c:pt idx="38">
                  <c:v>1.129569083406575</c:v>
                </c:pt>
                <c:pt idx="39">
                  <c:v>1.5185525678055527</c:v>
                </c:pt>
                <c:pt idx="40">
                  <c:v>-2.7210957197611623</c:v>
                </c:pt>
                <c:pt idx="41">
                  <c:v>0.87069109546328383</c:v>
                </c:pt>
                <c:pt idx="42">
                  <c:v>0.80651670686705446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7D8-4334-8173-CFDD9C3964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1"/>
          <c:order val="0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gt!$B$3:$B$45</c:f>
              <c:numCache>
                <c:formatCode>General</c:formatCode>
                <c:ptCount val="43"/>
                <c:pt idx="8" formatCode="0.000">
                  <c:v>0.37078503447854694</c:v>
                </c:pt>
                <c:pt idx="9" formatCode="0.000">
                  <c:v>-1.5971154611617036</c:v>
                </c:pt>
                <c:pt idx="10" formatCode="0.000">
                  <c:v>-1.6668832265957298</c:v>
                </c:pt>
                <c:pt idx="11" formatCode="0.000">
                  <c:v>-1.3008665223757256</c:v>
                </c:pt>
                <c:pt idx="12" formatCode="0.000">
                  <c:v>-1.0715399468176421</c:v>
                </c:pt>
                <c:pt idx="13" formatCode="0.000">
                  <c:v>2.1012317859940866</c:v>
                </c:pt>
                <c:pt idx="14" formatCode="0.000">
                  <c:v>1.4032499139931991</c:v>
                </c:pt>
                <c:pt idx="15" formatCode="0.000">
                  <c:v>2.843877883140296</c:v>
                </c:pt>
                <c:pt idx="16" formatCode="0.000">
                  <c:v>2.3615093703760381</c:v>
                </c:pt>
                <c:pt idx="17" formatCode="0.000">
                  <c:v>-1.2595327005136721</c:v>
                </c:pt>
                <c:pt idx="18" formatCode="0.000">
                  <c:v>1.1557531505608849</c:v>
                </c:pt>
                <c:pt idx="19" formatCode="0.000">
                  <c:v>-1.8757770479193203</c:v>
                </c:pt>
                <c:pt idx="20" formatCode="0.000">
                  <c:v>-0.84624374091287791</c:v>
                </c:pt>
                <c:pt idx="21" formatCode="0.000">
                  <c:v>-0.48721858027803833</c:v>
                </c:pt>
                <c:pt idx="22" formatCode="0.000">
                  <c:v>0.47355609425405026</c:v>
                </c:pt>
                <c:pt idx="23" formatCode="0.000">
                  <c:v>-2.4760517272313805</c:v>
                </c:pt>
                <c:pt idx="24" formatCode="0.000">
                  <c:v>1.8032200084493768</c:v>
                </c:pt>
                <c:pt idx="25" formatCode="0.000">
                  <c:v>-0.45496117874301378</c:v>
                </c:pt>
                <c:pt idx="26" formatCode="0.000">
                  <c:v>-0.29896031092394787</c:v>
                </c:pt>
                <c:pt idx="27" formatCode="0.000">
                  <c:v>-0.34626378119050538</c:v>
                </c:pt>
                <c:pt idx="28" formatCode="0.000">
                  <c:v>0.31370687502598288</c:v>
                </c:pt>
                <c:pt idx="29" formatCode="0.000">
                  <c:v>1.9863721396283305</c:v>
                </c:pt>
                <c:pt idx="30" formatCode="0.000">
                  <c:v>1.0324689781422658</c:v>
                </c:pt>
                <c:pt idx="31" formatCode="0.000">
                  <c:v>3.2797842088126014E-2</c:v>
                </c:pt>
                <c:pt idx="32" formatCode="0.000">
                  <c:v>0.19735972643097435</c:v>
                </c:pt>
                <c:pt idx="33" formatCode="0.000">
                  <c:v>0.14696840981176795</c:v>
                </c:pt>
                <c:pt idx="34" formatCode="0.000">
                  <c:v>0.64232977384931089</c:v>
                </c:pt>
                <c:pt idx="35" formatCode="0.000">
                  <c:v>-0.68990074061605722</c:v>
                </c:pt>
                <c:pt idx="36" formatCode="0.000">
                  <c:v>-1.2585022340385528</c:v>
                </c:pt>
                <c:pt idx="37" formatCode="0.000">
                  <c:v>-1.6013831123690025</c:v>
                </c:pt>
                <c:pt idx="38" formatCode="0.000">
                  <c:v>-1.7293558399099411</c:v>
                </c:pt>
                <c:pt idx="39" formatCode="0.000">
                  <c:v>-1.9699871404528162</c:v>
                </c:pt>
                <c:pt idx="40" formatCode="0.000">
                  <c:v>1.5408882051713881</c:v>
                </c:pt>
                <c:pt idx="41" formatCode="0.000">
                  <c:v>2.1458777848905828</c:v>
                </c:pt>
                <c:pt idx="42" formatCode="0.000">
                  <c:v>0.64549979038694549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D62-449B-A20D-10FCB01C6E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inorUnit val="0.25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600-4BCB-AB95-712E45C587A8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gt!$C$3:$C$45</c:f>
              <c:numCache>
                <c:formatCode>0.000</c:formatCode>
                <c:ptCount val="43"/>
                <c:pt idx="0">
                  <c:v>-3.3977399193249997</c:v>
                </c:pt>
                <c:pt idx="1">
                  <c:v>2.6378939293492949</c:v>
                </c:pt>
                <c:pt idx="2">
                  <c:v>0.33764893533838108</c:v>
                </c:pt>
                <c:pt idx="3">
                  <c:v>2.5651670984116182</c:v>
                </c:pt>
                <c:pt idx="4">
                  <c:v>0.27418043584305885</c:v>
                </c:pt>
                <c:pt idx="5">
                  <c:v>5.5629432059656312E-4</c:v>
                </c:pt>
                <c:pt idx="6">
                  <c:v>-0.26887612302305985</c:v>
                </c:pt>
                <c:pt idx="7">
                  <c:v>-1.334713829651432</c:v>
                </c:pt>
                <c:pt idx="8">
                  <c:v>-1.1967993562889463</c:v>
                </c:pt>
                <c:pt idx="9">
                  <c:v>-1.4606754273457156</c:v>
                </c:pt>
                <c:pt idx="10">
                  <c:v>-0.37047365387929004</c:v>
                </c:pt>
                <c:pt idx="11">
                  <c:v>1.2663659242698724</c:v>
                </c:pt>
                <c:pt idx="12">
                  <c:v>1.7825231142382665</c:v>
                </c:pt>
                <c:pt idx="13">
                  <c:v>1.8228406356823681</c:v>
                </c:pt>
                <c:pt idx="14">
                  <c:v>0.59751543789722927</c:v>
                </c:pt>
                <c:pt idx="15">
                  <c:v>-0.71732630826780219</c:v>
                </c:pt>
                <c:pt idx="16">
                  <c:v>-0.21273905477667723</c:v>
                </c:pt>
                <c:pt idx="17">
                  <c:v>-0.3595117704486841</c:v>
                </c:pt>
                <c:pt idx="18">
                  <c:v>-0.71914475469409822</c:v>
                </c:pt>
                <c:pt idx="19">
                  <c:v>-0.20341357163701301</c:v>
                </c:pt>
                <c:pt idx="20">
                  <c:v>-0.35090726379999299</c:v>
                </c:pt>
                <c:pt idx="21">
                  <c:v>-0.79271469344020051</c:v>
                </c:pt>
                <c:pt idx="22">
                  <c:v>-0.48373974637954303</c:v>
                </c:pt>
                <c:pt idx="23">
                  <c:v>2.834534781259004E-2</c:v>
                </c:pt>
                <c:pt idx="24">
                  <c:v>-1.1402288690664699</c:v>
                </c:pt>
                <c:pt idx="25">
                  <c:v>1.2966806001278264</c:v>
                </c:pt>
                <c:pt idx="26">
                  <c:v>-1.7956603470172054</c:v>
                </c:pt>
                <c:pt idx="27">
                  <c:v>-1.509605768251479</c:v>
                </c:pt>
                <c:pt idx="28">
                  <c:v>-0.3739748452946452</c:v>
                </c:pt>
                <c:pt idx="29">
                  <c:v>1.1633235891406346</c:v>
                </c:pt>
                <c:pt idx="30">
                  <c:v>0.63188512976726474</c:v>
                </c:pt>
                <c:pt idx="31">
                  <c:v>1.8322854544573213</c:v>
                </c:pt>
                <c:pt idx="32">
                  <c:v>2.4025563339279166</c:v>
                </c:pt>
                <c:pt idx="33">
                  <c:v>1.412778142516897</c:v>
                </c:pt>
                <c:pt idx="34">
                  <c:v>0.97991693930511681</c:v>
                </c:pt>
                <c:pt idx="35">
                  <c:v>-0.49604239005439871</c:v>
                </c:pt>
                <c:pt idx="36">
                  <c:v>-1.0784070520190212</c:v>
                </c:pt>
                <c:pt idx="37">
                  <c:v>-1.9627613515239384</c:v>
                </c:pt>
                <c:pt idx="38">
                  <c:v>-1.4632398788366379</c:v>
                </c:pt>
                <c:pt idx="39">
                  <c:v>-1.3521461288187386</c:v>
                </c:pt>
                <c:pt idx="40">
                  <c:v>1.7517276548917697</c:v>
                </c:pt>
                <c:pt idx="41">
                  <c:v>0.75989305426910336</c:v>
                </c:pt>
                <c:pt idx="42">
                  <c:v>-6.488028394272187E-2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600-4BCB-AB95-712E45C587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inorUnit val="0.25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xt!$D$3:$D$45</c:f>
              <c:numCache>
                <c:formatCode>General</c:formatCode>
                <c:ptCount val="43"/>
                <c:pt idx="15" formatCode="0.000">
                  <c:v>3.5483722979999999</c:v>
                </c:pt>
                <c:pt idx="16" formatCode="0.000">
                  <c:v>4.2029900500000004</c:v>
                </c:pt>
                <c:pt idx="17" formatCode="0.000">
                  <c:v>1.1105319810000001</c:v>
                </c:pt>
                <c:pt idx="18" formatCode="0.000">
                  <c:v>-1.7162469950000001</c:v>
                </c:pt>
                <c:pt idx="19" formatCode="0.000">
                  <c:v>-2.8198065849999998</c:v>
                </c:pt>
                <c:pt idx="20" formatCode="0.000">
                  <c:v>-1.6803027349999999</c:v>
                </c:pt>
                <c:pt idx="21" formatCode="0.000">
                  <c:v>-1.6704150069999999</c:v>
                </c:pt>
                <c:pt idx="22" formatCode="0.000">
                  <c:v>-3.2022130450000001</c:v>
                </c:pt>
                <c:pt idx="23" formatCode="0.000">
                  <c:v>-2.9352892970000002</c:v>
                </c:pt>
                <c:pt idx="24" formatCode="0.000">
                  <c:v>-1.596421914</c:v>
                </c:pt>
                <c:pt idx="25" formatCode="0.000">
                  <c:v>1.4324110590000001</c:v>
                </c:pt>
                <c:pt idx="26" formatCode="0.000">
                  <c:v>4.819271906</c:v>
                </c:pt>
                <c:pt idx="27" formatCode="0.000">
                  <c:v>7.1396240439999996</c:v>
                </c:pt>
                <c:pt idx="28" formatCode="0.000">
                  <c:v>6.8893028550000004</c:v>
                </c:pt>
                <c:pt idx="29" formatCode="0.000">
                  <c:v>-0.40285855500000001</c:v>
                </c:pt>
                <c:pt idx="30" formatCode="0.000">
                  <c:v>-3.5270274999999997E-2</c:v>
                </c:pt>
                <c:pt idx="31" formatCode="0.000">
                  <c:v>-0.16889194699999999</c:v>
                </c:pt>
                <c:pt idx="32" formatCode="0.000">
                  <c:v>-2.632389726</c:v>
                </c:pt>
                <c:pt idx="33" formatCode="0.000">
                  <c:v>-4.2748245049999998</c:v>
                </c:pt>
                <c:pt idx="34" formatCode="0.000">
                  <c:v>-3.8189861810000001</c:v>
                </c:pt>
                <c:pt idx="35" formatCode="0.000">
                  <c:v>-0.66276045500000003</c:v>
                </c:pt>
                <c:pt idx="36" formatCode="0.000">
                  <c:v>-9.1907655000000005E-2</c:v>
                </c:pt>
                <c:pt idx="37" formatCode="0.000">
                  <c:v>1.900369194</c:v>
                </c:pt>
                <c:pt idx="38" formatCode="0.000">
                  <c:v>2.0383456390000001</c:v>
                </c:pt>
                <c:pt idx="39" formatCode="0.000">
                  <c:v>2.8468622899999998</c:v>
                </c:pt>
                <c:pt idx="40" formatCode="0.000">
                  <c:v>-0.60098437000000005</c:v>
                </c:pt>
                <c:pt idx="41" formatCode="0.000">
                  <c:v>0.79681679699999997</c:v>
                </c:pt>
                <c:pt idx="42" formatCode="0.000">
                  <c:v>0.39664054500000001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D41-4B42-8C61-461A9B82A3AF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xt!$D$51:$D$93</c:f>
              <c:numCache>
                <c:formatCode>General</c:formatCode>
                <c:ptCount val="43"/>
                <c:pt idx="15" formatCode="0.00">
                  <c:v>2.6761901152274992</c:v>
                </c:pt>
                <c:pt idx="16" formatCode="0.00">
                  <c:v>4.4389781723545312</c:v>
                </c:pt>
                <c:pt idx="17" formatCode="0.00">
                  <c:v>1.1537121304570492</c:v>
                </c:pt>
                <c:pt idx="18" formatCode="0.00">
                  <c:v>-1.8901909050312804</c:v>
                </c:pt>
                <c:pt idx="19" formatCode="0.00">
                  <c:v>-3.2710989790555685</c:v>
                </c:pt>
                <c:pt idx="20" formatCode="0.00">
                  <c:v>-2.3080045254027941</c:v>
                </c:pt>
                <c:pt idx="21" formatCode="0.00">
                  <c:v>-2.3899998288300988</c:v>
                </c:pt>
                <c:pt idx="22" formatCode="0.00">
                  <c:v>-3.9950998625437051</c:v>
                </c:pt>
                <c:pt idx="23" formatCode="0.00">
                  <c:v>-3.7951097674729137</c:v>
                </c:pt>
                <c:pt idx="24" formatCode="0.00">
                  <c:v>-2.4750701645221214</c:v>
                </c:pt>
                <c:pt idx="25" formatCode="0.00">
                  <c:v>0.62093147269327809</c:v>
                </c:pt>
                <c:pt idx="26" formatCode="0.00">
                  <c:v>4.1639847638800118</c:v>
                </c:pt>
                <c:pt idx="27" formatCode="0.00">
                  <c:v>6.9121147231734446</c:v>
                </c:pt>
                <c:pt idx="28" formatCode="0.00">
                  <c:v>7.0686505358452267</c:v>
                </c:pt>
                <c:pt idx="29" formatCode="0.00">
                  <c:v>-0.15888724734643983</c:v>
                </c:pt>
                <c:pt idx="30" formatCode="0.00">
                  <c:v>0.221162002250266</c:v>
                </c:pt>
                <c:pt idx="31" formatCode="0.00">
                  <c:v>5.275869652251948E-2</c:v>
                </c:pt>
                <c:pt idx="32" formatCode="0.00">
                  <c:v>-2.5792861217336118</c:v>
                </c:pt>
                <c:pt idx="33" formatCode="0.00">
                  <c:v>-4.4703665359917988</c:v>
                </c:pt>
                <c:pt idx="34" formatCode="0.00">
                  <c:v>-4.2367267048371824</c:v>
                </c:pt>
                <c:pt idx="35" formatCode="0.00">
                  <c:v>-1.1405639769781359</c:v>
                </c:pt>
                <c:pt idx="36" formatCode="0.00">
                  <c:v>-0.73336008403373409</c:v>
                </c:pt>
                <c:pt idx="37" formatCode="0.00">
                  <c:v>2.2584837330039225</c:v>
                </c:pt>
                <c:pt idx="38" formatCode="0.00">
                  <c:v>3.4714122214891554</c:v>
                </c:pt>
                <c:pt idx="39" formatCode="0.00">
                  <c:v>4.6203240406685415</c:v>
                </c:pt>
                <c:pt idx="40" formatCode="0.00">
                  <c:v>-2.8782789044042483</c:v>
                </c:pt>
                <c:pt idx="41" formatCode="0.00">
                  <c:v>-1.1461823218006757</c:v>
                </c:pt>
                <c:pt idx="42" formatCode="0.00">
                  <c:v>-0.53918673476012102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D41-4B42-8C61-461A9B82A3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380-465A-A8E3-0BA28AF9F9C0}"/>
            </c:ext>
          </c:extLst>
        </c:ser>
        <c:ser>
          <c:idx val="1"/>
          <c:order val="1"/>
          <c:tx>
            <c:v>gt2</c:v>
          </c:tx>
          <c:spPr>
            <a:ln w="22225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gt!$D$3:$D$45</c:f>
              <c:numCache>
                <c:formatCode>General</c:formatCode>
                <c:ptCount val="43"/>
                <c:pt idx="15" formatCode="0.000">
                  <c:v>8.6837126791136274</c:v>
                </c:pt>
                <c:pt idx="16" formatCode="0.000">
                  <c:v>-1.3570336993934686</c:v>
                </c:pt>
                <c:pt idx="17" formatCode="0.000">
                  <c:v>-2.220169431031136</c:v>
                </c:pt>
                <c:pt idx="18" formatCode="0.000">
                  <c:v>-2.7900549522087181</c:v>
                </c:pt>
                <c:pt idx="19" formatCode="0.000">
                  <c:v>-3.7789527489079875</c:v>
                </c:pt>
                <c:pt idx="20" formatCode="0.000">
                  <c:v>-3.4345785362037464</c:v>
                </c:pt>
                <c:pt idx="21" formatCode="0.000">
                  <c:v>-0.88189401988830529</c:v>
                </c:pt>
                <c:pt idx="22" formatCode="0.000">
                  <c:v>-0.18489902064759617</c:v>
                </c:pt>
                <c:pt idx="23" formatCode="0.000">
                  <c:v>4.4658289739516901</c:v>
                </c:pt>
                <c:pt idx="24" formatCode="0.000">
                  <c:v>-1.5930124939225532</c:v>
                </c:pt>
                <c:pt idx="25" formatCode="0.000">
                  <c:v>-6.3405766053688375E-2</c:v>
                </c:pt>
                <c:pt idx="26" formatCode="0.000">
                  <c:v>0.58219805331609664</c:v>
                </c:pt>
                <c:pt idx="27" formatCode="0.000">
                  <c:v>0.68860186224266839</c:v>
                </c:pt>
                <c:pt idx="28" formatCode="0.000">
                  <c:v>1.2193620638690668</c:v>
                </c:pt>
                <c:pt idx="29" formatCode="0.000">
                  <c:v>1.8647884640350405</c:v>
                </c:pt>
                <c:pt idx="30" formatCode="0.000">
                  <c:v>1.3387299612090813</c:v>
                </c:pt>
                <c:pt idx="31" formatCode="0.000">
                  <c:v>0.88907944088935653</c:v>
                </c:pt>
                <c:pt idx="32" formatCode="0.000">
                  <c:v>1.3219532104879836</c:v>
                </c:pt>
                <c:pt idx="33" formatCode="0.000">
                  <c:v>-1.4588600444040893</c:v>
                </c:pt>
                <c:pt idx="34" formatCode="0.000">
                  <c:v>-1.2997851750368032</c:v>
                </c:pt>
                <c:pt idx="35" formatCode="0.000">
                  <c:v>-0.59215515237932148</c:v>
                </c:pt>
                <c:pt idx="36" formatCode="0.000">
                  <c:v>-2.6745245554094002</c:v>
                </c:pt>
                <c:pt idx="37" formatCode="0.000">
                  <c:v>-2.399257690188048</c:v>
                </c:pt>
                <c:pt idx="38" formatCode="0.000">
                  <c:v>-0.62187754135972317</c:v>
                </c:pt>
                <c:pt idx="39" formatCode="0.000">
                  <c:v>-0.13281180757545341</c:v>
                </c:pt>
                <c:pt idx="40" formatCode="0.000">
                  <c:v>2.3283670673153805</c:v>
                </c:pt>
                <c:pt idx="41" formatCode="0.000">
                  <c:v>1.883446724376971</c:v>
                </c:pt>
                <c:pt idx="42" formatCode="0.000">
                  <c:v>-0.26088919019658702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380-465A-A8E3-0BA28AF9F9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8C6-49A1-BE84-5741FD657C9D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gt!$E$3:$E$45</c:f>
              <c:numCache>
                <c:formatCode>0.000</c:formatCode>
                <c:ptCount val="43"/>
                <c:pt idx="0">
                  <c:v>-1.7631528236901413</c:v>
                </c:pt>
                <c:pt idx="1">
                  <c:v>-0.24784011559570643</c:v>
                </c:pt>
                <c:pt idx="2">
                  <c:v>1.5069663453892357</c:v>
                </c:pt>
                <c:pt idx="3">
                  <c:v>1.5776742818154765</c:v>
                </c:pt>
                <c:pt idx="4">
                  <c:v>0.93445417178508716</c:v>
                </c:pt>
                <c:pt idx="5">
                  <c:v>0.84339210995735792</c:v>
                </c:pt>
                <c:pt idx="6">
                  <c:v>-0.83416069497854928</c:v>
                </c:pt>
                <c:pt idx="7">
                  <c:v>-0.81054450948423851</c:v>
                </c:pt>
                <c:pt idx="8">
                  <c:v>-2.0825715976813049E-2</c:v>
                </c:pt>
                <c:pt idx="9">
                  <c:v>-0.93041835195643874</c:v>
                </c:pt>
                <c:pt idx="10">
                  <c:v>-1.7261043511647152</c:v>
                </c:pt>
                <c:pt idx="11">
                  <c:v>-1.9227240266062335</c:v>
                </c:pt>
                <c:pt idx="12">
                  <c:v>-1.2719362982343771</c:v>
                </c:pt>
                <c:pt idx="13">
                  <c:v>0.26581298785813218</c:v>
                </c:pt>
                <c:pt idx="14">
                  <c:v>1.9433688943943057</c:v>
                </c:pt>
                <c:pt idx="15">
                  <c:v>1.67445298278257</c:v>
                </c:pt>
                <c:pt idx="16">
                  <c:v>1.697486633322107</c:v>
                </c:pt>
                <c:pt idx="17">
                  <c:v>0.46658377565738096</c:v>
                </c:pt>
                <c:pt idx="18">
                  <c:v>0.3469484352286592</c:v>
                </c:pt>
                <c:pt idx="19">
                  <c:v>0.34963637945773296</c:v>
                </c:pt>
                <c:pt idx="20">
                  <c:v>-0.17323237548475584</c:v>
                </c:pt>
                <c:pt idx="21">
                  <c:v>-0.18789531011399838</c:v>
                </c:pt>
                <c:pt idx="22">
                  <c:v>-0.14680869761242982</c:v>
                </c:pt>
                <c:pt idx="23">
                  <c:v>-9.9423603137671776E-2</c:v>
                </c:pt>
                <c:pt idx="24">
                  <c:v>6.6059785414808059E-2</c:v>
                </c:pt>
                <c:pt idx="25">
                  <c:v>-1.0874049018728651</c:v>
                </c:pt>
                <c:pt idx="26">
                  <c:v>-1.1600024732018541</c:v>
                </c:pt>
                <c:pt idx="27">
                  <c:v>-1.6138423026709476</c:v>
                </c:pt>
                <c:pt idx="28">
                  <c:v>-1.7756157404540129</c:v>
                </c:pt>
                <c:pt idx="29">
                  <c:v>0.88509962344977666</c:v>
                </c:pt>
                <c:pt idx="30">
                  <c:v>1.3107273050750807</c:v>
                </c:pt>
                <c:pt idx="31">
                  <c:v>1.1345852807085766</c:v>
                </c:pt>
                <c:pt idx="32">
                  <c:v>2.2083680990491925</c:v>
                </c:pt>
                <c:pt idx="33">
                  <c:v>0.10746216754360594</c:v>
                </c:pt>
                <c:pt idx="34">
                  <c:v>-6.1564733209025918E-3</c:v>
                </c:pt>
                <c:pt idx="35">
                  <c:v>0.24352982158177558</c:v>
                </c:pt>
                <c:pt idx="36">
                  <c:v>-0.36332163365604436</c:v>
                </c:pt>
                <c:pt idx="37">
                  <c:v>-1.068009294257422</c:v>
                </c:pt>
                <c:pt idx="38">
                  <c:v>-0.25816846204331689</c:v>
                </c:pt>
                <c:pt idx="39">
                  <c:v>-0.56298154629368646</c:v>
                </c:pt>
                <c:pt idx="40">
                  <c:v>1.8490650000758762</c:v>
                </c:pt>
                <c:pt idx="41">
                  <c:v>1.3772558849151615</c:v>
                </c:pt>
                <c:pt idx="42">
                  <c:v>-2.2466620247450426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8C6-49A1-BE84-5741FD657C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7B2-42E8-B94E-B251B79A0AE4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gt!$F$3:$F$45</c:f>
              <c:numCache>
                <c:formatCode>General</c:formatCode>
                <c:ptCount val="43"/>
                <c:pt idx="15" formatCode="0.000">
                  <c:v>1.3694553811015047</c:v>
                </c:pt>
                <c:pt idx="16" formatCode="0.000">
                  <c:v>-0.17366213251990292</c:v>
                </c:pt>
                <c:pt idx="17" formatCode="0.000">
                  <c:v>-0.72451707631562412</c:v>
                </c:pt>
                <c:pt idx="18" formatCode="0.000">
                  <c:v>1.7801496254692393</c:v>
                </c:pt>
                <c:pt idx="19" formatCode="0.000">
                  <c:v>1.2254190399722218</c:v>
                </c:pt>
                <c:pt idx="20" formatCode="0.000">
                  <c:v>-1.4457656280333437</c:v>
                </c:pt>
                <c:pt idx="21" formatCode="0.000">
                  <c:v>-2.6442063012862631</c:v>
                </c:pt>
                <c:pt idx="22" formatCode="0.000">
                  <c:v>-1.2497483544738113</c:v>
                </c:pt>
                <c:pt idx="23" formatCode="0.000">
                  <c:v>-1.2808239773290619</c:v>
                </c:pt>
                <c:pt idx="24" formatCode="0.000">
                  <c:v>-1.6897762578608124</c:v>
                </c:pt>
                <c:pt idx="25" formatCode="0.000">
                  <c:v>-0.50978971453961619</c:v>
                </c:pt>
                <c:pt idx="26" formatCode="0.000">
                  <c:v>0.840900305589946</c:v>
                </c:pt>
                <c:pt idx="27" formatCode="0.000">
                  <c:v>2.2034214628884525</c:v>
                </c:pt>
                <c:pt idx="28" formatCode="0.000">
                  <c:v>5.035071690960887</c:v>
                </c:pt>
                <c:pt idx="29" formatCode="0.000">
                  <c:v>4.3161072103238833</c:v>
                </c:pt>
                <c:pt idx="30" formatCode="0.000">
                  <c:v>-1.3567077344536553</c:v>
                </c:pt>
                <c:pt idx="31" formatCode="0.000">
                  <c:v>-2.3772220875326995</c:v>
                </c:pt>
                <c:pt idx="32" formatCode="0.000">
                  <c:v>-0.30313994534713168</c:v>
                </c:pt>
                <c:pt idx="33" formatCode="0.000">
                  <c:v>-1.6221136401940026</c:v>
                </c:pt>
                <c:pt idx="34" formatCode="0.000">
                  <c:v>-2.2548473448215574</c:v>
                </c:pt>
                <c:pt idx="35" formatCode="0.000">
                  <c:v>-1.0193883878569383</c:v>
                </c:pt>
                <c:pt idx="36" formatCode="0.000">
                  <c:v>-1.2524414514008422</c:v>
                </c:pt>
                <c:pt idx="37" formatCode="0.000">
                  <c:v>-0.56668206044522762</c:v>
                </c:pt>
                <c:pt idx="38" formatCode="0.000">
                  <c:v>-0.48694514207284323</c:v>
                </c:pt>
                <c:pt idx="39" formatCode="0.000">
                  <c:v>-0.49026777788446047</c:v>
                </c:pt>
                <c:pt idx="40" formatCode="0.000">
                  <c:v>3.4208931176169353</c:v>
                </c:pt>
                <c:pt idx="41" formatCode="0.000">
                  <c:v>1.9118659325900826</c:v>
                </c:pt>
                <c:pt idx="42" formatCode="0.000">
                  <c:v>-1.7020571177946229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7B2-42E8-B94E-B251B79A0A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E3F-45A2-A6A8-52B99D31C586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gt!$G$3:$G$45</c:f>
              <c:numCache>
                <c:formatCode>0.000</c:formatCode>
                <c:ptCount val="43"/>
                <c:pt idx="0">
                  <c:v>0.20556448925815263</c:v>
                </c:pt>
                <c:pt idx="1">
                  <c:v>-1.0803927961780808</c:v>
                </c:pt>
                <c:pt idx="2">
                  <c:v>-0.27697143186024165</c:v>
                </c:pt>
                <c:pt idx="3">
                  <c:v>0.53532387715684604</c:v>
                </c:pt>
                <c:pt idx="4">
                  <c:v>-0.938117592334897</c:v>
                </c:pt>
                <c:pt idx="5">
                  <c:v>0.4179040036749907</c:v>
                </c:pt>
                <c:pt idx="6">
                  <c:v>0.27081188817930502</c:v>
                </c:pt>
                <c:pt idx="7">
                  <c:v>0.94773746221343147</c:v>
                </c:pt>
                <c:pt idx="8">
                  <c:v>0.16847798594068392</c:v>
                </c:pt>
                <c:pt idx="9">
                  <c:v>-1.8820089956747215</c:v>
                </c:pt>
                <c:pt idx="10">
                  <c:v>-3.1480653320778034</c:v>
                </c:pt>
                <c:pt idx="11">
                  <c:v>0.69608738729301967</c:v>
                </c:pt>
                <c:pt idx="12">
                  <c:v>2.2152086213356346</c:v>
                </c:pt>
                <c:pt idx="13">
                  <c:v>3.0927313255054067</c:v>
                </c:pt>
                <c:pt idx="14">
                  <c:v>2.6712523165680211</c:v>
                </c:pt>
                <c:pt idx="15">
                  <c:v>1.844128396335972</c:v>
                </c:pt>
                <c:pt idx="16">
                  <c:v>1.4373669721015905</c:v>
                </c:pt>
                <c:pt idx="17">
                  <c:v>0.49351198668779273</c:v>
                </c:pt>
                <c:pt idx="18">
                  <c:v>-1.0253982901220151</c:v>
                </c:pt>
                <c:pt idx="19">
                  <c:v>-1.0223687890139153</c:v>
                </c:pt>
                <c:pt idx="20">
                  <c:v>-2.0977826766094188</c:v>
                </c:pt>
                <c:pt idx="21">
                  <c:v>-2.5029675004260499</c:v>
                </c:pt>
                <c:pt idx="22">
                  <c:v>-1.5719758951311693</c:v>
                </c:pt>
                <c:pt idx="23">
                  <c:v>-1.0001958507896118</c:v>
                </c:pt>
                <c:pt idx="24">
                  <c:v>-0.48656165586182815</c:v>
                </c:pt>
                <c:pt idx="25">
                  <c:v>0.49667534584048095</c:v>
                </c:pt>
                <c:pt idx="26">
                  <c:v>0.13566412196050764</c:v>
                </c:pt>
                <c:pt idx="27">
                  <c:v>-0.29233480456268984</c:v>
                </c:pt>
                <c:pt idx="28">
                  <c:v>2.8192542880929625E-2</c:v>
                </c:pt>
                <c:pt idx="29">
                  <c:v>0.74525264669050617</c:v>
                </c:pt>
                <c:pt idx="30">
                  <c:v>1.0324346299145666</c:v>
                </c:pt>
                <c:pt idx="31">
                  <c:v>1.0487352669985703</c:v>
                </c:pt>
                <c:pt idx="32">
                  <c:v>1.1489680040322809</c:v>
                </c:pt>
                <c:pt idx="33">
                  <c:v>1.2021103980532304</c:v>
                </c:pt>
                <c:pt idx="34">
                  <c:v>0.73681844945600861</c:v>
                </c:pt>
                <c:pt idx="35">
                  <c:v>-0.36532315423751305</c:v>
                </c:pt>
                <c:pt idx="36">
                  <c:v>-0.19787182690596267</c:v>
                </c:pt>
                <c:pt idx="37">
                  <c:v>-0.97504947390027097</c:v>
                </c:pt>
                <c:pt idx="38">
                  <c:v>-1.0806343428188334</c:v>
                </c:pt>
                <c:pt idx="39">
                  <c:v>-0.9223957283412354</c:v>
                </c:pt>
                <c:pt idx="40">
                  <c:v>1.1519779265603443</c:v>
                </c:pt>
                <c:pt idx="41">
                  <c:v>0.89309361117019204</c:v>
                </c:pt>
                <c:pt idx="42">
                  <c:v>-1.1090329387524915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E3F-45A2-A6A8-52B99D31C5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F27-4D17-8464-EEF42C0CF2F5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gt!$H$3:$H$45</c:f>
              <c:numCache>
                <c:formatCode>0.000</c:formatCode>
                <c:ptCount val="43"/>
                <c:pt idx="0">
                  <c:v>-1.1349079133845696</c:v>
                </c:pt>
                <c:pt idx="1">
                  <c:v>0.21181549598110982</c:v>
                </c:pt>
                <c:pt idx="2">
                  <c:v>1.0265552575030619</c:v>
                </c:pt>
                <c:pt idx="3">
                  <c:v>0.51949874498876802</c:v>
                </c:pt>
                <c:pt idx="4">
                  <c:v>0.62286083802506398</c:v>
                </c:pt>
                <c:pt idx="5">
                  <c:v>0.53825080155810401</c:v>
                </c:pt>
                <c:pt idx="6">
                  <c:v>-0.19384370545969593</c:v>
                </c:pt>
                <c:pt idx="7">
                  <c:v>-0.95989237627836976</c:v>
                </c:pt>
                <c:pt idx="8">
                  <c:v>-0.71678805373626342</c:v>
                </c:pt>
                <c:pt idx="9">
                  <c:v>-1.1744592347460434</c:v>
                </c:pt>
                <c:pt idx="10">
                  <c:v>-0.49296159236002013</c:v>
                </c:pt>
                <c:pt idx="11">
                  <c:v>-0.24996408037363366</c:v>
                </c:pt>
                <c:pt idx="12">
                  <c:v>0.48066095896324346</c:v>
                </c:pt>
                <c:pt idx="13">
                  <c:v>1.3738471142147994</c:v>
                </c:pt>
                <c:pt idx="14">
                  <c:v>0.70942766303678373</c:v>
                </c:pt>
                <c:pt idx="15">
                  <c:v>0.74212051769677734</c:v>
                </c:pt>
                <c:pt idx="16">
                  <c:v>0.34959469562074647</c:v>
                </c:pt>
                <c:pt idx="17">
                  <c:v>6.9947460305585921E-2</c:v>
                </c:pt>
                <c:pt idx="18">
                  <c:v>-0.7832908033798136</c:v>
                </c:pt>
                <c:pt idx="19">
                  <c:v>-0.41259499575604403</c:v>
                </c:pt>
                <c:pt idx="20">
                  <c:v>-0.48015029977163781</c:v>
                </c:pt>
                <c:pt idx="21">
                  <c:v>-0.49664127662939794</c:v>
                </c:pt>
                <c:pt idx="22">
                  <c:v>5.8046891618764862E-2</c:v>
                </c:pt>
                <c:pt idx="23">
                  <c:v>-0.15342145964296056</c:v>
                </c:pt>
                <c:pt idx="24">
                  <c:v>-6.6888390085788715E-2</c:v>
                </c:pt>
                <c:pt idx="25">
                  <c:v>2.5215086923608174E-2</c:v>
                </c:pt>
                <c:pt idx="26">
                  <c:v>-0.17637966925539567</c:v>
                </c:pt>
                <c:pt idx="27">
                  <c:v>-0.2528397512811294</c:v>
                </c:pt>
                <c:pt idx="28">
                  <c:v>-0.38981045443869522</c:v>
                </c:pt>
                <c:pt idx="29">
                  <c:v>0.87593177683408618</c:v>
                </c:pt>
                <c:pt idx="30">
                  <c:v>0.74302155945169834</c:v>
                </c:pt>
                <c:pt idx="31">
                  <c:v>0.4874592154184893</c:v>
                </c:pt>
                <c:pt idx="32">
                  <c:v>0.66062778191836469</c:v>
                </c:pt>
                <c:pt idx="33">
                  <c:v>0.33455646567218694</c:v>
                </c:pt>
                <c:pt idx="34">
                  <c:v>0.12577311533940877</c:v>
                </c:pt>
                <c:pt idx="35">
                  <c:v>-0.37263568843611539</c:v>
                </c:pt>
                <c:pt idx="36">
                  <c:v>-0.57056425756593265</c:v>
                </c:pt>
                <c:pt idx="37">
                  <c:v>-0.17447692999234737</c:v>
                </c:pt>
                <c:pt idx="38">
                  <c:v>-0.70808418161401621</c:v>
                </c:pt>
                <c:pt idx="39">
                  <c:v>-0.70641561921717633</c:v>
                </c:pt>
                <c:pt idx="40">
                  <c:v>-9.2735981473937412E-2</c:v>
                </c:pt>
                <c:pt idx="41">
                  <c:v>0.55402182303811776</c:v>
                </c:pt>
                <c:pt idx="42">
                  <c:v>0.44788999682096214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F27-4D17-8464-EEF42C0CF2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A13-4D95-9FA2-3DBE71ACF58C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gt!$I$3:$I$45</c:f>
              <c:numCache>
                <c:formatCode>General</c:formatCode>
                <c:ptCount val="43"/>
                <c:pt idx="11" formatCode="0.000">
                  <c:v>-1.5022788735761077</c:v>
                </c:pt>
                <c:pt idx="12" formatCode="0.000">
                  <c:v>-0.70051936949282689</c:v>
                </c:pt>
                <c:pt idx="13" formatCode="0.000">
                  <c:v>-1.2071837275420267</c:v>
                </c:pt>
                <c:pt idx="14" formatCode="0.000">
                  <c:v>-0.88968465370969019</c:v>
                </c:pt>
                <c:pt idx="15" formatCode="0.000">
                  <c:v>5.890883317358016</c:v>
                </c:pt>
                <c:pt idx="16" formatCode="0.000">
                  <c:v>-9.9482868276855985E-2</c:v>
                </c:pt>
                <c:pt idx="17" formatCode="0.000">
                  <c:v>-0.67045594997725577</c:v>
                </c:pt>
                <c:pt idx="18" formatCode="0.000">
                  <c:v>-0.62309074345050008</c:v>
                </c:pt>
                <c:pt idx="19" formatCode="0.000">
                  <c:v>-8.6320419652970382E-2</c:v>
                </c:pt>
                <c:pt idx="20" formatCode="0.000">
                  <c:v>0.45909679650897212</c:v>
                </c:pt>
                <c:pt idx="21" formatCode="0.000">
                  <c:v>0.59957785206150216</c:v>
                </c:pt>
                <c:pt idx="22" formatCode="0.000">
                  <c:v>0.70650803461117739</c:v>
                </c:pt>
                <c:pt idx="23" formatCode="0.000">
                  <c:v>0.58496834186744828</c:v>
                </c:pt>
                <c:pt idx="24" formatCode="0.000">
                  <c:v>-0.56986276014262327</c:v>
                </c:pt>
                <c:pt idx="25" formatCode="0.000">
                  <c:v>-0.40715359445576904</c:v>
                </c:pt>
                <c:pt idx="26" formatCode="0.000">
                  <c:v>-0.48488494524974696</c:v>
                </c:pt>
                <c:pt idx="27" formatCode="0.000">
                  <c:v>-1.2589257640029679</c:v>
                </c:pt>
                <c:pt idx="28" formatCode="0.000">
                  <c:v>-0.34075584758347166</c:v>
                </c:pt>
                <c:pt idx="29" formatCode="0.000">
                  <c:v>0.59421150785950194</c:v>
                </c:pt>
                <c:pt idx="30" formatCode="0.000">
                  <c:v>2.0467760784276132</c:v>
                </c:pt>
                <c:pt idx="31" formatCode="0.000">
                  <c:v>0.45556507832656601</c:v>
                </c:pt>
                <c:pt idx="32" formatCode="0.000">
                  <c:v>-0.15424748413912406</c:v>
                </c:pt>
                <c:pt idx="33" formatCode="0.000">
                  <c:v>-0.49147062711205397</c:v>
                </c:pt>
                <c:pt idx="34" formatCode="0.000">
                  <c:v>-0.79219673262607393</c:v>
                </c:pt>
                <c:pt idx="35" formatCode="0.000">
                  <c:v>-1.0435136809914207</c:v>
                </c:pt>
                <c:pt idx="36" formatCode="0.000">
                  <c:v>-0.69905654572191489</c:v>
                </c:pt>
                <c:pt idx="37" formatCode="0.000">
                  <c:v>-0.64772783362937514</c:v>
                </c:pt>
                <c:pt idx="38" formatCode="0.000">
                  <c:v>-1.1079918583292789</c:v>
                </c:pt>
                <c:pt idx="39" formatCode="0.000">
                  <c:v>-1.0656836817405062</c:v>
                </c:pt>
                <c:pt idx="40" formatCode="0.000">
                  <c:v>1.328467496942547</c:v>
                </c:pt>
                <c:pt idx="41" formatCode="0.000">
                  <c:v>2.092164866605537</c:v>
                </c:pt>
                <c:pt idx="42" formatCode="0.000">
                  <c:v>0.29708449771582596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A13-4D95-9FA2-3DBE71ACF5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CCA-4F36-95FB-E4C52C347F74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gt!$J$3:$J$45</c:f>
              <c:numCache>
                <c:formatCode>0.000</c:formatCode>
                <c:ptCount val="43"/>
                <c:pt idx="0">
                  <c:v>-0.86759087565834847</c:v>
                </c:pt>
                <c:pt idx="1">
                  <c:v>0.93489652775774135</c:v>
                </c:pt>
                <c:pt idx="2">
                  <c:v>-8.1749846824334269E-2</c:v>
                </c:pt>
                <c:pt idx="3">
                  <c:v>-0.19936419612947373</c:v>
                </c:pt>
                <c:pt idx="4">
                  <c:v>0.78942069317296215</c:v>
                </c:pt>
                <c:pt idx="5">
                  <c:v>2.5441626380742322</c:v>
                </c:pt>
                <c:pt idx="6">
                  <c:v>1.0041610092354976</c:v>
                </c:pt>
                <c:pt idx="7">
                  <c:v>-0.7786447170084756</c:v>
                </c:pt>
                <c:pt idx="8">
                  <c:v>-0.87833358997872113</c:v>
                </c:pt>
                <c:pt idx="9">
                  <c:v>-2.5585642241666425E-2</c:v>
                </c:pt>
                <c:pt idx="10">
                  <c:v>2.1660070116841763</c:v>
                </c:pt>
                <c:pt idx="11">
                  <c:v>-1.5804866037162795</c:v>
                </c:pt>
                <c:pt idx="12">
                  <c:v>-1.3697418756954147</c:v>
                </c:pt>
                <c:pt idx="13">
                  <c:v>-2.2525869518582113</c:v>
                </c:pt>
                <c:pt idx="14">
                  <c:v>-5.2823478341839358</c:v>
                </c:pt>
                <c:pt idx="15">
                  <c:v>2.8595653823614007</c:v>
                </c:pt>
                <c:pt idx="16">
                  <c:v>0.7641099646064462</c:v>
                </c:pt>
                <c:pt idx="17">
                  <c:v>-1.091990277894044</c:v>
                </c:pt>
                <c:pt idx="18">
                  <c:v>-0.34002347047413689</c:v>
                </c:pt>
                <c:pt idx="19">
                  <c:v>-0.32480555979764514</c:v>
                </c:pt>
                <c:pt idx="20">
                  <c:v>-0.56861006540693382</c:v>
                </c:pt>
                <c:pt idx="21">
                  <c:v>-1.2976215727327323</c:v>
                </c:pt>
                <c:pt idx="22">
                  <c:v>-1.7130457417547096</c:v>
                </c:pt>
                <c:pt idx="23">
                  <c:v>-0.10992577009880312</c:v>
                </c:pt>
                <c:pt idx="24">
                  <c:v>1.6179585873240172</c:v>
                </c:pt>
                <c:pt idx="25">
                  <c:v>-1.4722561944174635</c:v>
                </c:pt>
                <c:pt idx="26">
                  <c:v>-0.38649994268101695</c:v>
                </c:pt>
                <c:pt idx="27">
                  <c:v>2.3577363719531732</c:v>
                </c:pt>
                <c:pt idx="28">
                  <c:v>5.693962572836277</c:v>
                </c:pt>
                <c:pt idx="29">
                  <c:v>7.0188339626059983</c:v>
                </c:pt>
                <c:pt idx="30">
                  <c:v>3.704155035141103</c:v>
                </c:pt>
                <c:pt idx="31">
                  <c:v>1.262525167006191</c:v>
                </c:pt>
                <c:pt idx="32">
                  <c:v>-2.5621332176244676</c:v>
                </c:pt>
                <c:pt idx="33">
                  <c:v>-4.3767600040046322</c:v>
                </c:pt>
                <c:pt idx="34">
                  <c:v>-4.1771096412062496</c:v>
                </c:pt>
                <c:pt idx="35">
                  <c:v>-2.8701540038179321</c:v>
                </c:pt>
                <c:pt idx="36">
                  <c:v>-3.6715214343982936</c:v>
                </c:pt>
                <c:pt idx="37">
                  <c:v>-4.2806747028606944</c:v>
                </c:pt>
                <c:pt idx="38">
                  <c:v>-3.1192781747408671</c:v>
                </c:pt>
                <c:pt idx="39">
                  <c:v>-3.1094592493107518</c:v>
                </c:pt>
                <c:pt idx="40">
                  <c:v>3.3549742297707783</c:v>
                </c:pt>
                <c:pt idx="41">
                  <c:v>4.7628294193467857</c:v>
                </c:pt>
                <c:pt idx="42">
                  <c:v>2.319522375403567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CCA-4F36-95FB-E4C52C347F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506-4BA2-BDA9-2D415A051B25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gt!$K$3:$K$45</c:f>
              <c:numCache>
                <c:formatCode>General</c:formatCode>
                <c:ptCount val="43"/>
                <c:pt idx="15" formatCode="0.000">
                  <c:v>4.7500843883710679</c:v>
                </c:pt>
                <c:pt idx="16" formatCode="0.000">
                  <c:v>-0.81463414803737089</c:v>
                </c:pt>
                <c:pt idx="17" formatCode="0.000">
                  <c:v>-2.1765357577857145</c:v>
                </c:pt>
                <c:pt idx="18" formatCode="0.000">
                  <c:v>-0.52842636331293702</c:v>
                </c:pt>
                <c:pt idx="19" formatCode="0.000">
                  <c:v>-2.3093286005305211</c:v>
                </c:pt>
                <c:pt idx="20" formatCode="0.000">
                  <c:v>-3.3539890701393604</c:v>
                </c:pt>
                <c:pt idx="21" formatCode="0.000">
                  <c:v>-3.0566497612759771</c:v>
                </c:pt>
                <c:pt idx="22" formatCode="0.000">
                  <c:v>1.4049052669951569</c:v>
                </c:pt>
                <c:pt idx="23" formatCode="0.000">
                  <c:v>7.0783013588982457E-3</c:v>
                </c:pt>
                <c:pt idx="24" formatCode="0.000">
                  <c:v>0.63565154701215454</c:v>
                </c:pt>
                <c:pt idx="25" formatCode="0.000">
                  <c:v>2.0839279178908057</c:v>
                </c:pt>
                <c:pt idx="26" formatCode="0.000">
                  <c:v>4.9975659827869503</c:v>
                </c:pt>
                <c:pt idx="27" formatCode="0.000">
                  <c:v>2.9026882013966633</c:v>
                </c:pt>
                <c:pt idx="28" formatCode="0.000">
                  <c:v>1.6938815937041094</c:v>
                </c:pt>
                <c:pt idx="29" formatCode="0.000">
                  <c:v>-0.30331049114454445</c:v>
                </c:pt>
                <c:pt idx="30" formatCode="0.000">
                  <c:v>-1.9569484279218525</c:v>
                </c:pt>
                <c:pt idx="31" formatCode="0.000">
                  <c:v>-1.2603524755621252</c:v>
                </c:pt>
                <c:pt idx="32" formatCode="0.000">
                  <c:v>-2.4254885581129155</c:v>
                </c:pt>
                <c:pt idx="33" formatCode="0.000">
                  <c:v>-1.2742209153338362</c:v>
                </c:pt>
                <c:pt idx="34" formatCode="0.000">
                  <c:v>-2.9903604573227917E-2</c:v>
                </c:pt>
                <c:pt idx="35" formatCode="0.000">
                  <c:v>1.155105611561539</c:v>
                </c:pt>
                <c:pt idx="36" formatCode="0.000">
                  <c:v>-2.4300219011812603</c:v>
                </c:pt>
                <c:pt idx="37" formatCode="0.000">
                  <c:v>-1.6659979015374526</c:v>
                </c:pt>
                <c:pt idx="38" formatCode="0.000">
                  <c:v>-1.0758837734853892</c:v>
                </c:pt>
                <c:pt idx="39" formatCode="0.000">
                  <c:v>-0.19800560647891086</c:v>
                </c:pt>
                <c:pt idx="40" formatCode="0.000">
                  <c:v>1.5015030606978281</c:v>
                </c:pt>
                <c:pt idx="41" formatCode="0.000">
                  <c:v>0.39741212315176894</c:v>
                </c:pt>
                <c:pt idx="42" formatCode="0.000">
                  <c:v>1.5974946232577041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506-4BA2-BDA9-2D415A051B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  <a:prstDash val="dash"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F82-413A-BD54-7A863A9EEE27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gt!$L$3:$L$45</c:f>
              <c:numCache>
                <c:formatCode>0.000</c:formatCode>
                <c:ptCount val="43"/>
                <c:pt idx="0">
                  <c:v>5.9766204936216819E-3</c:v>
                </c:pt>
                <c:pt idx="1">
                  <c:v>0.9373342430318331</c:v>
                </c:pt>
                <c:pt idx="2">
                  <c:v>0.54404304436384843</c:v>
                </c:pt>
                <c:pt idx="3">
                  <c:v>-0.30577118450957552</c:v>
                </c:pt>
                <c:pt idx="4">
                  <c:v>-3.7221783551195675</c:v>
                </c:pt>
                <c:pt idx="5">
                  <c:v>-1.9490630052752473</c:v>
                </c:pt>
                <c:pt idx="6">
                  <c:v>1.1294230482969652</c:v>
                </c:pt>
                <c:pt idx="7">
                  <c:v>-0.35950048534751688</c:v>
                </c:pt>
                <c:pt idx="8">
                  <c:v>3.076733642953716</c:v>
                </c:pt>
                <c:pt idx="9">
                  <c:v>3.3128717926566535</c:v>
                </c:pt>
                <c:pt idx="10">
                  <c:v>2.1498446412034085</c:v>
                </c:pt>
                <c:pt idx="11">
                  <c:v>1.1145956344497421</c:v>
                </c:pt>
                <c:pt idx="12">
                  <c:v>0.24012523790723461</c:v>
                </c:pt>
                <c:pt idx="13">
                  <c:v>-5.6555687495169836E-2</c:v>
                </c:pt>
                <c:pt idx="14">
                  <c:v>1.0392857277197003E-2</c:v>
                </c:pt>
                <c:pt idx="15">
                  <c:v>-2.0958870551288618</c:v>
                </c:pt>
                <c:pt idx="16">
                  <c:v>-2.2325550874749731</c:v>
                </c:pt>
                <c:pt idx="17">
                  <c:v>-3.4459697161182841</c:v>
                </c:pt>
                <c:pt idx="18">
                  <c:v>-3.6195750900339068</c:v>
                </c:pt>
                <c:pt idx="19">
                  <c:v>0.40458036013617821</c:v>
                </c:pt>
                <c:pt idx="20">
                  <c:v>-0.32595593091432129</c:v>
                </c:pt>
                <c:pt idx="21">
                  <c:v>1.6579491357578551</c:v>
                </c:pt>
                <c:pt idx="22">
                  <c:v>-2.4825705273646834</c:v>
                </c:pt>
                <c:pt idx="23">
                  <c:v>-1.5907322284327088</c:v>
                </c:pt>
                <c:pt idx="24">
                  <c:v>-1.4098371255740583</c:v>
                </c:pt>
                <c:pt idx="25">
                  <c:v>-2.4318479102314146</c:v>
                </c:pt>
                <c:pt idx="26">
                  <c:v>-1.6494664205085108</c:v>
                </c:pt>
                <c:pt idx="27">
                  <c:v>0.33827234918749116</c:v>
                </c:pt>
                <c:pt idx="28">
                  <c:v>18.701916602121532</c:v>
                </c:pt>
                <c:pt idx="29">
                  <c:v>4.2466947949681231</c:v>
                </c:pt>
                <c:pt idx="30">
                  <c:v>-2.6316124021349063</c:v>
                </c:pt>
                <c:pt idx="31">
                  <c:v>-0.4506519337466901</c:v>
                </c:pt>
                <c:pt idx="32">
                  <c:v>-3.1679134444398773</c:v>
                </c:pt>
                <c:pt idx="33">
                  <c:v>-3.2233516204039967</c:v>
                </c:pt>
                <c:pt idx="34">
                  <c:v>-3.1957546247323485</c:v>
                </c:pt>
                <c:pt idx="35">
                  <c:v>-4.2783288559373203</c:v>
                </c:pt>
                <c:pt idx="36">
                  <c:v>0.56286043757481385</c:v>
                </c:pt>
                <c:pt idx="37">
                  <c:v>-0.69025883193424797</c:v>
                </c:pt>
                <c:pt idx="38">
                  <c:v>-0.30004678435954329</c:v>
                </c:pt>
                <c:pt idx="39">
                  <c:v>-0.99519544154736783</c:v>
                </c:pt>
                <c:pt idx="40">
                  <c:v>1.8044236503864584</c:v>
                </c:pt>
                <c:pt idx="41">
                  <c:v>1.2865369605174788</c:v>
                </c:pt>
                <c:pt idx="42">
                  <c:v>0.91654664380020501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F82-413A-BD54-7A863A9EEE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6DE-4E9F-9DE5-1C87BE4A6B24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gt!$M$3:$M$45</c:f>
              <c:numCache>
                <c:formatCode>0.000</c:formatCode>
                <c:ptCount val="43"/>
                <c:pt idx="0">
                  <c:v>-2.7639270691480431</c:v>
                </c:pt>
                <c:pt idx="1">
                  <c:v>-1.1758575956053854</c:v>
                </c:pt>
                <c:pt idx="2">
                  <c:v>1.2782711799947788</c:v>
                </c:pt>
                <c:pt idx="3">
                  <c:v>4.4170152389159237E-2</c:v>
                </c:pt>
                <c:pt idx="4">
                  <c:v>-0.47883433368304618</c:v>
                </c:pt>
                <c:pt idx="5">
                  <c:v>6.211161710535908</c:v>
                </c:pt>
                <c:pt idx="6">
                  <c:v>4.0088499186489024</c:v>
                </c:pt>
                <c:pt idx="7">
                  <c:v>1.1605391728434267</c:v>
                </c:pt>
                <c:pt idx="8">
                  <c:v>-0.67624014400618604</c:v>
                </c:pt>
                <c:pt idx="9">
                  <c:v>-4.2700128317574153</c:v>
                </c:pt>
                <c:pt idx="10">
                  <c:v>-0.62452491439536406</c:v>
                </c:pt>
                <c:pt idx="11">
                  <c:v>0.87853001512701523</c:v>
                </c:pt>
                <c:pt idx="12">
                  <c:v>2.2917376621298273</c:v>
                </c:pt>
                <c:pt idx="13">
                  <c:v>4.4787119801772239E-2</c:v>
                </c:pt>
                <c:pt idx="14">
                  <c:v>0.99629250884468146</c:v>
                </c:pt>
                <c:pt idx="15">
                  <c:v>-0.45521389015310765</c:v>
                </c:pt>
                <c:pt idx="16">
                  <c:v>-0.28985559920140491</c:v>
                </c:pt>
                <c:pt idx="17">
                  <c:v>-0.50671100876624364</c:v>
                </c:pt>
                <c:pt idx="18">
                  <c:v>-1.1983680924114433</c:v>
                </c:pt>
                <c:pt idx="19">
                  <c:v>-1.33370300828596</c:v>
                </c:pt>
                <c:pt idx="20">
                  <c:v>-2.3133108105077884</c:v>
                </c:pt>
                <c:pt idx="21">
                  <c:v>-1.1557932222438287</c:v>
                </c:pt>
                <c:pt idx="22">
                  <c:v>-0.80160144920806176</c:v>
                </c:pt>
                <c:pt idx="23">
                  <c:v>-2.3611808062041177</c:v>
                </c:pt>
                <c:pt idx="24">
                  <c:v>-2.2971279019796245</c:v>
                </c:pt>
                <c:pt idx="25">
                  <c:v>-2.4616370690160561</c:v>
                </c:pt>
                <c:pt idx="26">
                  <c:v>-2.3984818586679997</c:v>
                </c:pt>
                <c:pt idx="27">
                  <c:v>-0.47226633448478406</c:v>
                </c:pt>
                <c:pt idx="28">
                  <c:v>1.9065515429126978</c:v>
                </c:pt>
                <c:pt idx="29">
                  <c:v>3.5074058747578274</c:v>
                </c:pt>
                <c:pt idx="30">
                  <c:v>21.143041146652656</c:v>
                </c:pt>
                <c:pt idx="31">
                  <c:v>3.4460685356458431</c:v>
                </c:pt>
                <c:pt idx="32">
                  <c:v>-1.3783491258401344</c:v>
                </c:pt>
                <c:pt idx="33">
                  <c:v>-2.7891223080644618</c:v>
                </c:pt>
                <c:pt idx="34">
                  <c:v>-2.3027528865752585</c:v>
                </c:pt>
                <c:pt idx="35">
                  <c:v>-2.9477863450336224</c:v>
                </c:pt>
                <c:pt idx="36">
                  <c:v>-3.3424283714307501</c:v>
                </c:pt>
                <c:pt idx="37">
                  <c:v>-2.934982062153872</c:v>
                </c:pt>
                <c:pt idx="38">
                  <c:v>-1.8335953798902194</c:v>
                </c:pt>
                <c:pt idx="39">
                  <c:v>-1.927058046308546</c:v>
                </c:pt>
                <c:pt idx="40">
                  <c:v>2.055990347315555</c:v>
                </c:pt>
                <c:pt idx="41">
                  <c:v>2.0928785652810058</c:v>
                </c:pt>
                <c:pt idx="42">
                  <c:v>0.42279168578654602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6DE-4E9F-9DE5-1C87BE4A6B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xt!$E$3:$E$45</c:f>
              <c:numCache>
                <c:formatCode>0.000</c:formatCode>
                <c:ptCount val="43"/>
                <c:pt idx="0">
                  <c:v>0.41399999999999998</c:v>
                </c:pt>
                <c:pt idx="1">
                  <c:v>-2.7429999999999999</c:v>
                </c:pt>
                <c:pt idx="2">
                  <c:v>-1.76</c:v>
                </c:pt>
                <c:pt idx="3">
                  <c:v>-1.7929999999999999</c:v>
                </c:pt>
                <c:pt idx="4">
                  <c:v>-0.30199999999999999</c:v>
                </c:pt>
                <c:pt idx="5">
                  <c:v>1.1399999999999999</c:v>
                </c:pt>
                <c:pt idx="6">
                  <c:v>3.6869999999999998</c:v>
                </c:pt>
                <c:pt idx="7">
                  <c:v>1.9159999999999999</c:v>
                </c:pt>
                <c:pt idx="8">
                  <c:v>0.125</c:v>
                </c:pt>
                <c:pt idx="9">
                  <c:v>-0.88500000000000001</c:v>
                </c:pt>
                <c:pt idx="10">
                  <c:v>-1.1339999999999999</c:v>
                </c:pt>
                <c:pt idx="11">
                  <c:v>-1.53</c:v>
                </c:pt>
                <c:pt idx="12">
                  <c:v>-1.5269999999999999</c:v>
                </c:pt>
                <c:pt idx="13">
                  <c:v>-3.577</c:v>
                </c:pt>
                <c:pt idx="14">
                  <c:v>-0.88800000000000001</c:v>
                </c:pt>
                <c:pt idx="15">
                  <c:v>-0.433</c:v>
                </c:pt>
                <c:pt idx="16">
                  <c:v>-0.123</c:v>
                </c:pt>
                <c:pt idx="17">
                  <c:v>0.50900000000000001</c:v>
                </c:pt>
                <c:pt idx="18">
                  <c:v>0.23899999999999999</c:v>
                </c:pt>
                <c:pt idx="19">
                  <c:v>0.83</c:v>
                </c:pt>
                <c:pt idx="20">
                  <c:v>2.3650000000000002</c:v>
                </c:pt>
                <c:pt idx="21">
                  <c:v>1.21</c:v>
                </c:pt>
                <c:pt idx="22">
                  <c:v>-0.111</c:v>
                </c:pt>
                <c:pt idx="23">
                  <c:v>-1.325</c:v>
                </c:pt>
                <c:pt idx="24">
                  <c:v>-0.192</c:v>
                </c:pt>
                <c:pt idx="25">
                  <c:v>0.78300000000000003</c:v>
                </c:pt>
                <c:pt idx="26">
                  <c:v>3.5419999999999998</c:v>
                </c:pt>
                <c:pt idx="27">
                  <c:v>3.581</c:v>
                </c:pt>
                <c:pt idx="28">
                  <c:v>2.383</c:v>
                </c:pt>
                <c:pt idx="29">
                  <c:v>-3.09</c:v>
                </c:pt>
                <c:pt idx="30">
                  <c:v>-1.8069999999999999</c:v>
                </c:pt>
                <c:pt idx="31">
                  <c:v>-1.19</c:v>
                </c:pt>
                <c:pt idx="32">
                  <c:v>-1.835</c:v>
                </c:pt>
                <c:pt idx="33">
                  <c:v>-2.0139999999999998</c:v>
                </c:pt>
                <c:pt idx="34">
                  <c:v>-1.756</c:v>
                </c:pt>
                <c:pt idx="35">
                  <c:v>-1.0029999999999999</c:v>
                </c:pt>
                <c:pt idx="36">
                  <c:v>0.47499999999999998</c:v>
                </c:pt>
                <c:pt idx="37">
                  <c:v>1.383</c:v>
                </c:pt>
                <c:pt idx="38">
                  <c:v>1.423</c:v>
                </c:pt>
                <c:pt idx="39">
                  <c:v>0.89700000000000002</c:v>
                </c:pt>
                <c:pt idx="40">
                  <c:v>-3.5590000000000002</c:v>
                </c:pt>
                <c:pt idx="41">
                  <c:v>0.85499999999999998</c:v>
                </c:pt>
                <c:pt idx="42">
                  <c:v>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D4F-4C66-9BB0-D67714E9D5F0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xt!$E$51:$E$93</c:f>
              <c:numCache>
                <c:formatCode>0.00</c:formatCode>
                <c:ptCount val="43"/>
                <c:pt idx="0">
                  <c:v>1.0942144198642705</c:v>
                </c:pt>
                <c:pt idx="1">
                  <c:v>-2.243127056304389</c:v>
                </c:pt>
                <c:pt idx="2">
                  <c:v>-1.2839467965438744</c:v>
                </c:pt>
                <c:pt idx="3">
                  <c:v>-1.2903623879902284</c:v>
                </c:pt>
                <c:pt idx="4">
                  <c:v>0.30980894100539147</c:v>
                </c:pt>
                <c:pt idx="5">
                  <c:v>1.8930402549380765</c:v>
                </c:pt>
                <c:pt idx="6">
                  <c:v>4.5419311802234601</c:v>
                </c:pt>
                <c:pt idx="7">
                  <c:v>2.6597741306239464</c:v>
                </c:pt>
                <c:pt idx="8">
                  <c:v>0.65601050776929271</c:v>
                </c:pt>
                <c:pt idx="9">
                  <c:v>-0.62196116821903757</c:v>
                </c:pt>
                <c:pt idx="10">
                  <c:v>-1.0917645040768147</c:v>
                </c:pt>
                <c:pt idx="11">
                  <c:v>-1.7024170729280692</c:v>
                </c:pt>
                <c:pt idx="12">
                  <c:v>-1.8742521782544559</c:v>
                </c:pt>
                <c:pt idx="13">
                  <c:v>-4.0426783506540245</c:v>
                </c:pt>
                <c:pt idx="14">
                  <c:v>-1.2930194611131407</c:v>
                </c:pt>
                <c:pt idx="15">
                  <c:v>-0.7649252538905027</c:v>
                </c:pt>
                <c:pt idx="16">
                  <c:v>-0.38644362311945119</c:v>
                </c:pt>
                <c:pt idx="17">
                  <c:v>0.3586749549005846</c:v>
                </c:pt>
                <c:pt idx="18">
                  <c:v>0.15662280713058674</c:v>
                </c:pt>
                <c:pt idx="19">
                  <c:v>0.79062640090987157</c:v>
                </c:pt>
                <c:pt idx="20">
                  <c:v>2.3744245526354941</c:v>
                </c:pt>
                <c:pt idx="21">
                  <c:v>1.2344312924615486</c:v>
                </c:pt>
                <c:pt idx="22">
                  <c:v>-6.1351727208791923E-2</c:v>
                </c:pt>
                <c:pt idx="23">
                  <c:v>-1.243583467726219</c:v>
                </c:pt>
                <c:pt idx="24">
                  <c:v>-2.6199889144191441E-2</c:v>
                </c:pt>
                <c:pt idx="25">
                  <c:v>1.0628590079915388</c:v>
                </c:pt>
                <c:pt idx="26">
                  <c:v>3.9222542423703017</c:v>
                </c:pt>
                <c:pt idx="27">
                  <c:v>3.961183349282825</c:v>
                </c:pt>
                <c:pt idx="28">
                  <c:v>2.6827288646100618</c:v>
                </c:pt>
                <c:pt idx="29">
                  <c:v>-2.9982975157221685</c:v>
                </c:pt>
                <c:pt idx="30">
                  <c:v>-1.8762451375995706</c:v>
                </c:pt>
                <c:pt idx="31">
                  <c:v>-1.3651929464085599</c:v>
                </c:pt>
                <c:pt idx="32">
                  <c:v>-2.0880952566304254</c:v>
                </c:pt>
                <c:pt idx="33">
                  <c:v>-2.3053789216172813</c:v>
                </c:pt>
                <c:pt idx="34">
                  <c:v>-2.0592068092563429</c:v>
                </c:pt>
                <c:pt idx="35">
                  <c:v>-1.2915833142730815</c:v>
                </c:pt>
                <c:pt idx="36">
                  <c:v>0.21191174820234909</c:v>
                </c:pt>
                <c:pt idx="37">
                  <c:v>1.2121053288452075</c:v>
                </c:pt>
                <c:pt idx="38">
                  <c:v>1.3360832554840487</c:v>
                </c:pt>
                <c:pt idx="39">
                  <c:v>0.92999308024441696</c:v>
                </c:pt>
                <c:pt idx="40">
                  <c:v>-3.3736383232825737</c:v>
                </c:pt>
                <c:pt idx="41">
                  <c:v>1.2724681346623674</c:v>
                </c:pt>
                <c:pt idx="42">
                  <c:v>2.0709142371904998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D4F-4C66-9BB0-D67714E9D5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3A0-41D4-A531-8EC5FBEE8648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gt!$N$3:$N$45</c:f>
              <c:numCache>
                <c:formatCode>General</c:formatCode>
                <c:ptCount val="43"/>
                <c:pt idx="8" formatCode="0.000">
                  <c:v>-4.774862909260035</c:v>
                </c:pt>
                <c:pt idx="9" formatCode="0.000">
                  <c:v>-3.0252381693072206</c:v>
                </c:pt>
                <c:pt idx="10" formatCode="0.000">
                  <c:v>1.6762676280820152</c:v>
                </c:pt>
                <c:pt idx="11" formatCode="0.000">
                  <c:v>2.6182473253207452</c:v>
                </c:pt>
                <c:pt idx="12" formatCode="0.000">
                  <c:v>3.7481212968691264</c:v>
                </c:pt>
                <c:pt idx="13" formatCode="0.000">
                  <c:v>3.7072345325778402</c:v>
                </c:pt>
                <c:pt idx="14" formatCode="0.000">
                  <c:v>1.7689301777906115</c:v>
                </c:pt>
                <c:pt idx="15" formatCode="0.000">
                  <c:v>-0.53238740924918482</c:v>
                </c:pt>
                <c:pt idx="16" formatCode="0.000">
                  <c:v>-0.15908113283057868</c:v>
                </c:pt>
                <c:pt idx="17" formatCode="0.000">
                  <c:v>-1.3051076529683407</c:v>
                </c:pt>
                <c:pt idx="18" formatCode="0.000">
                  <c:v>-1.832885903531569</c:v>
                </c:pt>
                <c:pt idx="19" formatCode="0.000">
                  <c:v>-2.1086813935194688</c:v>
                </c:pt>
                <c:pt idx="20" formatCode="0.000">
                  <c:v>-1.1867790169045658</c:v>
                </c:pt>
                <c:pt idx="21" formatCode="0.000">
                  <c:v>0.2735375729305477</c:v>
                </c:pt>
                <c:pt idx="22" formatCode="0.000">
                  <c:v>-0.55068069139910247</c:v>
                </c:pt>
                <c:pt idx="23" formatCode="0.000">
                  <c:v>-0.34847476649240039</c:v>
                </c:pt>
                <c:pt idx="24" formatCode="0.000">
                  <c:v>-0.32765170531553994</c:v>
                </c:pt>
                <c:pt idx="25" formatCode="0.000">
                  <c:v>7.2117483817936368E-2</c:v>
                </c:pt>
                <c:pt idx="26" formatCode="0.000">
                  <c:v>1.1405571329067399</c:v>
                </c:pt>
                <c:pt idx="27" formatCode="0.000">
                  <c:v>0.55257180132486983</c:v>
                </c:pt>
                <c:pt idx="28" formatCode="0.000">
                  <c:v>0.94917930022056529</c:v>
                </c:pt>
                <c:pt idx="29" formatCode="0.000">
                  <c:v>1.4642303541367305</c:v>
                </c:pt>
                <c:pt idx="30" formatCode="0.000">
                  <c:v>1.0343313893024633</c:v>
                </c:pt>
                <c:pt idx="31" formatCode="0.000">
                  <c:v>0.58573431421691613</c:v>
                </c:pt>
                <c:pt idx="32" formatCode="0.000">
                  <c:v>0.48403217810861454</c:v>
                </c:pt>
                <c:pt idx="33" formatCode="0.000">
                  <c:v>-0.14004045045181657</c:v>
                </c:pt>
                <c:pt idx="34" formatCode="0.000">
                  <c:v>-0.34636670855892721</c:v>
                </c:pt>
                <c:pt idx="35" formatCode="0.000">
                  <c:v>-0.69735022122284518</c:v>
                </c:pt>
                <c:pt idx="36" formatCode="0.000">
                  <c:v>-1.6256472919877449</c:v>
                </c:pt>
                <c:pt idx="37" formatCode="0.000">
                  <c:v>-1.6064366887871713</c:v>
                </c:pt>
                <c:pt idx="38" formatCode="0.000">
                  <c:v>-2.1791545080802872</c:v>
                </c:pt>
                <c:pt idx="39" formatCode="0.000">
                  <c:v>-2.6885366806573221</c:v>
                </c:pt>
                <c:pt idx="40" formatCode="0.000">
                  <c:v>-0.49193511511297761</c:v>
                </c:pt>
                <c:pt idx="41" formatCode="0.000">
                  <c:v>2.3195958921617472</c:v>
                </c:pt>
                <c:pt idx="42" formatCode="0.000">
                  <c:v>3.299506905278843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3A0-41D4-A531-8EC5FBEE86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CDE-4A2E-8228-3660A2656D92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gt!$P$3:$P$45</c:f>
              <c:numCache>
                <c:formatCode>General</c:formatCode>
                <c:ptCount val="43"/>
                <c:pt idx="14" formatCode="0.000">
                  <c:v>0</c:v>
                </c:pt>
                <c:pt idx="15" formatCode="0.000">
                  <c:v>0.77976863944606678</c:v>
                </c:pt>
                <c:pt idx="16" formatCode="0.000">
                  <c:v>-1.3605911786946348</c:v>
                </c:pt>
                <c:pt idx="17" formatCode="0.000">
                  <c:v>-0.80603676008974579</c:v>
                </c:pt>
                <c:pt idx="18" formatCode="0.000">
                  <c:v>3.3762849257362233</c:v>
                </c:pt>
                <c:pt idx="19" formatCode="0.000">
                  <c:v>3.2739444382118137</c:v>
                </c:pt>
                <c:pt idx="20" formatCode="0.000">
                  <c:v>-1.2873782450605082</c:v>
                </c:pt>
                <c:pt idx="21" formatCode="0.000">
                  <c:v>-2.0550398637426972</c:v>
                </c:pt>
                <c:pt idx="22" formatCode="0.000">
                  <c:v>-3.7344260110193837</c:v>
                </c:pt>
                <c:pt idx="23" formatCode="0.000">
                  <c:v>-3.3575659183933846</c:v>
                </c:pt>
                <c:pt idx="24" formatCode="0.000">
                  <c:v>-2.0346417917552095</c:v>
                </c:pt>
                <c:pt idx="25" formatCode="0.000">
                  <c:v>-1.1340549670943063</c:v>
                </c:pt>
                <c:pt idx="26" formatCode="0.000">
                  <c:v>-0.12523034439325814</c:v>
                </c:pt>
                <c:pt idx="27" formatCode="0.000">
                  <c:v>2.5605913060658865</c:v>
                </c:pt>
                <c:pt idx="28" formatCode="0.000">
                  <c:v>4.7572718127322666</c:v>
                </c:pt>
                <c:pt idx="29" formatCode="0.000">
                  <c:v>4.5747816095463625</c:v>
                </c:pt>
                <c:pt idx="30" formatCode="0.000">
                  <c:v>1.7633635182745027</c:v>
                </c:pt>
                <c:pt idx="31" formatCode="0.000">
                  <c:v>3.5390374612626263</c:v>
                </c:pt>
                <c:pt idx="32" formatCode="0.000">
                  <c:v>-1.9599399409983367</c:v>
                </c:pt>
                <c:pt idx="33" formatCode="0.000">
                  <c:v>-1.7944000637474862</c:v>
                </c:pt>
                <c:pt idx="34" formatCode="0.000">
                  <c:v>-1.8250047732444936</c:v>
                </c:pt>
                <c:pt idx="35" formatCode="0.000">
                  <c:v>-1.5084995201508906</c:v>
                </c:pt>
                <c:pt idx="36" formatCode="0.000">
                  <c:v>-2.6609575342269225</c:v>
                </c:pt>
                <c:pt idx="37" formatCode="0.000">
                  <c:v>-3.1654005615013867</c:v>
                </c:pt>
                <c:pt idx="38" formatCode="0.000">
                  <c:v>-2.2675017527657557</c:v>
                </c:pt>
                <c:pt idx="39" formatCode="0.000">
                  <c:v>-1.4030522385904212</c:v>
                </c:pt>
                <c:pt idx="40" formatCode="0.000">
                  <c:v>5.332064606491957</c:v>
                </c:pt>
                <c:pt idx="41" formatCode="0.000">
                  <c:v>1.3665516890325575</c:v>
                </c:pt>
                <c:pt idx="42" formatCode="0.000">
                  <c:v>1.6202793880804169E-2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CDE-4A2E-8228-3660A2656D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0CA-4EE0-BE0C-399697ED805C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gt!$P$3:$P$45</c:f>
              <c:numCache>
                <c:formatCode>General</c:formatCode>
                <c:ptCount val="43"/>
                <c:pt idx="14" formatCode="0.000">
                  <c:v>0</c:v>
                </c:pt>
                <c:pt idx="15" formatCode="0.000">
                  <c:v>0.77976863944606678</c:v>
                </c:pt>
                <c:pt idx="16" formatCode="0.000">
                  <c:v>-1.3605911786946348</c:v>
                </c:pt>
                <c:pt idx="17" formatCode="0.000">
                  <c:v>-0.80603676008974579</c:v>
                </c:pt>
                <c:pt idx="18" formatCode="0.000">
                  <c:v>3.3762849257362233</c:v>
                </c:pt>
                <c:pt idx="19" formatCode="0.000">
                  <c:v>3.2739444382118137</c:v>
                </c:pt>
                <c:pt idx="20" formatCode="0.000">
                  <c:v>-1.2873782450605082</c:v>
                </c:pt>
                <c:pt idx="21" formatCode="0.000">
                  <c:v>-2.0550398637426972</c:v>
                </c:pt>
                <c:pt idx="22" formatCode="0.000">
                  <c:v>-3.7344260110193837</c:v>
                </c:pt>
                <c:pt idx="23" formatCode="0.000">
                  <c:v>-3.3575659183933846</c:v>
                </c:pt>
                <c:pt idx="24" formatCode="0.000">
                  <c:v>-2.0346417917552095</c:v>
                </c:pt>
                <c:pt idx="25" formatCode="0.000">
                  <c:v>-1.1340549670943063</c:v>
                </c:pt>
                <c:pt idx="26" formatCode="0.000">
                  <c:v>-0.12523034439325814</c:v>
                </c:pt>
                <c:pt idx="27" formatCode="0.000">
                  <c:v>2.5605913060658865</c:v>
                </c:pt>
                <c:pt idx="28" formatCode="0.000">
                  <c:v>4.7572718127322666</c:v>
                </c:pt>
                <c:pt idx="29" formatCode="0.000">
                  <c:v>4.5747816095463625</c:v>
                </c:pt>
                <c:pt idx="30" formatCode="0.000">
                  <c:v>1.7633635182745027</c:v>
                </c:pt>
                <c:pt idx="31" formatCode="0.000">
                  <c:v>3.5390374612626263</c:v>
                </c:pt>
                <c:pt idx="32" formatCode="0.000">
                  <c:v>-1.9599399409983367</c:v>
                </c:pt>
                <c:pt idx="33" formatCode="0.000">
                  <c:v>-1.7944000637474862</c:v>
                </c:pt>
                <c:pt idx="34" formatCode="0.000">
                  <c:v>-1.8250047732444936</c:v>
                </c:pt>
                <c:pt idx="35" formatCode="0.000">
                  <c:v>-1.5084995201508906</c:v>
                </c:pt>
                <c:pt idx="36" formatCode="0.000">
                  <c:v>-2.6609575342269225</c:v>
                </c:pt>
                <c:pt idx="37" formatCode="0.000">
                  <c:v>-3.1654005615013867</c:v>
                </c:pt>
                <c:pt idx="38" formatCode="0.000">
                  <c:v>-2.2675017527657557</c:v>
                </c:pt>
                <c:pt idx="39" formatCode="0.000">
                  <c:v>-1.4030522385904212</c:v>
                </c:pt>
                <c:pt idx="40" formatCode="0.000">
                  <c:v>5.332064606491957</c:v>
                </c:pt>
                <c:pt idx="41" formatCode="0.000">
                  <c:v>1.3665516890325575</c:v>
                </c:pt>
                <c:pt idx="42" formatCode="0.000">
                  <c:v>1.6202793880804169E-2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0CA-4EE0-BE0C-399697ED80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1FC-48E6-9472-BD79920AD216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gt!$Q$3:$Q$45</c:f>
              <c:numCache>
                <c:formatCode>General</c:formatCode>
                <c:ptCount val="43"/>
                <c:pt idx="14" formatCode="0.000">
                  <c:v>0</c:v>
                </c:pt>
                <c:pt idx="15" formatCode="0.000">
                  <c:v>-3.0613334618963879E-2</c:v>
                </c:pt>
                <c:pt idx="16" formatCode="0.000">
                  <c:v>-1.2119753819228136</c:v>
                </c:pt>
                <c:pt idx="17" formatCode="0.000">
                  <c:v>0.60105856635550392</c:v>
                </c:pt>
                <c:pt idx="18" formatCode="0.000">
                  <c:v>0.92154102524649706</c:v>
                </c:pt>
                <c:pt idx="19" formatCode="0.000">
                  <c:v>0.17057247892461011</c:v>
                </c:pt>
                <c:pt idx="20" formatCode="0.000">
                  <c:v>-2.1220099143209232</c:v>
                </c:pt>
                <c:pt idx="21" formatCode="0.000">
                  <c:v>-2.4610160899432234</c:v>
                </c:pt>
                <c:pt idx="22" formatCode="0.000">
                  <c:v>0.80253604853204807</c:v>
                </c:pt>
                <c:pt idx="23" formatCode="0.000">
                  <c:v>1.8975584650375732</c:v>
                </c:pt>
                <c:pt idx="24" formatCode="0.000">
                  <c:v>2.5406023553325889</c:v>
                </c:pt>
                <c:pt idx="25" formatCode="0.000">
                  <c:v>2.0571541916494152</c:v>
                </c:pt>
                <c:pt idx="26" formatCode="0.000">
                  <c:v>-0.74164162881111562</c:v>
                </c:pt>
                <c:pt idx="27" formatCode="0.000">
                  <c:v>-0.72674554991111773</c:v>
                </c:pt>
                <c:pt idx="28" formatCode="0.000">
                  <c:v>-1.276883712271518</c:v>
                </c:pt>
                <c:pt idx="29" formatCode="0.000">
                  <c:v>1.180141766170401</c:v>
                </c:pt>
                <c:pt idx="30" formatCode="0.000">
                  <c:v>0.97845732240025074</c:v>
                </c:pt>
                <c:pt idx="31" formatCode="0.000">
                  <c:v>-2.7022318908559325E-2</c:v>
                </c:pt>
                <c:pt idx="32" formatCode="0.000">
                  <c:v>-4.2979913039534967E-2</c:v>
                </c:pt>
                <c:pt idx="33" formatCode="0.000">
                  <c:v>-0.36589029627858677</c:v>
                </c:pt>
                <c:pt idx="34" formatCode="0.000">
                  <c:v>-1.0184153120734045</c:v>
                </c:pt>
                <c:pt idx="35" formatCode="0.000">
                  <c:v>-1.5079659041510058</c:v>
                </c:pt>
                <c:pt idx="36" formatCode="0.000">
                  <c:v>-1.0565083733725489</c:v>
                </c:pt>
                <c:pt idx="37" formatCode="0.000">
                  <c:v>-0.57960676512207465</c:v>
                </c:pt>
                <c:pt idx="38" formatCode="0.000">
                  <c:v>-0.40596614939938114</c:v>
                </c:pt>
                <c:pt idx="39" formatCode="0.000">
                  <c:v>0.24351735023014337</c:v>
                </c:pt>
                <c:pt idx="40" formatCode="0.000">
                  <c:v>2.3011555101878072</c:v>
                </c:pt>
                <c:pt idx="41" formatCode="0.000">
                  <c:v>-0.12538033863162013</c:v>
                </c:pt>
                <c:pt idx="42" formatCode="0.000">
                  <c:v>0.18784009385783917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1FC-48E6-9472-BD79920AD2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DC9-4EF4-BEBE-81038AC263A2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gt!$R$3:$R$45</c:f>
              <c:numCache>
                <c:formatCode>0.000</c:formatCode>
                <c:ptCount val="43"/>
                <c:pt idx="0">
                  <c:v>-3.8224896629308086E-2</c:v>
                </c:pt>
                <c:pt idx="1">
                  <c:v>0.1488582838797789</c:v>
                </c:pt>
                <c:pt idx="2">
                  <c:v>-0.19365598932551892</c:v>
                </c:pt>
                <c:pt idx="3">
                  <c:v>0.21465808366975783</c:v>
                </c:pt>
                <c:pt idx="4">
                  <c:v>0.70128755110997254</c:v>
                </c:pt>
                <c:pt idx="5">
                  <c:v>-0.62870663239410751</c:v>
                </c:pt>
                <c:pt idx="6">
                  <c:v>-0.44082171221604388</c:v>
                </c:pt>
                <c:pt idx="7">
                  <c:v>0.44855807083580407</c:v>
                </c:pt>
                <c:pt idx="8">
                  <c:v>-0.16350809230369748</c:v>
                </c:pt>
                <c:pt idx="9">
                  <c:v>-0.78063724650355071</c:v>
                </c:pt>
                <c:pt idx="10">
                  <c:v>-0.82968199885238547</c:v>
                </c:pt>
                <c:pt idx="11">
                  <c:v>0.15472805126742742</c:v>
                </c:pt>
                <c:pt idx="12">
                  <c:v>0.64422943972644486</c:v>
                </c:pt>
                <c:pt idx="13">
                  <c:v>0.99206977355073067</c:v>
                </c:pt>
                <c:pt idx="14">
                  <c:v>0.18360396288016162</c:v>
                </c:pt>
                <c:pt idx="15">
                  <c:v>4.3297761666796202</c:v>
                </c:pt>
                <c:pt idx="16">
                  <c:v>-1.4314553552830622</c:v>
                </c:pt>
                <c:pt idx="17">
                  <c:v>-1.6372703809929414</c:v>
                </c:pt>
                <c:pt idx="18">
                  <c:v>-1.4939273656291538</c:v>
                </c:pt>
                <c:pt idx="19">
                  <c:v>-0.28933998254392401</c:v>
                </c:pt>
                <c:pt idx="20">
                  <c:v>-0.54583238475501072</c:v>
                </c:pt>
                <c:pt idx="21">
                  <c:v>0.31560266512681756</c:v>
                </c:pt>
                <c:pt idx="22">
                  <c:v>0.12410560875686619</c:v>
                </c:pt>
                <c:pt idx="23">
                  <c:v>0.3063239098342071</c:v>
                </c:pt>
                <c:pt idx="24">
                  <c:v>-0.79574857971079904</c:v>
                </c:pt>
                <c:pt idx="25">
                  <c:v>-1.899398672585868</c:v>
                </c:pt>
                <c:pt idx="26">
                  <c:v>-0.52328702548492756</c:v>
                </c:pt>
                <c:pt idx="27">
                  <c:v>-0.49296332644432289</c:v>
                </c:pt>
                <c:pt idx="28">
                  <c:v>0.37216962527491798</c:v>
                </c:pt>
                <c:pt idx="29">
                  <c:v>2.395179202323793</c:v>
                </c:pt>
                <c:pt idx="30">
                  <c:v>2.6220802565391117</c:v>
                </c:pt>
                <c:pt idx="31">
                  <c:v>1.7764596994831339</c:v>
                </c:pt>
                <c:pt idx="32">
                  <c:v>0.75234671185977997</c:v>
                </c:pt>
                <c:pt idx="33">
                  <c:v>0.15251444579130061</c:v>
                </c:pt>
                <c:pt idx="34">
                  <c:v>-0.27879796691580139</c:v>
                </c:pt>
                <c:pt idx="35">
                  <c:v>-0.9678132253908811</c:v>
                </c:pt>
                <c:pt idx="36">
                  <c:v>-1.5821544704602553</c:v>
                </c:pt>
                <c:pt idx="37">
                  <c:v>-1.9584477432775211</c:v>
                </c:pt>
                <c:pt idx="38">
                  <c:v>-1.6665825301083941</c:v>
                </c:pt>
                <c:pt idx="39">
                  <c:v>-1.6097703254375411</c:v>
                </c:pt>
                <c:pt idx="40">
                  <c:v>1.6050908169961335</c:v>
                </c:pt>
                <c:pt idx="41">
                  <c:v>1.8317132571414878</c:v>
                </c:pt>
                <c:pt idx="42">
                  <c:v>0.40589656418607212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DC9-4EF4-BEBE-81038AC263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564-420E-BFD4-597334DB5D6A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gt!$S$3:$S$45</c:f>
              <c:numCache>
                <c:formatCode>0.000</c:formatCode>
                <c:ptCount val="43"/>
                <c:pt idx="0">
                  <c:v>2.7393133852165379</c:v>
                </c:pt>
                <c:pt idx="1">
                  <c:v>0.80943776970327452</c:v>
                </c:pt>
                <c:pt idx="2">
                  <c:v>-0.52440416471247731</c:v>
                </c:pt>
                <c:pt idx="3">
                  <c:v>-1.2211516863562737</c:v>
                </c:pt>
                <c:pt idx="4">
                  <c:v>-2.5985141346847156</c:v>
                </c:pt>
                <c:pt idx="5">
                  <c:v>-2.8796667257535451</c:v>
                </c:pt>
                <c:pt idx="6">
                  <c:v>0.29271124075291932</c:v>
                </c:pt>
                <c:pt idx="7">
                  <c:v>1.3340021725245417</c:v>
                </c:pt>
                <c:pt idx="8">
                  <c:v>1.1030497805180566</c:v>
                </c:pt>
                <c:pt idx="9">
                  <c:v>-0.69730154376743514</c:v>
                </c:pt>
                <c:pt idx="10">
                  <c:v>-0.78429528558399553</c:v>
                </c:pt>
                <c:pt idx="11">
                  <c:v>-5.6606288965371426E-2</c:v>
                </c:pt>
                <c:pt idx="12">
                  <c:v>1.331980827817536</c:v>
                </c:pt>
                <c:pt idx="13">
                  <c:v>8.1392788969223126E-2</c:v>
                </c:pt>
                <c:pt idx="14">
                  <c:v>0.21973531113321615</c:v>
                </c:pt>
                <c:pt idx="15">
                  <c:v>0.9121631417120426</c:v>
                </c:pt>
                <c:pt idx="16">
                  <c:v>-0.17543584515830563</c:v>
                </c:pt>
                <c:pt idx="17">
                  <c:v>-0.3168353746230867</c:v>
                </c:pt>
                <c:pt idx="18">
                  <c:v>2.3176539047877882</c:v>
                </c:pt>
                <c:pt idx="19">
                  <c:v>1.1036410614515646</c:v>
                </c:pt>
                <c:pt idx="20">
                  <c:v>-3.244275136059422</c:v>
                </c:pt>
                <c:pt idx="21">
                  <c:v>-1.1136774907203966</c:v>
                </c:pt>
                <c:pt idx="22">
                  <c:v>1.8061178225824106</c:v>
                </c:pt>
                <c:pt idx="23">
                  <c:v>3.1333339593009839</c:v>
                </c:pt>
                <c:pt idx="24">
                  <c:v>1.4274632257954822</c:v>
                </c:pt>
                <c:pt idx="25">
                  <c:v>-0.92865231355470701</c:v>
                </c:pt>
                <c:pt idx="26">
                  <c:v>-1.7689805828012855</c:v>
                </c:pt>
                <c:pt idx="27">
                  <c:v>-0.71108225517310608</c:v>
                </c:pt>
                <c:pt idx="28">
                  <c:v>-2.4753765770522183</c:v>
                </c:pt>
                <c:pt idx="29">
                  <c:v>1.6417970579760335</c:v>
                </c:pt>
                <c:pt idx="30">
                  <c:v>-0.12326565398358361</c:v>
                </c:pt>
                <c:pt idx="31">
                  <c:v>-1.9354920133991</c:v>
                </c:pt>
                <c:pt idx="32">
                  <c:v>-2.7817585639912497</c:v>
                </c:pt>
                <c:pt idx="33">
                  <c:v>-2.5360239279555814</c:v>
                </c:pt>
                <c:pt idx="34">
                  <c:v>-1.1329389051107859</c:v>
                </c:pt>
                <c:pt idx="35">
                  <c:v>1.436663912782274</c:v>
                </c:pt>
                <c:pt idx="36">
                  <c:v>3.0267388458767308</c:v>
                </c:pt>
                <c:pt idx="37">
                  <c:v>2.010369944600352</c:v>
                </c:pt>
                <c:pt idx="38">
                  <c:v>8.1629003779098583E-2</c:v>
                </c:pt>
                <c:pt idx="39">
                  <c:v>2.5268532096420517</c:v>
                </c:pt>
                <c:pt idx="40">
                  <c:v>8.0147969882954371</c:v>
                </c:pt>
                <c:pt idx="41">
                  <c:v>-0.78815039825208333</c:v>
                </c:pt>
                <c:pt idx="42">
                  <c:v>-8.1782459307624116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564-420E-BFD4-597334DB5D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D91-4E16-B1E8-077B99E6A837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gt!$T$3:$T$45</c:f>
              <c:numCache>
                <c:formatCode>General</c:formatCode>
                <c:ptCount val="43"/>
                <c:pt idx="15" formatCode="0.000">
                  <c:v>-0.74141793980789839</c:v>
                </c:pt>
                <c:pt idx="16" formatCode="0.000">
                  <c:v>3.8060195747862782</c:v>
                </c:pt>
                <c:pt idx="17" formatCode="0.000">
                  <c:v>0.80754942659875817</c:v>
                </c:pt>
                <c:pt idx="18" formatCode="0.000">
                  <c:v>-0.53205660973316793</c:v>
                </c:pt>
                <c:pt idx="19" formatCode="0.000">
                  <c:v>-1.5566467716601959</c:v>
                </c:pt>
                <c:pt idx="20" formatCode="0.000">
                  <c:v>-0.6250630547733379</c:v>
                </c:pt>
                <c:pt idx="21" formatCode="0.000">
                  <c:v>6.2747812502272599E-2</c:v>
                </c:pt>
                <c:pt idx="22" formatCode="0.000">
                  <c:v>-0.54183683782464231</c:v>
                </c:pt>
                <c:pt idx="23" formatCode="0.000">
                  <c:v>-0.21740327556598241</c:v>
                </c:pt>
                <c:pt idx="24" formatCode="0.000">
                  <c:v>-1.8491571555153365</c:v>
                </c:pt>
                <c:pt idx="25" formatCode="0.000">
                  <c:v>-1.2180143159853745</c:v>
                </c:pt>
                <c:pt idx="26" formatCode="0.000">
                  <c:v>-3.19810669428452E-2</c:v>
                </c:pt>
                <c:pt idx="27" formatCode="0.000">
                  <c:v>-0.2331233896950449</c:v>
                </c:pt>
                <c:pt idx="28" formatCode="0.000">
                  <c:v>1.2474932147100994</c:v>
                </c:pt>
                <c:pt idx="29" formatCode="0.000">
                  <c:v>1.8029038247846951</c:v>
                </c:pt>
                <c:pt idx="30" formatCode="0.000">
                  <c:v>2.871428577084985</c:v>
                </c:pt>
                <c:pt idx="31" formatCode="0.000">
                  <c:v>1.8259899559929766</c:v>
                </c:pt>
                <c:pt idx="32" formatCode="0.000">
                  <c:v>0.21188029094541361</c:v>
                </c:pt>
                <c:pt idx="33" formatCode="0.000">
                  <c:v>-0.75220763009062031</c:v>
                </c:pt>
                <c:pt idx="34" formatCode="0.000">
                  <c:v>-0.98594047987509115</c:v>
                </c:pt>
                <c:pt idx="35" formatCode="0.000">
                  <c:v>-1.7413803171799591</c:v>
                </c:pt>
                <c:pt idx="36" formatCode="0.000">
                  <c:v>-2.4341399443603069</c:v>
                </c:pt>
                <c:pt idx="37" formatCode="0.000">
                  <c:v>-1.825667404430148</c:v>
                </c:pt>
                <c:pt idx="38" formatCode="0.000">
                  <c:v>-1.0292172571964182</c:v>
                </c:pt>
                <c:pt idx="39" formatCode="0.000">
                  <c:v>-0.47778491608534213</c:v>
                </c:pt>
                <c:pt idx="40" formatCode="0.000">
                  <c:v>3.2362292957650647</c:v>
                </c:pt>
                <c:pt idx="41" formatCode="0.000">
                  <c:v>0.31304388491975371</c:v>
                </c:pt>
                <c:pt idx="42" formatCode="0.000">
                  <c:v>0.69776912576881034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D91-4E16-B1E8-077B99E6A8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30F-46FB-8F12-6EA9C5678403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gt!$U$3:$U$45</c:f>
              <c:numCache>
                <c:formatCode>0.000</c:formatCode>
                <c:ptCount val="43"/>
                <c:pt idx="0">
                  <c:v>-1.0649642490298086</c:v>
                </c:pt>
                <c:pt idx="1">
                  <c:v>3.7406763865415296</c:v>
                </c:pt>
                <c:pt idx="2">
                  <c:v>1.588242769378458</c:v>
                </c:pt>
                <c:pt idx="3">
                  <c:v>0.31263122110671648</c:v>
                </c:pt>
                <c:pt idx="4">
                  <c:v>0.96811501592671301</c:v>
                </c:pt>
                <c:pt idx="5">
                  <c:v>-0.32044801961895941</c:v>
                </c:pt>
                <c:pt idx="6">
                  <c:v>-2.8851484217986005</c:v>
                </c:pt>
                <c:pt idx="7">
                  <c:v>-2.1687400078335708</c:v>
                </c:pt>
                <c:pt idx="8">
                  <c:v>-3.2979081711694405</c:v>
                </c:pt>
                <c:pt idx="9">
                  <c:v>-2.8143968942540023</c:v>
                </c:pt>
                <c:pt idx="10">
                  <c:v>0.13108536899807721</c:v>
                </c:pt>
                <c:pt idx="11">
                  <c:v>1.5702279049185408</c:v>
                </c:pt>
                <c:pt idx="12">
                  <c:v>2.6070313605192466</c:v>
                </c:pt>
                <c:pt idx="13">
                  <c:v>2.2104854920725026</c:v>
                </c:pt>
                <c:pt idx="14">
                  <c:v>-0.44997648227154974</c:v>
                </c:pt>
                <c:pt idx="15">
                  <c:v>-0.79095720177045814</c:v>
                </c:pt>
                <c:pt idx="16">
                  <c:v>-0.50363801516524365</c:v>
                </c:pt>
                <c:pt idx="17">
                  <c:v>-0.97870672777901091</c:v>
                </c:pt>
                <c:pt idx="18">
                  <c:v>-0.2734968065984239</c:v>
                </c:pt>
                <c:pt idx="19">
                  <c:v>-0.25784375884934324</c:v>
                </c:pt>
                <c:pt idx="20">
                  <c:v>5.2606207349774718E-2</c:v>
                </c:pt>
                <c:pt idx="21">
                  <c:v>1.0601101708960583</c:v>
                </c:pt>
                <c:pt idx="22">
                  <c:v>-0.1939556692495088</c:v>
                </c:pt>
                <c:pt idx="23">
                  <c:v>-8.5378195816393221E-2</c:v>
                </c:pt>
                <c:pt idx="24">
                  <c:v>0.57950461288470201</c:v>
                </c:pt>
                <c:pt idx="25">
                  <c:v>0.576215092575594</c:v>
                </c:pt>
                <c:pt idx="26">
                  <c:v>-0.97145248420454655</c:v>
                </c:pt>
                <c:pt idx="27">
                  <c:v>-1.2212026792683583</c:v>
                </c:pt>
                <c:pt idx="28">
                  <c:v>-0.78377078811398426</c:v>
                </c:pt>
                <c:pt idx="29">
                  <c:v>2.1940230121495436</c:v>
                </c:pt>
                <c:pt idx="30">
                  <c:v>4.4390222027995998</c:v>
                </c:pt>
                <c:pt idx="31">
                  <c:v>1.6602726657279958</c:v>
                </c:pt>
                <c:pt idx="32">
                  <c:v>-1.4681986461512806</c:v>
                </c:pt>
                <c:pt idx="33">
                  <c:v>-0.77167161421787045</c:v>
                </c:pt>
                <c:pt idx="34">
                  <c:v>1.6118148274397825</c:v>
                </c:pt>
                <c:pt idx="35">
                  <c:v>-0.82021653863602628</c:v>
                </c:pt>
                <c:pt idx="36">
                  <c:v>-3.1351192322238237</c:v>
                </c:pt>
                <c:pt idx="37">
                  <c:v>-0.94048994324799384</c:v>
                </c:pt>
                <c:pt idx="38">
                  <c:v>-1.836787835047426</c:v>
                </c:pt>
                <c:pt idx="39">
                  <c:v>-1.5853245937226428</c:v>
                </c:pt>
                <c:pt idx="40">
                  <c:v>0.99763236345672601</c:v>
                </c:pt>
                <c:pt idx="41">
                  <c:v>1.5822014946071323</c:v>
                </c:pt>
                <c:pt idx="42">
                  <c:v>0.91644310788505912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30F-46FB-8F12-6EA9C56784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488-403C-AD5A-77BC83D5F798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gt!$V$3:$V$45</c:f>
              <c:numCache>
                <c:formatCode>General</c:formatCode>
                <c:ptCount val="43"/>
                <c:pt idx="15" formatCode="0.000">
                  <c:v>-3.0305914048599036</c:v>
                </c:pt>
                <c:pt idx="16" formatCode="0.000">
                  <c:v>4.4285375716275972</c:v>
                </c:pt>
                <c:pt idx="17" formatCode="0.000">
                  <c:v>1.2271401487377211</c:v>
                </c:pt>
                <c:pt idx="18" formatCode="0.000">
                  <c:v>-0.45508677451501628</c:v>
                </c:pt>
                <c:pt idx="19" formatCode="0.000">
                  <c:v>0.91215854810469621</c:v>
                </c:pt>
                <c:pt idx="20" formatCode="0.000">
                  <c:v>5.5356918517029632</c:v>
                </c:pt>
                <c:pt idx="21" formatCode="0.000">
                  <c:v>-1.2079942220010986</c:v>
                </c:pt>
                <c:pt idx="22" formatCode="0.000">
                  <c:v>6.1778256675865791E-2</c:v>
                </c:pt>
                <c:pt idx="23" formatCode="0.000">
                  <c:v>-3.6707929730747648</c:v>
                </c:pt>
                <c:pt idx="24" formatCode="0.000">
                  <c:v>-5.1502233201366101</c:v>
                </c:pt>
                <c:pt idx="25" formatCode="0.000">
                  <c:v>-2.0841197838688679</c:v>
                </c:pt>
                <c:pt idx="26" formatCode="0.000">
                  <c:v>-1.239759428236618</c:v>
                </c:pt>
                <c:pt idx="27" formatCode="0.000">
                  <c:v>-1.3012262256061291</c:v>
                </c:pt>
                <c:pt idx="28" formatCode="0.000">
                  <c:v>-0.2603228834336076</c:v>
                </c:pt>
                <c:pt idx="29" formatCode="0.000">
                  <c:v>3.2950862371868666</c:v>
                </c:pt>
                <c:pt idx="30" formatCode="0.000">
                  <c:v>2.0257525981145408</c:v>
                </c:pt>
                <c:pt idx="31" formatCode="0.000">
                  <c:v>0.7715418523210994</c:v>
                </c:pt>
                <c:pt idx="32" formatCode="0.000">
                  <c:v>-0.39533294782357492</c:v>
                </c:pt>
                <c:pt idx="33" formatCode="0.000">
                  <c:v>-0.1632586993851286</c:v>
                </c:pt>
                <c:pt idx="34" formatCode="0.000">
                  <c:v>0.42908547601688352</c:v>
                </c:pt>
                <c:pt idx="35" formatCode="0.000">
                  <c:v>3.6434265609603251</c:v>
                </c:pt>
                <c:pt idx="36" formatCode="0.000">
                  <c:v>0.30341610738383368</c:v>
                </c:pt>
                <c:pt idx="37" formatCode="0.000">
                  <c:v>-2.6156704406777647</c:v>
                </c:pt>
                <c:pt idx="38" formatCode="0.000">
                  <c:v>-1.8605743184580363</c:v>
                </c:pt>
                <c:pt idx="39" formatCode="0.000">
                  <c:v>-1.0342144617532416</c:v>
                </c:pt>
                <c:pt idx="40" formatCode="0.000">
                  <c:v>0.63849100429804984</c:v>
                </c:pt>
                <c:pt idx="41" formatCode="0.000">
                  <c:v>2.4473448510898326</c:v>
                </c:pt>
                <c:pt idx="42" formatCode="0.000">
                  <c:v>-1.1638700747017567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488-403C-AD5A-77BC83D5F7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706-466F-BA87-BD340BE1E8D4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gt!$X$3:$X$45</c:f>
              <c:numCache>
                <c:formatCode>0.000</c:formatCode>
                <c:ptCount val="43"/>
                <c:pt idx="0">
                  <c:v>0.5750994813104835</c:v>
                </c:pt>
                <c:pt idx="1">
                  <c:v>-0.86525247541068306</c:v>
                </c:pt>
                <c:pt idx="2">
                  <c:v>0.62848605675685132</c:v>
                </c:pt>
                <c:pt idx="3">
                  <c:v>-0.15933763672847548</c:v>
                </c:pt>
                <c:pt idx="4">
                  <c:v>-1.1218442267128508</c:v>
                </c:pt>
                <c:pt idx="5">
                  <c:v>0.531979643370594</c:v>
                </c:pt>
                <c:pt idx="6">
                  <c:v>-0.61704683579452502</c:v>
                </c:pt>
                <c:pt idx="7">
                  <c:v>-1.5997248217215292</c:v>
                </c:pt>
                <c:pt idx="8">
                  <c:v>-1.3952193198184257</c:v>
                </c:pt>
                <c:pt idx="9">
                  <c:v>5.9640570219965675E-2</c:v>
                </c:pt>
                <c:pt idx="10">
                  <c:v>0.79591351779360076</c:v>
                </c:pt>
                <c:pt idx="11">
                  <c:v>1.7443271000556495</c:v>
                </c:pt>
                <c:pt idx="12">
                  <c:v>1.9063100469278758</c:v>
                </c:pt>
                <c:pt idx="13">
                  <c:v>2.4407665368915272</c:v>
                </c:pt>
                <c:pt idx="14">
                  <c:v>0.82863708156112603</c:v>
                </c:pt>
                <c:pt idx="15">
                  <c:v>0.83574830723407367</c:v>
                </c:pt>
                <c:pt idx="16">
                  <c:v>-0.26152390218461208</c:v>
                </c:pt>
                <c:pt idx="17">
                  <c:v>-1.0533873171196468</c:v>
                </c:pt>
                <c:pt idx="18">
                  <c:v>-0.69947050261553256</c:v>
                </c:pt>
                <c:pt idx="19">
                  <c:v>-0.94370380274520005</c:v>
                </c:pt>
                <c:pt idx="20">
                  <c:v>-0.80218573312494501</c:v>
                </c:pt>
                <c:pt idx="21">
                  <c:v>-1.0819673168872388</c:v>
                </c:pt>
                <c:pt idx="22">
                  <c:v>-0.98366023261766566</c:v>
                </c:pt>
                <c:pt idx="23">
                  <c:v>-1.3392563216589628</c:v>
                </c:pt>
                <c:pt idx="24">
                  <c:v>-0.9787705342970463</c:v>
                </c:pt>
                <c:pt idx="25">
                  <c:v>-1.206809451994576</c:v>
                </c:pt>
                <c:pt idx="26">
                  <c:v>-0.94998427799473673</c:v>
                </c:pt>
                <c:pt idx="27">
                  <c:v>5.1559572491029673E-2</c:v>
                </c:pt>
                <c:pt idx="28">
                  <c:v>1.4865764545132487</c:v>
                </c:pt>
                <c:pt idx="29">
                  <c:v>3.7077556968773449</c:v>
                </c:pt>
                <c:pt idx="30">
                  <c:v>2.7557492870752722</c:v>
                </c:pt>
                <c:pt idx="31">
                  <c:v>1.8682556010060425</c:v>
                </c:pt>
                <c:pt idx="32">
                  <c:v>3.3183524825925419</c:v>
                </c:pt>
                <c:pt idx="33">
                  <c:v>-0.82801655018094467</c:v>
                </c:pt>
                <c:pt idx="34">
                  <c:v>-1.5996247221570823</c:v>
                </c:pt>
                <c:pt idx="35">
                  <c:v>-1.5410466868756694</c:v>
                </c:pt>
                <c:pt idx="36">
                  <c:v>-2.2487507664741431</c:v>
                </c:pt>
                <c:pt idx="37">
                  <c:v>-2.6767041559672768</c:v>
                </c:pt>
                <c:pt idx="38">
                  <c:v>-1.8849181359608498</c:v>
                </c:pt>
                <c:pt idx="39">
                  <c:v>-1.3536560263989166</c:v>
                </c:pt>
                <c:pt idx="40">
                  <c:v>1.7945158090895592</c:v>
                </c:pt>
                <c:pt idx="41">
                  <c:v>1.968574687861369</c:v>
                </c:pt>
                <c:pt idx="42">
                  <c:v>1.0151302281203938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706-466F-BA87-BD340BE1E8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xt!$F$3:$F$45</c:f>
              <c:numCache>
                <c:formatCode>General</c:formatCode>
                <c:ptCount val="43"/>
                <c:pt idx="15" formatCode="0.000">
                  <c:v>-0.38400000000000001</c:v>
                </c:pt>
                <c:pt idx="16" formatCode="0.000">
                  <c:v>-1.575</c:v>
                </c:pt>
                <c:pt idx="17" formatCode="0.000">
                  <c:v>4.2610000000000001</c:v>
                </c:pt>
                <c:pt idx="18" formatCode="0.000">
                  <c:v>1.7829999999999999</c:v>
                </c:pt>
                <c:pt idx="19" formatCode="0.000">
                  <c:v>-3.6709999999999998</c:v>
                </c:pt>
                <c:pt idx="20" formatCode="0.000">
                  <c:v>0.13600000000000001</c:v>
                </c:pt>
                <c:pt idx="21" formatCode="0.000">
                  <c:v>-0.16300000000000001</c:v>
                </c:pt>
                <c:pt idx="22" formatCode="0.000">
                  <c:v>-0.70199999999999996</c:v>
                </c:pt>
                <c:pt idx="23" formatCode="0.000">
                  <c:v>-0.97899999999999998</c:v>
                </c:pt>
                <c:pt idx="24" formatCode="0.000">
                  <c:v>-1.3160000000000001</c:v>
                </c:pt>
                <c:pt idx="25" formatCode="0.000">
                  <c:v>1.2290000000000001</c:v>
                </c:pt>
                <c:pt idx="26" formatCode="0.000">
                  <c:v>4.6230000000000002</c:v>
                </c:pt>
                <c:pt idx="27" formatCode="0.000">
                  <c:v>8.1880000000000006</c:v>
                </c:pt>
                <c:pt idx="28" formatCode="0.000">
                  <c:v>2.5139999999999998</c:v>
                </c:pt>
                <c:pt idx="29" formatCode="0.000">
                  <c:v>-9.5259999999999998</c:v>
                </c:pt>
                <c:pt idx="30" formatCode="0.000">
                  <c:v>-5.23</c:v>
                </c:pt>
                <c:pt idx="31" formatCode="0.000">
                  <c:v>0.86599999999999999</c:v>
                </c:pt>
                <c:pt idx="32" formatCode="0.000">
                  <c:v>1.7390000000000001</c:v>
                </c:pt>
                <c:pt idx="33" formatCode="0.000">
                  <c:v>0.45500000000000002</c:v>
                </c:pt>
                <c:pt idx="34" formatCode="0.000">
                  <c:v>0.52200000000000002</c:v>
                </c:pt>
                <c:pt idx="35" formatCode="0.000">
                  <c:v>-0.495</c:v>
                </c:pt>
                <c:pt idx="36" formatCode="0.000">
                  <c:v>-0.63400000000000001</c:v>
                </c:pt>
                <c:pt idx="37" formatCode="0.000">
                  <c:v>1.22</c:v>
                </c:pt>
                <c:pt idx="38" formatCode="0.000">
                  <c:v>1.079</c:v>
                </c:pt>
                <c:pt idx="39" formatCode="0.000">
                  <c:v>1.5780000000000001</c:v>
                </c:pt>
                <c:pt idx="40" formatCode="0.000">
                  <c:v>-2</c:v>
                </c:pt>
                <c:pt idx="41" formatCode="0.000">
                  <c:v>2.6</c:v>
                </c:pt>
                <c:pt idx="42" formatCode="0.000">
                  <c:v>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967-4414-A9DA-831AB08E931F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xt!$F$51:$F$93</c:f>
              <c:numCache>
                <c:formatCode>General</c:formatCode>
                <c:ptCount val="43"/>
                <c:pt idx="13" formatCode="0.00">
                  <c:v>10.782150278650073</c:v>
                </c:pt>
                <c:pt idx="14" formatCode="0.00">
                  <c:v>1.3514706153913361</c:v>
                </c:pt>
                <c:pt idx="15" formatCode="0.00">
                  <c:v>-3.315196915056339</c:v>
                </c:pt>
                <c:pt idx="16" formatCode="0.00">
                  <c:v>-5.0099246209288957</c:v>
                </c:pt>
                <c:pt idx="17" formatCode="0.00">
                  <c:v>0.69538176842131494</c:v>
                </c:pt>
                <c:pt idx="18" formatCode="0.00">
                  <c:v>-1.3283060153175599</c:v>
                </c:pt>
                <c:pt idx="19" formatCode="0.00">
                  <c:v>-7.6099245534754649</c:v>
                </c:pt>
                <c:pt idx="20" formatCode="0.00">
                  <c:v>-4.2551215088382275</c:v>
                </c:pt>
                <c:pt idx="21" formatCode="0.00">
                  <c:v>-4.2893266576799594</c:v>
                </c:pt>
                <c:pt idx="22" formatCode="0.00">
                  <c:v>-3.3813455422226579</c:v>
                </c:pt>
                <c:pt idx="23" formatCode="0.00">
                  <c:v>-1.3463109421853425</c:v>
                </c:pt>
                <c:pt idx="24" formatCode="0.00">
                  <c:v>0.46167798235686575</c:v>
                </c:pt>
                <c:pt idx="25" formatCode="0.00">
                  <c:v>5.5243037126156498</c:v>
                </c:pt>
                <c:pt idx="26" formatCode="0.00">
                  <c:v>11.825300794371532</c:v>
                </c:pt>
                <c:pt idx="27" formatCode="0.00">
                  <c:v>16.964998012035416</c:v>
                </c:pt>
                <c:pt idx="28" formatCode="0.00">
                  <c:v>8.5541838054518404</c:v>
                </c:pt>
                <c:pt idx="29" formatCode="0.00">
                  <c:v>-8.9737714121444547</c:v>
                </c:pt>
                <c:pt idx="30" formatCode="0.00">
                  <c:v>-8.298266522623468</c:v>
                </c:pt>
                <c:pt idx="31" formatCode="0.00">
                  <c:v>-3.336436935331534</c:v>
                </c:pt>
                <c:pt idx="32" formatCode="0.00">
                  <c:v>-2.0828609989665368</c:v>
                </c:pt>
                <c:pt idx="33" formatCode="0.00">
                  <c:v>-2.7008087653118551</c:v>
                </c:pt>
                <c:pt idx="34" formatCode="0.00">
                  <c:v>-2.049220679369129</c:v>
                </c:pt>
                <c:pt idx="35" formatCode="0.00">
                  <c:v>-2.7055004939759999</c:v>
                </c:pt>
                <c:pt idx="36" formatCode="0.00">
                  <c:v>-2.2951969950291193</c:v>
                </c:pt>
                <c:pt idx="37" formatCode="0.00">
                  <c:v>0.499366889373696</c:v>
                </c:pt>
                <c:pt idx="38" formatCode="0.00">
                  <c:v>1.353843235596452</c:v>
                </c:pt>
                <c:pt idx="39" formatCode="0.00">
                  <c:v>2.4661220528742436</c:v>
                </c:pt>
                <c:pt idx="40" formatCode="0.00">
                  <c:v>-1.3485735267393375</c:v>
                </c:pt>
                <c:pt idx="41" formatCode="0.00">
                  <c:v>2.9129764236398241</c:v>
                </c:pt>
                <c:pt idx="42" formatCode="0.00">
                  <c:v>-0.28123964949051034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967-4414-A9DA-831AB08E93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51E-44F6-9844-9FD967950ABC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gt!$W$3:$W$45</c:f>
              <c:numCache>
                <c:formatCode>General</c:formatCode>
                <c:ptCount val="43"/>
                <c:pt idx="15" formatCode="0.000">
                  <c:v>5.2817142794745235</c:v>
                </c:pt>
                <c:pt idx="16" formatCode="0.000">
                  <c:v>-3.0014389852405103</c:v>
                </c:pt>
                <c:pt idx="17" formatCode="0.000">
                  <c:v>-2.2337428335956173</c:v>
                </c:pt>
                <c:pt idx="18" formatCode="0.000">
                  <c:v>-1.66226203163924</c:v>
                </c:pt>
                <c:pt idx="19" formatCode="0.000">
                  <c:v>-0.18869945882246147</c:v>
                </c:pt>
                <c:pt idx="20" formatCode="0.000">
                  <c:v>0.26463857935530577</c:v>
                </c:pt>
                <c:pt idx="21" formatCode="0.000">
                  <c:v>1.2087169848853068</c:v>
                </c:pt>
                <c:pt idx="22" formatCode="0.000">
                  <c:v>-0.28361954324092242</c:v>
                </c:pt>
                <c:pt idx="23" formatCode="0.000">
                  <c:v>-0.62772127248126663</c:v>
                </c:pt>
                <c:pt idx="24" formatCode="0.000">
                  <c:v>-0.69607995421535107</c:v>
                </c:pt>
                <c:pt idx="25" formatCode="0.000">
                  <c:v>-0.66071162963701402</c:v>
                </c:pt>
                <c:pt idx="26" formatCode="0.000">
                  <c:v>-0.31354695424973433</c:v>
                </c:pt>
                <c:pt idx="27" formatCode="0.000">
                  <c:v>-0.66461863550308908</c:v>
                </c:pt>
                <c:pt idx="28" formatCode="0.000">
                  <c:v>1.3763625664808223</c:v>
                </c:pt>
                <c:pt idx="29" formatCode="0.000">
                  <c:v>1.0424939867261191</c:v>
                </c:pt>
                <c:pt idx="30" formatCode="0.000">
                  <c:v>1.5657802618436567</c:v>
                </c:pt>
                <c:pt idx="31" formatCode="0.000">
                  <c:v>1.8737804583122626</c:v>
                </c:pt>
                <c:pt idx="32" formatCode="0.000">
                  <c:v>-1.6345684186731047</c:v>
                </c:pt>
                <c:pt idx="33" formatCode="0.000">
                  <c:v>8.1655509565625444</c:v>
                </c:pt>
                <c:pt idx="34" formatCode="0.000">
                  <c:v>-0.33034215527624694</c:v>
                </c:pt>
                <c:pt idx="35" formatCode="0.000">
                  <c:v>-1.8194293848893976</c:v>
                </c:pt>
                <c:pt idx="36" formatCode="0.000">
                  <c:v>-3.3340746736230753</c:v>
                </c:pt>
                <c:pt idx="37" formatCode="0.000">
                  <c:v>-3.8009459694967362</c:v>
                </c:pt>
                <c:pt idx="38" formatCode="0.000">
                  <c:v>-3.1427925637778023</c:v>
                </c:pt>
                <c:pt idx="39" formatCode="0.000">
                  <c:v>-2.5563539460242408</c:v>
                </c:pt>
                <c:pt idx="40" formatCode="0.000">
                  <c:v>2.3251000858480091</c:v>
                </c:pt>
                <c:pt idx="41" formatCode="0.000">
                  <c:v>3.1288602093447331</c:v>
                </c:pt>
                <c:pt idx="42" formatCode="0.000">
                  <c:v>0.80088859386106637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51E-44F6-9844-9FD967950A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12A-49C5-965E-32AFEA035343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gt!$Y$3:$Y$45</c:f>
              <c:numCache>
                <c:formatCode>0.000</c:formatCode>
                <c:ptCount val="43"/>
                <c:pt idx="0">
                  <c:v>-3.1038580501573385</c:v>
                </c:pt>
                <c:pt idx="1">
                  <c:v>0.6274783128228506</c:v>
                </c:pt>
                <c:pt idx="2">
                  <c:v>1.9782867372995554</c:v>
                </c:pt>
                <c:pt idx="3">
                  <c:v>1.4170543338772159</c:v>
                </c:pt>
                <c:pt idx="4">
                  <c:v>-6.1411848729690547E-3</c:v>
                </c:pt>
                <c:pt idx="5">
                  <c:v>1.2884455747655881</c:v>
                </c:pt>
                <c:pt idx="6">
                  <c:v>2.91101908677486E-2</c:v>
                </c:pt>
                <c:pt idx="7">
                  <c:v>-1.3241091038774127</c:v>
                </c:pt>
                <c:pt idx="8">
                  <c:v>-2.3657930105884115</c:v>
                </c:pt>
                <c:pt idx="9">
                  <c:v>-1.9028587155548493</c:v>
                </c:pt>
                <c:pt idx="10">
                  <c:v>-1.7370345128890754</c:v>
                </c:pt>
                <c:pt idx="11">
                  <c:v>0.23465861934120424</c:v>
                </c:pt>
                <c:pt idx="12">
                  <c:v>3.8624947314065308</c:v>
                </c:pt>
                <c:pt idx="13">
                  <c:v>3.2951461993157607</c:v>
                </c:pt>
                <c:pt idx="14">
                  <c:v>2.3664377254352384</c:v>
                </c:pt>
                <c:pt idx="15">
                  <c:v>1.0487074014982638</c:v>
                </c:pt>
                <c:pt idx="16">
                  <c:v>-0.49020043335556845</c:v>
                </c:pt>
                <c:pt idx="17">
                  <c:v>-1.3301033940045857</c:v>
                </c:pt>
                <c:pt idx="18">
                  <c:v>-1.6609877778280122</c:v>
                </c:pt>
                <c:pt idx="19">
                  <c:v>-0.2385599390019818</c:v>
                </c:pt>
                <c:pt idx="20">
                  <c:v>-1.2907207094594926</c:v>
                </c:pt>
                <c:pt idx="21">
                  <c:v>-1.7120179964903548</c:v>
                </c:pt>
                <c:pt idx="22">
                  <c:v>-0.28093237817889255</c:v>
                </c:pt>
                <c:pt idx="23">
                  <c:v>0.30450920081790767</c:v>
                </c:pt>
                <c:pt idx="24">
                  <c:v>0.39209608455257644</c:v>
                </c:pt>
                <c:pt idx="25">
                  <c:v>0.87922231364770576</c:v>
                </c:pt>
                <c:pt idx="26">
                  <c:v>1.1918010535193178</c:v>
                </c:pt>
                <c:pt idx="27">
                  <c:v>0.36312104642084203</c:v>
                </c:pt>
                <c:pt idx="28">
                  <c:v>6.1469271379955552E-2</c:v>
                </c:pt>
                <c:pt idx="29">
                  <c:v>-0.61217019994226829</c:v>
                </c:pt>
                <c:pt idx="30">
                  <c:v>-0.44762972630880615</c:v>
                </c:pt>
                <c:pt idx="31">
                  <c:v>-0.35192572045298703</c:v>
                </c:pt>
                <c:pt idx="32">
                  <c:v>-0.29417807849926259</c:v>
                </c:pt>
                <c:pt idx="33">
                  <c:v>0.13622406495821432</c:v>
                </c:pt>
                <c:pt idx="34">
                  <c:v>-0.37025211352866261</c:v>
                </c:pt>
                <c:pt idx="35">
                  <c:v>-0.37896013586359745</c:v>
                </c:pt>
                <c:pt idx="36">
                  <c:v>9.8577863767498511E-2</c:v>
                </c:pt>
                <c:pt idx="37">
                  <c:v>-6.7567598575117405E-2</c:v>
                </c:pt>
                <c:pt idx="38">
                  <c:v>0.54392087598789918</c:v>
                </c:pt>
                <c:pt idx="39">
                  <c:v>-3.1800950361280993E-2</c:v>
                </c:pt>
                <c:pt idx="40">
                  <c:v>0.97718635107823404</c:v>
                </c:pt>
                <c:pt idx="41">
                  <c:v>0.16588706192599834</c:v>
                </c:pt>
                <c:pt idx="42">
                  <c:v>-0.67421191785121004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12A-49C5-965E-32AFEA0353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C17-4095-A906-6773503CB764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gt!$Z$3:$Z$45</c:f>
              <c:numCache>
                <c:formatCode>General</c:formatCode>
                <c:ptCount val="43"/>
                <c:pt idx="3" formatCode="0.000">
                  <c:v>0.89754070730226243</c:v>
                </c:pt>
                <c:pt idx="4" formatCode="0.000">
                  <c:v>0.37653548208011151</c:v>
                </c:pt>
                <c:pt idx="5" formatCode="0.000">
                  <c:v>8.0450350931145789E-2</c:v>
                </c:pt>
                <c:pt idx="6" formatCode="0.000">
                  <c:v>-0.38223905322454116</c:v>
                </c:pt>
                <c:pt idx="7" formatCode="0.000">
                  <c:v>-1.0075248183364764</c:v>
                </c:pt>
                <c:pt idx="8" formatCode="0.000">
                  <c:v>-0.5081151053421834</c:v>
                </c:pt>
                <c:pt idx="9" formatCode="0.000">
                  <c:v>-0.76497964194410717</c:v>
                </c:pt>
                <c:pt idx="10" formatCode="0.000">
                  <c:v>-0.72693758729305624</c:v>
                </c:pt>
                <c:pt idx="11" formatCode="0.000">
                  <c:v>-7.3000591260149794E-2</c:v>
                </c:pt>
                <c:pt idx="12" formatCode="0.000">
                  <c:v>0.79125477014840273</c:v>
                </c:pt>
                <c:pt idx="13" formatCode="0.000">
                  <c:v>1.0263085405022729</c:v>
                </c:pt>
                <c:pt idx="14" formatCode="0.000">
                  <c:v>0.63216463345181262</c:v>
                </c:pt>
                <c:pt idx="15" formatCode="0.000">
                  <c:v>-2.9201322847439797E-2</c:v>
                </c:pt>
                <c:pt idx="16" formatCode="0.000">
                  <c:v>-0.10724264934183377</c:v>
                </c:pt>
                <c:pt idx="17" formatCode="0.000">
                  <c:v>-0.1130555664331381</c:v>
                </c:pt>
                <c:pt idx="18" formatCode="0.000">
                  <c:v>-6.5006365722961701E-2</c:v>
                </c:pt>
                <c:pt idx="19" formatCode="0.000">
                  <c:v>0.42765967883509304</c:v>
                </c:pt>
                <c:pt idx="20" formatCode="0.000">
                  <c:v>0.16506391075811919</c:v>
                </c:pt>
                <c:pt idx="21" formatCode="0.000">
                  <c:v>-0.4660678505664777</c:v>
                </c:pt>
                <c:pt idx="22" formatCode="0.000">
                  <c:v>1.5196937915740898</c:v>
                </c:pt>
                <c:pt idx="23" formatCode="0.000">
                  <c:v>0.1691001679496581</c:v>
                </c:pt>
                <c:pt idx="24" formatCode="0.000">
                  <c:v>0.36996868619663414</c:v>
                </c:pt>
                <c:pt idx="25" formatCode="0.000">
                  <c:v>0.16160012010278801</c:v>
                </c:pt>
                <c:pt idx="26" formatCode="0.000">
                  <c:v>-0.87615062370201191</c:v>
                </c:pt>
                <c:pt idx="27" formatCode="0.000">
                  <c:v>-1.261459148424777</c:v>
                </c:pt>
                <c:pt idx="28" formatCode="0.000">
                  <c:v>-0.48250440903693065</c:v>
                </c:pt>
                <c:pt idx="29" formatCode="0.000">
                  <c:v>-2.3011055311345001E-2</c:v>
                </c:pt>
                <c:pt idx="30" formatCode="0.000">
                  <c:v>4.778398856472894E-3</c:v>
                </c:pt>
                <c:pt idx="31" formatCode="0.000">
                  <c:v>-9.0649749610784175E-2</c:v>
                </c:pt>
                <c:pt idx="32" formatCode="0.000">
                  <c:v>-0.22239350126467219</c:v>
                </c:pt>
                <c:pt idx="33" formatCode="0.000">
                  <c:v>0.50529584094448077</c:v>
                </c:pt>
                <c:pt idx="34" formatCode="0.000">
                  <c:v>0.11339172218426624</c:v>
                </c:pt>
                <c:pt idx="35" formatCode="0.000">
                  <c:v>0.16017589357446871</c:v>
                </c:pt>
                <c:pt idx="36" formatCode="0.000">
                  <c:v>3.4916868585856881E-2</c:v>
                </c:pt>
                <c:pt idx="37" formatCode="0.000">
                  <c:v>-0.27041702409201618</c:v>
                </c:pt>
                <c:pt idx="38" formatCode="0.000">
                  <c:v>-0.82276510309606377</c:v>
                </c:pt>
                <c:pt idx="39" formatCode="0.000">
                  <c:v>-0.99101031860901156</c:v>
                </c:pt>
                <c:pt idx="40" formatCode="0.000">
                  <c:v>2.4998777239597141</c:v>
                </c:pt>
                <c:pt idx="41" formatCode="0.000">
                  <c:v>1.049639186969368</c:v>
                </c:pt>
                <c:pt idx="42" formatCode="0.000">
                  <c:v>-1.3605394082090561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C17-4095-A906-6773503CB7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7B4-4727-9E37-E8C6DF890FD1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gt!$AA$3:$AA$45</c:f>
              <c:numCache>
                <c:formatCode>0.000</c:formatCode>
                <c:ptCount val="43"/>
                <c:pt idx="0">
                  <c:v>-0.92159449335963517</c:v>
                </c:pt>
                <c:pt idx="1">
                  <c:v>0.474542400113727</c:v>
                </c:pt>
                <c:pt idx="2">
                  <c:v>8.3482268078264907E-2</c:v>
                </c:pt>
                <c:pt idx="3">
                  <c:v>0.34452241216016094</c:v>
                </c:pt>
                <c:pt idx="4">
                  <c:v>0.78752929660617765</c:v>
                </c:pt>
                <c:pt idx="5">
                  <c:v>0.92986675713222311</c:v>
                </c:pt>
                <c:pt idx="6">
                  <c:v>0.45102996035948451</c:v>
                </c:pt>
                <c:pt idx="7">
                  <c:v>6.6124994717538702E-2</c:v>
                </c:pt>
                <c:pt idx="8">
                  <c:v>-0.76774628448222937</c:v>
                </c:pt>
                <c:pt idx="9">
                  <c:v>-1.0304409520326698</c:v>
                </c:pt>
                <c:pt idx="10">
                  <c:v>-0.15335760019045611</c:v>
                </c:pt>
                <c:pt idx="11">
                  <c:v>-0.46537948558049502</c:v>
                </c:pt>
                <c:pt idx="12">
                  <c:v>0.84030311795015045</c:v>
                </c:pt>
                <c:pt idx="13">
                  <c:v>0.88106398528682517</c:v>
                </c:pt>
                <c:pt idx="14">
                  <c:v>1.0292757401613895</c:v>
                </c:pt>
                <c:pt idx="15">
                  <c:v>1.1783296489984794</c:v>
                </c:pt>
                <c:pt idx="16">
                  <c:v>-0.70424798732695615</c:v>
                </c:pt>
                <c:pt idx="17">
                  <c:v>-0.76029826301635184</c:v>
                </c:pt>
                <c:pt idx="18">
                  <c:v>-1.0492782856689746</c:v>
                </c:pt>
                <c:pt idx="19">
                  <c:v>-1.7154091753880052</c:v>
                </c:pt>
                <c:pt idx="20">
                  <c:v>-1.4617733097310595</c:v>
                </c:pt>
                <c:pt idx="21">
                  <c:v>-1.1915551532366906</c:v>
                </c:pt>
                <c:pt idx="22">
                  <c:v>-0.70011804309607972</c:v>
                </c:pt>
                <c:pt idx="23">
                  <c:v>0.25342771495120991</c:v>
                </c:pt>
                <c:pt idx="24">
                  <c:v>0.5322492614262524</c:v>
                </c:pt>
                <c:pt idx="25">
                  <c:v>0.56941290160333535</c:v>
                </c:pt>
                <c:pt idx="26">
                  <c:v>0.11901369203979036</c:v>
                </c:pt>
                <c:pt idx="27">
                  <c:v>0.14257574128186304</c:v>
                </c:pt>
                <c:pt idx="28">
                  <c:v>1.3091121067454117</c:v>
                </c:pt>
                <c:pt idx="29">
                  <c:v>2.106506572922302</c:v>
                </c:pt>
                <c:pt idx="30">
                  <c:v>2.2788119655392949</c:v>
                </c:pt>
                <c:pt idx="31">
                  <c:v>0.84090638166314546</c:v>
                </c:pt>
                <c:pt idx="32">
                  <c:v>0.92400807601279655</c:v>
                </c:pt>
                <c:pt idx="33">
                  <c:v>-0.57736512927614858</c:v>
                </c:pt>
                <c:pt idx="34">
                  <c:v>-0.44345682740236619</c:v>
                </c:pt>
                <c:pt idx="35">
                  <c:v>-0.8513339705694617</c:v>
                </c:pt>
                <c:pt idx="36">
                  <c:v>-1.483448259727763</c:v>
                </c:pt>
                <c:pt idx="37">
                  <c:v>-1.5994357737433598</c:v>
                </c:pt>
                <c:pt idx="38">
                  <c:v>-2.1242241702373739</c:v>
                </c:pt>
                <c:pt idx="39">
                  <c:v>-2.4979508551019443</c:v>
                </c:pt>
                <c:pt idx="40">
                  <c:v>2.8462824262300037</c:v>
                </c:pt>
                <c:pt idx="41">
                  <c:v>1.5114579230046796</c:v>
                </c:pt>
                <c:pt idx="42">
                  <c:v>0.8927136744736186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7B4-4727-9E37-E8C6DF890F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gt1</c:v>
          </c:tx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2B3-4AF3-A845-97AF6D8F4643}"/>
            </c:ext>
          </c:extLst>
        </c:ser>
        <c:ser>
          <c:idx val="1"/>
          <c:order val="1"/>
          <c:tx>
            <c:v>gt2</c:v>
          </c:tx>
          <c:spPr>
            <a:ln w="19050">
              <a:prstDash val="dash"/>
            </a:ln>
          </c:spPr>
          <c:marker>
            <c:symbol val="none"/>
          </c:marker>
          <c:cat>
            <c:numRef>
              <c:f>gt!$A$3:$A$45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gt!$AB$3:$AB$45</c:f>
              <c:numCache>
                <c:formatCode>0.000</c:formatCode>
                <c:ptCount val="43"/>
                <c:pt idx="0">
                  <c:v>0.54762796179175055</c:v>
                </c:pt>
                <c:pt idx="1">
                  <c:v>-0.13578189628451137</c:v>
                </c:pt>
                <c:pt idx="2">
                  <c:v>-0.31351517228635734</c:v>
                </c:pt>
                <c:pt idx="3">
                  <c:v>-0.30380725433632033</c:v>
                </c:pt>
                <c:pt idx="4">
                  <c:v>-0.39104068448588997</c:v>
                </c:pt>
                <c:pt idx="5">
                  <c:v>0.10096484323705848</c:v>
                </c:pt>
                <c:pt idx="6">
                  <c:v>0.40271433198258172</c:v>
                </c:pt>
                <c:pt idx="7">
                  <c:v>0.26388941879990679</c:v>
                </c:pt>
                <c:pt idx="8">
                  <c:v>-0.1085003315528644</c:v>
                </c:pt>
                <c:pt idx="9">
                  <c:v>5.7532385100578003E-2</c:v>
                </c:pt>
                <c:pt idx="10">
                  <c:v>0.35552419771001181</c:v>
                </c:pt>
                <c:pt idx="11">
                  <c:v>0.33323546903169399</c:v>
                </c:pt>
                <c:pt idx="12">
                  <c:v>1.059711889310136</c:v>
                </c:pt>
                <c:pt idx="13">
                  <c:v>0.55517984531406783</c:v>
                </c:pt>
                <c:pt idx="14">
                  <c:v>6.9219869406127302E-2</c:v>
                </c:pt>
                <c:pt idx="15">
                  <c:v>-0.26105627994941616</c:v>
                </c:pt>
                <c:pt idx="16">
                  <c:v>-0.54935962584284181</c:v>
                </c:pt>
                <c:pt idx="17">
                  <c:v>-1.0099621463856627</c:v>
                </c:pt>
                <c:pt idx="18">
                  <c:v>-1.0517865799347135</c:v>
                </c:pt>
                <c:pt idx="19">
                  <c:v>-0.79382745017719281</c:v>
                </c:pt>
                <c:pt idx="20">
                  <c:v>-0.75974536045347996</c:v>
                </c:pt>
                <c:pt idx="21">
                  <c:v>-0.30226836696020704</c:v>
                </c:pt>
                <c:pt idx="22">
                  <c:v>0.18717741565071611</c:v>
                </c:pt>
                <c:pt idx="23">
                  <c:v>0.27566674259295926</c:v>
                </c:pt>
                <c:pt idx="24">
                  <c:v>0.13575144988297128</c:v>
                </c:pt>
                <c:pt idx="25">
                  <c:v>-3.812096833780125E-2</c:v>
                </c:pt>
                <c:pt idx="26">
                  <c:v>-0.41499677571421933</c:v>
                </c:pt>
                <c:pt idx="27">
                  <c:v>0.10036730376195332</c:v>
                </c:pt>
                <c:pt idx="28">
                  <c:v>1.4860956150112792</c:v>
                </c:pt>
                <c:pt idx="29">
                  <c:v>2.6280059603560924</c:v>
                </c:pt>
                <c:pt idx="30">
                  <c:v>2.3216161541196203</c:v>
                </c:pt>
                <c:pt idx="31">
                  <c:v>0.91611600770019874</c:v>
                </c:pt>
                <c:pt idx="32">
                  <c:v>-0.40122310535298572</c:v>
                </c:pt>
                <c:pt idx="33">
                  <c:v>-1.159661756407993</c:v>
                </c:pt>
                <c:pt idx="34">
                  <c:v>-1.4781425110599717</c:v>
                </c:pt>
                <c:pt idx="35">
                  <c:v>-1.5084622089939981</c:v>
                </c:pt>
                <c:pt idx="36">
                  <c:v>-1.6428871807436833</c:v>
                </c:pt>
                <c:pt idx="37">
                  <c:v>-1.9689077655088298</c:v>
                </c:pt>
                <c:pt idx="38">
                  <c:v>-2.0834520485971604</c:v>
                </c:pt>
                <c:pt idx="39">
                  <c:v>-0.15055732820134593</c:v>
                </c:pt>
                <c:pt idx="40">
                  <c:v>5.3706808766889118</c:v>
                </c:pt>
                <c:pt idx="41">
                  <c:v>2.7632502387101554</c:v>
                </c:pt>
                <c:pt idx="42">
                  <c:v>-2.7519370515105153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2B3-4AF3-A845-97AF6D8F46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Authors' calculation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r-g.xlsx]st'!$A$3:$A$45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r-g.xlsx]st'!$B$3:$B$45</c:f>
              <c:numCache>
                <c:formatCode>General</c:formatCode>
                <c:ptCount val="43"/>
                <c:pt idx="8" formatCode="0.000">
                  <c:v>-1.4299927989183965</c:v>
                </c:pt>
                <c:pt idx="9" formatCode="0.000">
                  <c:v>-1.2014835969871096</c:v>
                </c:pt>
                <c:pt idx="10" formatCode="0.000">
                  <c:v>-0.74139366827761655</c:v>
                </c:pt>
                <c:pt idx="11" formatCode="0.000">
                  <c:v>-0.98940711233984624</c:v>
                </c:pt>
                <c:pt idx="12" formatCode="0.000">
                  <c:v>-0.10989661796629387</c:v>
                </c:pt>
                <c:pt idx="13" formatCode="0.000">
                  <c:v>-1.9535424257949618</c:v>
                </c:pt>
                <c:pt idx="14" formatCode="0.000">
                  <c:v>-2.4671576714071928</c:v>
                </c:pt>
                <c:pt idx="15" formatCode="0.000">
                  <c:v>-2.8515086068701381</c:v>
                </c:pt>
                <c:pt idx="16" formatCode="0.000">
                  <c:v>-1.0236802009847557</c:v>
                </c:pt>
                <c:pt idx="17" formatCode="0.000">
                  <c:v>0.69162651706574563</c:v>
                </c:pt>
                <c:pt idx="18" formatCode="0.000">
                  <c:v>0.28695354440711213</c:v>
                </c:pt>
                <c:pt idx="19" formatCode="0.000">
                  <c:v>0.17146847400470025</c:v>
                </c:pt>
                <c:pt idx="20" formatCode="0.000">
                  <c:v>0.68927531131422404</c:v>
                </c:pt>
                <c:pt idx="21" formatCode="0.000">
                  <c:v>2.0458341433532605</c:v>
                </c:pt>
                <c:pt idx="22" formatCode="0.000">
                  <c:v>0.54240927139334871</c:v>
                </c:pt>
                <c:pt idx="23" formatCode="0.000">
                  <c:v>1.1952343565699863</c:v>
                </c:pt>
                <c:pt idx="24" formatCode="0.000">
                  <c:v>-2.560275467217366</c:v>
                </c:pt>
                <c:pt idx="25" formatCode="0.000">
                  <c:v>-0.17521279174038798</c:v>
                </c:pt>
                <c:pt idx="26" formatCode="0.000">
                  <c:v>-0.23989989773674963</c:v>
                </c:pt>
                <c:pt idx="27" formatCode="0.000">
                  <c:v>0.8417395680614268</c:v>
                </c:pt>
                <c:pt idx="28" formatCode="0.000">
                  <c:v>0.72098333573932538</c:v>
                </c:pt>
                <c:pt idx="29" formatCode="0.000">
                  <c:v>-3.0934888023931797</c:v>
                </c:pt>
                <c:pt idx="30" formatCode="0.000">
                  <c:v>-2.2557104392356249</c:v>
                </c:pt>
                <c:pt idx="31" formatCode="0.000">
                  <c:v>-0.44522924805450914</c:v>
                </c:pt>
                <c:pt idx="32" formatCode="0.000">
                  <c:v>-2.2319394021976288E-2</c:v>
                </c:pt>
                <c:pt idx="33" formatCode="0.000">
                  <c:v>0.18788579394039664</c:v>
                </c:pt>
                <c:pt idx="34" formatCode="0.000">
                  <c:v>-0.73513498342001227</c:v>
                </c:pt>
                <c:pt idx="35" formatCode="0.000">
                  <c:v>0.84279915845031206</c:v>
                </c:pt>
                <c:pt idx="36" formatCode="0.000">
                  <c:v>0.13789270077103202</c:v>
                </c:pt>
                <c:pt idx="37" formatCode="0.000">
                  <c:v>0.65040508105379591</c:v>
                </c:pt>
                <c:pt idx="38" formatCode="0.000">
                  <c:v>1.4359077875408452</c:v>
                </c:pt>
                <c:pt idx="39" formatCode="0.000">
                  <c:v>1.6616101673133974</c:v>
                </c:pt>
                <c:pt idx="40" formatCode="0.000">
                  <c:v>-6.6662465951918186</c:v>
                </c:pt>
                <c:pt idx="41" formatCode="0.000">
                  <c:v>-4.968875029196937</c:v>
                </c:pt>
                <c:pt idx="42" formatCode="0.000">
                  <c:v>-2.9993042347064982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4BC-4EA9-AAC8-AD98C7848783}"/>
            </c:ext>
          </c:extLst>
        </c:ser>
        <c:ser>
          <c:idx val="1"/>
          <c:order val="1"/>
          <c:tx>
            <c:v>WEO April 2024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'[Dataset with r-g.xlsx]CAPB'!$B$48:$B$90</c:f>
              <c:numCache>
                <c:formatCode>General</c:formatCode>
                <c:ptCount val="43"/>
                <c:pt idx="15">
                  <c:v>-2.354973169</c:v>
                </c:pt>
                <c:pt idx="16">
                  <c:v>-0.69514909800000002</c:v>
                </c:pt>
                <c:pt idx="17">
                  <c:v>0.88894930699999997</c:v>
                </c:pt>
                <c:pt idx="18">
                  <c:v>-1.206512E-2</c:v>
                </c:pt>
                <c:pt idx="19">
                  <c:v>-0.36904610999999998</c:v>
                </c:pt>
                <c:pt idx="20">
                  <c:v>-0.137220922</c:v>
                </c:pt>
                <c:pt idx="21">
                  <c:v>1.6756576750000001</c:v>
                </c:pt>
                <c:pt idx="22">
                  <c:v>0.41004027300000001</c:v>
                </c:pt>
                <c:pt idx="23">
                  <c:v>1.7885576059999999</c:v>
                </c:pt>
                <c:pt idx="24">
                  <c:v>-2.1889018230000001</c:v>
                </c:pt>
                <c:pt idx="25">
                  <c:v>8.1074691000000004E-2</c:v>
                </c:pt>
                <c:pt idx="26">
                  <c:v>-0.69625213399999997</c:v>
                </c:pt>
                <c:pt idx="27">
                  <c:v>-0.44624450700000001</c:v>
                </c:pt>
                <c:pt idx="28">
                  <c:v>-0.62375318899999999</c:v>
                </c:pt>
                <c:pt idx="29">
                  <c:v>-2.485971647</c:v>
                </c:pt>
                <c:pt idx="30">
                  <c:v>-1.9445613369999999</c:v>
                </c:pt>
                <c:pt idx="31">
                  <c:v>-0.98262218599999995</c:v>
                </c:pt>
                <c:pt idx="32">
                  <c:v>-0.36139618000000001</c:v>
                </c:pt>
                <c:pt idx="33">
                  <c:v>0.35489865100000001</c:v>
                </c:pt>
                <c:pt idx="34">
                  <c:v>-0.26907395499999998</c:v>
                </c:pt>
                <c:pt idx="35">
                  <c:v>1.29843968</c:v>
                </c:pt>
                <c:pt idx="36">
                  <c:v>0.37963086499999998</c:v>
                </c:pt>
                <c:pt idx="37">
                  <c:v>0.54567444399999998</c:v>
                </c:pt>
                <c:pt idx="38">
                  <c:v>0.93325449400000005</c:v>
                </c:pt>
                <c:pt idx="39">
                  <c:v>1.242054182</c:v>
                </c:pt>
                <c:pt idx="40">
                  <c:v>-6.0277706350000004</c:v>
                </c:pt>
                <c:pt idx="41">
                  <c:v>-4.0526479670000004</c:v>
                </c:pt>
                <c:pt idx="42">
                  <c:v>-2.999517929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4BC-4EA9-AAC8-AD98C78487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.5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23715525142690497"/>
          <c:y val="0.16025641025641027"/>
          <c:w val="0.67725076032162657"/>
          <c:h val="0.15456120869506695"/>
        </c:manualLayout>
      </c:layout>
      <c:overlay val="0"/>
      <c:txPr>
        <a:bodyPr/>
        <a:lstStyle/>
        <a:p>
          <a:pPr>
            <a:defRPr sz="600"/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st!$C$3:$C$45</c:f>
              <c:numCache>
                <c:formatCode>0.000</c:formatCode>
                <c:ptCount val="43"/>
                <c:pt idx="0">
                  <c:v>-4.1121067287610158</c:v>
                </c:pt>
                <c:pt idx="1">
                  <c:v>-8.5665090063852301</c:v>
                </c:pt>
                <c:pt idx="2">
                  <c:v>-4.1964880719457787</c:v>
                </c:pt>
                <c:pt idx="3">
                  <c:v>-5.8666210776777756</c:v>
                </c:pt>
                <c:pt idx="4">
                  <c:v>-2.0215786101133699</c:v>
                </c:pt>
                <c:pt idx="5">
                  <c:v>-0.74267028314558781</c:v>
                </c:pt>
                <c:pt idx="6">
                  <c:v>-0.27127397400127468</c:v>
                </c:pt>
                <c:pt idx="7">
                  <c:v>1.5126433453582664</c:v>
                </c:pt>
                <c:pt idx="8">
                  <c:v>2.0386670715557078</c:v>
                </c:pt>
                <c:pt idx="9">
                  <c:v>3.0328687239413186</c:v>
                </c:pt>
                <c:pt idx="10">
                  <c:v>4.2567826516804841</c:v>
                </c:pt>
                <c:pt idx="11">
                  <c:v>3.1473223949426075</c:v>
                </c:pt>
                <c:pt idx="12">
                  <c:v>2.1332333564562189</c:v>
                </c:pt>
                <c:pt idx="13">
                  <c:v>2.6309348925488152</c:v>
                </c:pt>
                <c:pt idx="14">
                  <c:v>3.5707132998305182</c:v>
                </c:pt>
                <c:pt idx="15">
                  <c:v>3.801340181022419</c:v>
                </c:pt>
                <c:pt idx="16">
                  <c:v>3.8858385677002625</c:v>
                </c:pt>
                <c:pt idx="17">
                  <c:v>5.1249702338471748</c:v>
                </c:pt>
                <c:pt idx="18">
                  <c:v>5.8962762774513129</c:v>
                </c:pt>
                <c:pt idx="19">
                  <c:v>5.844102648927203</c:v>
                </c:pt>
                <c:pt idx="20">
                  <c:v>6.298592116199873</c:v>
                </c:pt>
                <c:pt idx="21">
                  <c:v>6.2599613440358786</c:v>
                </c:pt>
                <c:pt idx="22">
                  <c:v>5.3006269320312276</c:v>
                </c:pt>
                <c:pt idx="23">
                  <c:v>3.0295576048541695</c:v>
                </c:pt>
                <c:pt idx="24">
                  <c:v>4.2370096845822482</c:v>
                </c:pt>
                <c:pt idx="25">
                  <c:v>1.3311152687197763</c:v>
                </c:pt>
                <c:pt idx="26">
                  <c:v>4.0510013951948087</c:v>
                </c:pt>
                <c:pt idx="27">
                  <c:v>3.8116233467205283</c:v>
                </c:pt>
                <c:pt idx="28">
                  <c:v>2.4907891288066546</c:v>
                </c:pt>
                <c:pt idx="29">
                  <c:v>-1.9497273119577958</c:v>
                </c:pt>
                <c:pt idx="30">
                  <c:v>-0.89057328731810792</c:v>
                </c:pt>
                <c:pt idx="31">
                  <c:v>-1.1928740547054295</c:v>
                </c:pt>
                <c:pt idx="32">
                  <c:v>-1.1549367787179348</c:v>
                </c:pt>
                <c:pt idx="33">
                  <c:v>-0.18845647168111274</c:v>
                </c:pt>
                <c:pt idx="34">
                  <c:v>-0.1838608788080951</c:v>
                </c:pt>
                <c:pt idx="35">
                  <c:v>0.15827868800118899</c:v>
                </c:pt>
                <c:pt idx="36">
                  <c:v>4.8321271291195071E-3</c:v>
                </c:pt>
                <c:pt idx="37">
                  <c:v>1.3840112968868292</c:v>
                </c:pt>
                <c:pt idx="38">
                  <c:v>0.97803446182353115</c:v>
                </c:pt>
                <c:pt idx="39">
                  <c:v>-0.27722452831757621</c:v>
                </c:pt>
                <c:pt idx="40">
                  <c:v>-6.7274712561168322</c:v>
                </c:pt>
                <c:pt idx="41">
                  <c:v>-3.9677234493721905</c:v>
                </c:pt>
                <c:pt idx="42">
                  <c:v>-2.3453214284417814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6A2-4860-9AA6-78727DEF46AA}"/>
            </c:ext>
          </c:extLst>
        </c:ser>
        <c:ser>
          <c:idx val="1"/>
          <c:order val="1"/>
          <c:tx>
            <c:v>Oct-23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CAPB!$C$48:$C$90</c:f>
              <c:numCache>
                <c:formatCode>General</c:formatCode>
                <c:ptCount val="43"/>
                <c:pt idx="0">
                  <c:v>-5.207981857</c:v>
                </c:pt>
                <c:pt idx="1">
                  <c:v>-8.5415913989999996</c:v>
                </c:pt>
                <c:pt idx="2">
                  <c:v>-3.7327937119999999</c:v>
                </c:pt>
                <c:pt idx="3">
                  <c:v>-4.7165206660000001</c:v>
                </c:pt>
                <c:pt idx="4">
                  <c:v>-1.2034348939999999</c:v>
                </c:pt>
                <c:pt idx="5">
                  <c:v>0.17450840200000001</c:v>
                </c:pt>
                <c:pt idx="6">
                  <c:v>0.69953771799999998</c:v>
                </c:pt>
                <c:pt idx="7">
                  <c:v>2.337314755</c:v>
                </c:pt>
                <c:pt idx="8">
                  <c:v>1.847602674</c:v>
                </c:pt>
                <c:pt idx="9">
                  <c:v>2.4327983120000001</c:v>
                </c:pt>
                <c:pt idx="10">
                  <c:v>3.3975501879999999</c:v>
                </c:pt>
                <c:pt idx="11">
                  <c:v>2.5809904239999999</c:v>
                </c:pt>
                <c:pt idx="12">
                  <c:v>1.9965628870000001</c:v>
                </c:pt>
                <c:pt idx="13">
                  <c:v>3.6940747759999999</c:v>
                </c:pt>
                <c:pt idx="14">
                  <c:v>4.077143274</c:v>
                </c:pt>
                <c:pt idx="15">
                  <c:v>4.2464765199999999</c:v>
                </c:pt>
                <c:pt idx="16">
                  <c:v>4.6947670229999998</c:v>
                </c:pt>
                <c:pt idx="17">
                  <c:v>5.3166747110000001</c:v>
                </c:pt>
                <c:pt idx="18">
                  <c:v>6.2761695639999999</c:v>
                </c:pt>
                <c:pt idx="19">
                  <c:v>5.7043425729999999</c:v>
                </c:pt>
                <c:pt idx="20">
                  <c:v>5.5615341459999996</c:v>
                </c:pt>
                <c:pt idx="21">
                  <c:v>6.0703750769999996</c:v>
                </c:pt>
                <c:pt idx="22">
                  <c:v>5.3665291110000002</c:v>
                </c:pt>
                <c:pt idx="23">
                  <c:v>3.6057959140000002</c:v>
                </c:pt>
                <c:pt idx="24">
                  <c:v>4.2416580259999996</c:v>
                </c:pt>
                <c:pt idx="25">
                  <c:v>1.269993911</c:v>
                </c:pt>
                <c:pt idx="26">
                  <c:v>3.7428354119999998</c:v>
                </c:pt>
                <c:pt idx="27">
                  <c:v>2.6904267370000001</c:v>
                </c:pt>
                <c:pt idx="28">
                  <c:v>1.8383009850000001</c:v>
                </c:pt>
                <c:pt idx="29">
                  <c:v>-1.15876852</c:v>
                </c:pt>
                <c:pt idx="30">
                  <c:v>-0.75736506000000003</c:v>
                </c:pt>
                <c:pt idx="31">
                  <c:v>-1.251981225</c:v>
                </c:pt>
                <c:pt idx="32">
                  <c:v>-0.978590038</c:v>
                </c:pt>
                <c:pt idx="33">
                  <c:v>0.358491795</c:v>
                </c:pt>
                <c:pt idx="34">
                  <c:v>0.22317144899999999</c:v>
                </c:pt>
                <c:pt idx="35">
                  <c:v>0.228119669</c:v>
                </c:pt>
                <c:pt idx="36">
                  <c:v>5.2887878999999999E-2</c:v>
                </c:pt>
                <c:pt idx="37">
                  <c:v>1.2635308999999999</c:v>
                </c:pt>
                <c:pt idx="38">
                  <c:v>0.60921789800000004</c:v>
                </c:pt>
                <c:pt idx="39">
                  <c:v>-1.0586899949999999</c:v>
                </c:pt>
                <c:pt idx="40">
                  <c:v>-4.8443728100000003</c:v>
                </c:pt>
                <c:pt idx="41">
                  <c:v>-3.9122328930000001</c:v>
                </c:pt>
                <c:pt idx="42">
                  <c:v>-3.181044156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6A2-4860-9AA6-78727DEF46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st!$D$3:$D$45</c:f>
              <c:numCache>
                <c:formatCode>General</c:formatCode>
                <c:ptCount val="43"/>
                <c:pt idx="15" formatCode="0.000">
                  <c:v>-12.471718132095914</c:v>
                </c:pt>
                <c:pt idx="16" formatCode="0.000">
                  <c:v>-2.672025576250749</c:v>
                </c:pt>
                <c:pt idx="17" formatCode="0.000">
                  <c:v>-2.8513500283707294</c:v>
                </c:pt>
                <c:pt idx="18" formatCode="0.000">
                  <c:v>-3.6521720443200478</c:v>
                </c:pt>
                <c:pt idx="19" formatCode="0.000">
                  <c:v>-2.5296110428317151</c:v>
                </c:pt>
                <c:pt idx="20" formatCode="0.000">
                  <c:v>-3.3452399464019891</c:v>
                </c:pt>
                <c:pt idx="21" formatCode="0.000">
                  <c:v>-5.283914908692136</c:v>
                </c:pt>
                <c:pt idx="22" formatCode="0.000">
                  <c:v>-5.7589514023405881</c:v>
                </c:pt>
                <c:pt idx="23" formatCode="0.000">
                  <c:v>-6.1731198713474811</c:v>
                </c:pt>
                <c:pt idx="24" formatCode="0.000">
                  <c:v>-1.7234862025437301</c:v>
                </c:pt>
                <c:pt idx="25" formatCode="0.000">
                  <c:v>-2.390827910835355</c:v>
                </c:pt>
                <c:pt idx="26" formatCode="0.000">
                  <c:v>-1.59864401259264</c:v>
                </c:pt>
                <c:pt idx="27" formatCode="0.000">
                  <c:v>-2.4289250780751226E-2</c:v>
                </c:pt>
                <c:pt idx="28" formatCode="0.000">
                  <c:v>-1.4282814131545603</c:v>
                </c:pt>
                <c:pt idx="29" formatCode="0.000">
                  <c:v>-4.4772705556392598</c:v>
                </c:pt>
                <c:pt idx="30" formatCode="0.000">
                  <c:v>-3.1366987548448702</c:v>
                </c:pt>
                <c:pt idx="31" formatCode="0.000">
                  <c:v>-1.6367115898874434</c:v>
                </c:pt>
                <c:pt idx="32" formatCode="0.000">
                  <c:v>-2.6605944478945216</c:v>
                </c:pt>
                <c:pt idx="33" formatCode="0.000">
                  <c:v>-0.18324197535907621</c:v>
                </c:pt>
                <c:pt idx="34" formatCode="0.000">
                  <c:v>-0.93378315067025219</c:v>
                </c:pt>
                <c:pt idx="35" formatCode="0.000">
                  <c:v>0.26745729979480021</c:v>
                </c:pt>
                <c:pt idx="36" formatCode="0.000">
                  <c:v>1.4840417160590786</c:v>
                </c:pt>
                <c:pt idx="37" formatCode="0.000">
                  <c:v>2.1979255223606153</c:v>
                </c:pt>
                <c:pt idx="38" formatCode="0.000">
                  <c:v>1.5364167143276299</c:v>
                </c:pt>
                <c:pt idx="39" formatCode="0.000">
                  <c:v>0.82904895968278192</c:v>
                </c:pt>
                <c:pt idx="40" formatCode="0.000">
                  <c:v>-5.005805874453837</c:v>
                </c:pt>
                <c:pt idx="41" formatCode="0.000">
                  <c:v>-4.4250879624488935</c:v>
                </c:pt>
                <c:pt idx="42" formatCode="0.000">
                  <c:v>-2.6336525355502785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512-416B-A328-2EC21D67C78B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st!$D$79:$D$121</c:f>
              <c:numCache>
                <c:formatCode>General</c:formatCode>
                <c:ptCount val="43"/>
                <c:pt idx="15">
                  <c:v>-12.547406000000001</c:v>
                </c:pt>
                <c:pt idx="16">
                  <c:v>-4.0800281810000003</c:v>
                </c:pt>
                <c:pt idx="17">
                  <c:v>-3.234319562</c:v>
                </c:pt>
                <c:pt idx="18">
                  <c:v>-3.089099831</c:v>
                </c:pt>
                <c:pt idx="19">
                  <c:v>-1.572595328</c:v>
                </c:pt>
                <c:pt idx="20">
                  <c:v>-2.8070893770000001</c:v>
                </c:pt>
                <c:pt idx="21">
                  <c:v>-4.7637386709999996</c:v>
                </c:pt>
                <c:pt idx="22">
                  <c:v>-4.6918168869999999</c:v>
                </c:pt>
                <c:pt idx="23">
                  <c:v>-5.1783568400000002</c:v>
                </c:pt>
                <c:pt idx="24">
                  <c:v>-1.1466412429999999</c:v>
                </c:pt>
                <c:pt idx="25">
                  <c:v>-2.942524551</c:v>
                </c:pt>
                <c:pt idx="26">
                  <c:v>-3.385637483</c:v>
                </c:pt>
                <c:pt idx="27">
                  <c:v>-2.702388945</c:v>
                </c:pt>
                <c:pt idx="28">
                  <c:v>-3.8941107559999999</c:v>
                </c:pt>
                <c:pt idx="29">
                  <c:v>-4.3277428069999999</c:v>
                </c:pt>
                <c:pt idx="30">
                  <c:v>-3.1157715060000002</c:v>
                </c:pt>
                <c:pt idx="31">
                  <c:v>-1.572607334</c:v>
                </c:pt>
                <c:pt idx="32">
                  <c:v>-1.7137065149999999</c:v>
                </c:pt>
                <c:pt idx="33">
                  <c:v>1.394228969</c:v>
                </c:pt>
                <c:pt idx="34">
                  <c:v>0.44071990599999999</c:v>
                </c:pt>
                <c:pt idx="35">
                  <c:v>0.50897077400000001</c:v>
                </c:pt>
                <c:pt idx="36">
                  <c:v>1.5288207579999999</c:v>
                </c:pt>
                <c:pt idx="37">
                  <c:v>1.4743797869999999</c:v>
                </c:pt>
                <c:pt idx="38">
                  <c:v>0.73063709099999996</c:v>
                </c:pt>
                <c:pt idx="39">
                  <c:v>-0.27186196499999998</c:v>
                </c:pt>
                <c:pt idx="40">
                  <c:v>-4.9079043029999996</c:v>
                </c:pt>
                <c:pt idx="41">
                  <c:v>-4.8176209339999998</c:v>
                </c:pt>
                <c:pt idx="42">
                  <c:v>-3.2432389989999999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512-416B-A328-2EC21D67C7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st!$E$3:$E$45</c:f>
              <c:numCache>
                <c:formatCode>0.000</c:formatCode>
                <c:ptCount val="43"/>
                <c:pt idx="0">
                  <c:v>-2.3446804074459018</c:v>
                </c:pt>
                <c:pt idx="1">
                  <c:v>-4.1525901430744909</c:v>
                </c:pt>
                <c:pt idx="2">
                  <c:v>-6.139744085250288</c:v>
                </c:pt>
                <c:pt idx="3">
                  <c:v>-2.6200651391800407</c:v>
                </c:pt>
                <c:pt idx="4">
                  <c:v>1.9392945625410434</c:v>
                </c:pt>
                <c:pt idx="5">
                  <c:v>4.2172446352939552</c:v>
                </c:pt>
                <c:pt idx="6">
                  <c:v>8.3802488252377607</c:v>
                </c:pt>
                <c:pt idx="7">
                  <c:v>6.8760473389087835</c:v>
                </c:pt>
                <c:pt idx="8">
                  <c:v>4.7268278804940165</c:v>
                </c:pt>
                <c:pt idx="9">
                  <c:v>3.285401164770807</c:v>
                </c:pt>
                <c:pt idx="10">
                  <c:v>2.5805768335189794</c:v>
                </c:pt>
                <c:pt idx="11">
                  <c:v>1.3957886868812079</c:v>
                </c:pt>
                <c:pt idx="12">
                  <c:v>0.6249351197435643</c:v>
                </c:pt>
                <c:pt idx="13">
                  <c:v>-8.0915041397419285E-2</c:v>
                </c:pt>
                <c:pt idx="14">
                  <c:v>-0.23318340347716332</c:v>
                </c:pt>
                <c:pt idx="15">
                  <c:v>0.12827637641687667</c:v>
                </c:pt>
                <c:pt idx="16">
                  <c:v>0.68546709777143755</c:v>
                </c:pt>
                <c:pt idx="17">
                  <c:v>2.0080422054237483</c:v>
                </c:pt>
                <c:pt idx="18">
                  <c:v>2.6208311882960977</c:v>
                </c:pt>
                <c:pt idx="19">
                  <c:v>3.7770160518466023</c:v>
                </c:pt>
                <c:pt idx="20">
                  <c:v>4.5039188890970356</c:v>
                </c:pt>
                <c:pt idx="21">
                  <c:v>3.2139385663573528</c:v>
                </c:pt>
                <c:pt idx="22">
                  <c:v>1.9378519513376233</c:v>
                </c:pt>
                <c:pt idx="23">
                  <c:v>1.4869624842186262</c:v>
                </c:pt>
                <c:pt idx="24">
                  <c:v>3.4385935073552658</c:v>
                </c:pt>
                <c:pt idx="25">
                  <c:v>6.128142232912138</c:v>
                </c:pt>
                <c:pt idx="26">
                  <c:v>6.1121877226882537</c:v>
                </c:pt>
                <c:pt idx="27">
                  <c:v>5.8583927861008691</c:v>
                </c:pt>
                <c:pt idx="28">
                  <c:v>3.4685565528543649</c:v>
                </c:pt>
                <c:pt idx="29">
                  <c:v>-2.2813157226069238</c:v>
                </c:pt>
                <c:pt idx="30">
                  <c:v>-2.063172067913067</c:v>
                </c:pt>
                <c:pt idx="31">
                  <c:v>-1.4182461520314844</c:v>
                </c:pt>
                <c:pt idx="32">
                  <c:v>-2.8907001193724651</c:v>
                </c:pt>
                <c:pt idx="33">
                  <c:v>-0.80515581510405743</c:v>
                </c:pt>
                <c:pt idx="34">
                  <c:v>1.5519854150468191</c:v>
                </c:pt>
                <c:pt idx="35">
                  <c:v>-0.58180184192699613</c:v>
                </c:pt>
                <c:pt idx="36">
                  <c:v>0.40823721644931871</c:v>
                </c:pt>
                <c:pt idx="37">
                  <c:v>1.7185442361601231</c:v>
                </c:pt>
                <c:pt idx="38">
                  <c:v>0.39991587296364572</c:v>
                </c:pt>
                <c:pt idx="39">
                  <c:v>3.8979053650755171</c:v>
                </c:pt>
                <c:pt idx="40">
                  <c:v>5.367340613106051E-2</c:v>
                </c:pt>
                <c:pt idx="41">
                  <c:v>3.7341539010906191</c:v>
                </c:pt>
                <c:pt idx="42">
                  <c:v>3.1451422378396154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55E-4721-81CD-8C38A989DA84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st!$E$79:$E$121</c:f>
              <c:numCache>
                <c:formatCode>General</c:formatCode>
                <c:ptCount val="43"/>
                <c:pt idx="6">
                  <c:v>4.6573837139999998</c:v>
                </c:pt>
                <c:pt idx="7">
                  <c:v>4.7732589709999997</c:v>
                </c:pt>
                <c:pt idx="8">
                  <c:v>4.571222111</c:v>
                </c:pt>
                <c:pt idx="9">
                  <c:v>4.1162592929999997</c:v>
                </c:pt>
                <c:pt idx="10">
                  <c:v>3.9556543799999999</c:v>
                </c:pt>
                <c:pt idx="11">
                  <c:v>1.36084352</c:v>
                </c:pt>
                <c:pt idx="12">
                  <c:v>0.591573723</c:v>
                </c:pt>
                <c:pt idx="13">
                  <c:v>-0.21371589399999999</c:v>
                </c:pt>
                <c:pt idx="14">
                  <c:v>-0.26709653799999999</c:v>
                </c:pt>
                <c:pt idx="15">
                  <c:v>-1.564851945</c:v>
                </c:pt>
                <c:pt idx="16">
                  <c:v>0.64361311499999996</c:v>
                </c:pt>
                <c:pt idx="17">
                  <c:v>1.9686885139999999</c:v>
                </c:pt>
                <c:pt idx="18">
                  <c:v>2.625843218</c:v>
                </c:pt>
                <c:pt idx="19">
                  <c:v>2.5006206639999999</c:v>
                </c:pt>
                <c:pt idx="20">
                  <c:v>2.340167917</c:v>
                </c:pt>
                <c:pt idx="21">
                  <c:v>2.2533807010000002</c:v>
                </c:pt>
                <c:pt idx="22">
                  <c:v>3.0126571229999999</c:v>
                </c:pt>
                <c:pt idx="23">
                  <c:v>2.4779253219999999</c:v>
                </c:pt>
                <c:pt idx="24">
                  <c:v>3.5684506699999998</c:v>
                </c:pt>
                <c:pt idx="25">
                  <c:v>5.4663457639999997</c:v>
                </c:pt>
                <c:pt idx="26">
                  <c:v>3.1885839260000002</c:v>
                </c:pt>
                <c:pt idx="27">
                  <c:v>2.9591838469999998</c:v>
                </c:pt>
                <c:pt idx="28">
                  <c:v>1.636975555</c:v>
                </c:pt>
                <c:pt idx="29">
                  <c:v>-9.8958670999999998E-2</c:v>
                </c:pt>
                <c:pt idx="30">
                  <c:v>-0.92946795599999998</c:v>
                </c:pt>
                <c:pt idx="31">
                  <c:v>-0.59217111700000002</c:v>
                </c:pt>
                <c:pt idx="32">
                  <c:v>-1.5204912930000001</c:v>
                </c:pt>
                <c:pt idx="33">
                  <c:v>0.77993565600000003</c:v>
                </c:pt>
                <c:pt idx="34">
                  <c:v>2.9241919049999998</c:v>
                </c:pt>
                <c:pt idx="35">
                  <c:v>0.194858166</c:v>
                </c:pt>
                <c:pt idx="36">
                  <c:v>0.12410829499999999</c:v>
                </c:pt>
                <c:pt idx="37">
                  <c:v>0.70240301800000005</c:v>
                </c:pt>
                <c:pt idx="38">
                  <c:v>-0.64177078200000004</c:v>
                </c:pt>
                <c:pt idx="39">
                  <c:v>3.2184556949999998</c:v>
                </c:pt>
                <c:pt idx="40">
                  <c:v>2.6254815859999998</c:v>
                </c:pt>
                <c:pt idx="41">
                  <c:v>2.8219663929999999</c:v>
                </c:pt>
                <c:pt idx="42">
                  <c:v>1.855739555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55E-4721-81CD-8C38A989DA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st!$F$3:$F$45</c:f>
              <c:numCache>
                <c:formatCode>General</c:formatCode>
                <c:ptCount val="43"/>
                <c:pt idx="15" formatCode="0.000">
                  <c:v>0.17351561909595689</c:v>
                </c:pt>
                <c:pt idx="16" formatCode="0.000">
                  <c:v>-0.49110930414350784</c:v>
                </c:pt>
                <c:pt idx="17" formatCode="0.000">
                  <c:v>3.4027211721535182</c:v>
                </c:pt>
                <c:pt idx="18" formatCode="0.000">
                  <c:v>1.0282026189111317</c:v>
                </c:pt>
                <c:pt idx="19" formatCode="0.000">
                  <c:v>-2.8336176494433198</c:v>
                </c:pt>
                <c:pt idx="20" formatCode="0.000">
                  <c:v>-2.166199808378319E-2</c:v>
                </c:pt>
                <c:pt idx="21" formatCode="0.000">
                  <c:v>0.32242390142679245</c:v>
                </c:pt>
                <c:pt idx="22" formatCode="0.000">
                  <c:v>0.27979472905676483</c:v>
                </c:pt>
                <c:pt idx="23" formatCode="0.000">
                  <c:v>1.3673609088658665</c:v>
                </c:pt>
                <c:pt idx="24" formatCode="0.000">
                  <c:v>2.129506684770571</c:v>
                </c:pt>
                <c:pt idx="25" formatCode="0.000">
                  <c:v>0.89780574422604131</c:v>
                </c:pt>
                <c:pt idx="26" formatCode="0.000">
                  <c:v>2.8200959817038984</c:v>
                </c:pt>
                <c:pt idx="27" formatCode="0.000">
                  <c:v>2.5922376233772351</c:v>
                </c:pt>
                <c:pt idx="28" formatCode="0.000">
                  <c:v>-3.6571192710070108</c:v>
                </c:pt>
                <c:pt idx="29" formatCode="0.000">
                  <c:v>-2.8201490083266032</c:v>
                </c:pt>
                <c:pt idx="30" formatCode="0.000">
                  <c:v>-0.57057671948706368</c:v>
                </c:pt>
                <c:pt idx="31" formatCode="0.000">
                  <c:v>0.39218249950512274</c:v>
                </c:pt>
                <c:pt idx="32" formatCode="0.000">
                  <c:v>-0.8149202987632701</c:v>
                </c:pt>
                <c:pt idx="33" formatCode="0.000">
                  <c:v>-0.31693446322708196</c:v>
                </c:pt>
                <c:pt idx="34" formatCode="0.000">
                  <c:v>0.21031528107895961</c:v>
                </c:pt>
                <c:pt idx="35" formatCode="0.000">
                  <c:v>-0.42985707990424615</c:v>
                </c:pt>
                <c:pt idx="36" formatCode="0.000">
                  <c:v>-0.99958094029957767</c:v>
                </c:pt>
                <c:pt idx="37" formatCode="0.000">
                  <c:v>-1.0604030501375896</c:v>
                </c:pt>
                <c:pt idx="38" formatCode="0.000">
                  <c:v>-1.1750453383267756</c:v>
                </c:pt>
                <c:pt idx="39" formatCode="0.000">
                  <c:v>0.10132595699368575</c:v>
                </c:pt>
                <c:pt idx="40" formatCode="0.000">
                  <c:v>-5.3518569527611763</c:v>
                </c:pt>
                <c:pt idx="41" formatCode="0.000">
                  <c:v>-2.553395983874315</c:v>
                </c:pt>
                <c:pt idx="42" formatCode="0.000">
                  <c:v>-0.94106580945607177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819-4BB5-9BDF-4E0030B95603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st!$F$79:$F$121</c:f>
              <c:numCache>
                <c:formatCode>General</c:formatCode>
                <c:ptCount val="43"/>
                <c:pt idx="20">
                  <c:v>0.38815395000000003</c:v>
                </c:pt>
                <c:pt idx="21">
                  <c:v>0.55310163300000004</c:v>
                </c:pt>
                <c:pt idx="22">
                  <c:v>0.50294207599999996</c:v>
                </c:pt>
                <c:pt idx="23">
                  <c:v>1.695888641</c:v>
                </c:pt>
                <c:pt idx="24">
                  <c:v>2.5224996549999998</c:v>
                </c:pt>
                <c:pt idx="25">
                  <c:v>0.48530325600000002</c:v>
                </c:pt>
                <c:pt idx="26">
                  <c:v>1.0967195860000001</c:v>
                </c:pt>
                <c:pt idx="27">
                  <c:v>-0.34828346100000002</c:v>
                </c:pt>
                <c:pt idx="28">
                  <c:v>-4.1423863179999998</c:v>
                </c:pt>
                <c:pt idx="29">
                  <c:v>0.17584575899999999</c:v>
                </c:pt>
                <c:pt idx="30">
                  <c:v>1.084057227</c:v>
                </c:pt>
                <c:pt idx="31">
                  <c:v>0.13202513699999999</c:v>
                </c:pt>
                <c:pt idx="32">
                  <c:v>-1.3741800770000001</c:v>
                </c:pt>
                <c:pt idx="33">
                  <c:v>-0.47123266600000002</c:v>
                </c:pt>
                <c:pt idx="34">
                  <c:v>4.9202796E-2</c:v>
                </c:pt>
                <c:pt idx="35">
                  <c:v>-0.279172906</c:v>
                </c:pt>
                <c:pt idx="36">
                  <c:v>-0.81323341100000002</c:v>
                </c:pt>
                <c:pt idx="37">
                  <c:v>-1.452382705</c:v>
                </c:pt>
                <c:pt idx="38">
                  <c:v>-1.5077751029999999</c:v>
                </c:pt>
                <c:pt idx="39">
                  <c:v>-0.56998232699999996</c:v>
                </c:pt>
                <c:pt idx="40">
                  <c:v>-4.6393359670000001</c:v>
                </c:pt>
                <c:pt idx="41">
                  <c:v>-2.8994152560000002</c:v>
                </c:pt>
                <c:pt idx="42">
                  <c:v>-0.57115261699999997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819-4BB5-9BDF-4E0030B956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xt!$G$3:$G$45</c:f>
              <c:numCache>
                <c:formatCode>0.000</c:formatCode>
                <c:ptCount val="43"/>
                <c:pt idx="0">
                  <c:v>4.7060000000000004</c:v>
                </c:pt>
                <c:pt idx="1">
                  <c:v>2.3380000000000001</c:v>
                </c:pt>
                <c:pt idx="2">
                  <c:v>1.837</c:v>
                </c:pt>
                <c:pt idx="3">
                  <c:v>1.7789999999999999</c:v>
                </c:pt>
                <c:pt idx="4">
                  <c:v>1.8839999999999999</c:v>
                </c:pt>
                <c:pt idx="5">
                  <c:v>2.0019999999999998</c:v>
                </c:pt>
                <c:pt idx="6">
                  <c:v>2.0859999999999999</c:v>
                </c:pt>
                <c:pt idx="7">
                  <c:v>4.8449999999999998</c:v>
                </c:pt>
                <c:pt idx="8">
                  <c:v>8.0120000000000005</c:v>
                </c:pt>
                <c:pt idx="9">
                  <c:v>10.272</c:v>
                </c:pt>
                <c:pt idx="10">
                  <c:v>7.6509999999999998</c:v>
                </c:pt>
                <c:pt idx="11">
                  <c:v>-0.39700000000000002</c:v>
                </c:pt>
                <c:pt idx="12">
                  <c:v>-5.1029999999999998</c:v>
                </c:pt>
                <c:pt idx="13">
                  <c:v>-7.1239999999999997</c:v>
                </c:pt>
                <c:pt idx="14">
                  <c:v>-5.2229999999999999</c:v>
                </c:pt>
                <c:pt idx="15">
                  <c:v>-3.6629999999999998</c:v>
                </c:pt>
                <c:pt idx="16">
                  <c:v>-3.097</c:v>
                </c:pt>
                <c:pt idx="17">
                  <c:v>-0.48399999999999999</c:v>
                </c:pt>
                <c:pt idx="18">
                  <c:v>1.024</c:v>
                </c:pt>
                <c:pt idx="19">
                  <c:v>1.4490000000000001</c:v>
                </c:pt>
                <c:pt idx="20">
                  <c:v>3.2469999999999999</c:v>
                </c:pt>
                <c:pt idx="21">
                  <c:v>2.1440000000000001</c:v>
                </c:pt>
                <c:pt idx="22">
                  <c:v>0.53800000000000003</c:v>
                </c:pt>
                <c:pt idx="23">
                  <c:v>-0.504</c:v>
                </c:pt>
                <c:pt idx="24">
                  <c:v>0.623</c:v>
                </c:pt>
                <c:pt idx="25">
                  <c:v>0.89600000000000002</c:v>
                </c:pt>
                <c:pt idx="26">
                  <c:v>2.7850000000000001</c:v>
                </c:pt>
                <c:pt idx="27">
                  <c:v>6.173</c:v>
                </c:pt>
                <c:pt idx="28">
                  <c:v>5.444</c:v>
                </c:pt>
                <c:pt idx="29">
                  <c:v>-3.7959999999999998</c:v>
                </c:pt>
                <c:pt idx="30">
                  <c:v>-1.3029999999999999</c:v>
                </c:pt>
                <c:pt idx="31">
                  <c:v>0.64</c:v>
                </c:pt>
                <c:pt idx="32">
                  <c:v>-1.24</c:v>
                </c:pt>
                <c:pt idx="33">
                  <c:v>-2.7730000000000001</c:v>
                </c:pt>
                <c:pt idx="34">
                  <c:v>-3.6930000000000001</c:v>
                </c:pt>
                <c:pt idx="35">
                  <c:v>-3.7970000000000002</c:v>
                </c:pt>
                <c:pt idx="36">
                  <c:v>-1.841</c:v>
                </c:pt>
                <c:pt idx="37">
                  <c:v>0.315</c:v>
                </c:pt>
                <c:pt idx="38">
                  <c:v>0.38500000000000001</c:v>
                </c:pt>
                <c:pt idx="39">
                  <c:v>0.47899999999999998</c:v>
                </c:pt>
                <c:pt idx="40">
                  <c:v>-2.57</c:v>
                </c:pt>
                <c:pt idx="41">
                  <c:v>-0.64100000000000001</c:v>
                </c:pt>
                <c:pt idx="42">
                  <c:v>-0.34799999999999998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CFC-440E-A31D-A775E9C075CB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xt!$G$51:$G$93</c:f>
              <c:numCache>
                <c:formatCode>0.00</c:formatCode>
                <c:ptCount val="43"/>
                <c:pt idx="0">
                  <c:v>0.11201133829204389</c:v>
                </c:pt>
                <c:pt idx="1">
                  <c:v>-1.5721804974661862</c:v>
                </c:pt>
                <c:pt idx="2">
                  <c:v>-1.4308350769714058</c:v>
                </c:pt>
                <c:pt idx="3">
                  <c:v>-1.1624966644955033</c:v>
                </c:pt>
                <c:pt idx="4">
                  <c:v>-0.69017298474371125</c:v>
                </c:pt>
                <c:pt idx="5">
                  <c:v>0.24271063183557576</c:v>
                </c:pt>
                <c:pt idx="6">
                  <c:v>0.57279961922376954</c:v>
                </c:pt>
                <c:pt idx="7">
                  <c:v>1.9354190788044754</c:v>
                </c:pt>
                <c:pt idx="8">
                  <c:v>5.2063192029704748</c:v>
                </c:pt>
                <c:pt idx="9">
                  <c:v>8.7056739675391501</c:v>
                </c:pt>
                <c:pt idx="10">
                  <c:v>7.3094537426013089</c:v>
                </c:pt>
                <c:pt idx="11">
                  <c:v>-0.45841055978969558</c:v>
                </c:pt>
                <c:pt idx="12">
                  <c:v>-5.2491215513284768</c:v>
                </c:pt>
                <c:pt idx="13">
                  <c:v>-7.6404734988955978</c:v>
                </c:pt>
                <c:pt idx="14">
                  <c:v>-6.1730890149662958</c:v>
                </c:pt>
                <c:pt idx="15">
                  <c:v>-4.8705075000656182</c:v>
                </c:pt>
                <c:pt idx="16">
                  <c:v>-4.4366050904277072</c:v>
                </c:pt>
                <c:pt idx="17">
                  <c:v>-1.8277579987689969</c:v>
                </c:pt>
                <c:pt idx="18">
                  <c:v>-0.15464655606757008</c:v>
                </c:pt>
                <c:pt idx="19">
                  <c:v>0.46389159028982357</c:v>
                </c:pt>
                <c:pt idx="20">
                  <c:v>2.5067847506665917</c:v>
                </c:pt>
                <c:pt idx="21">
                  <c:v>1.628616351902334</c:v>
                </c:pt>
                <c:pt idx="22">
                  <c:v>9.3661989731663328E-2</c:v>
                </c:pt>
                <c:pt idx="23">
                  <c:v>-0.8755256028963645</c:v>
                </c:pt>
                <c:pt idx="24">
                  <c:v>0.36787629311236275</c:v>
                </c:pt>
                <c:pt idx="25">
                  <c:v>0.77086588303584891</c:v>
                </c:pt>
                <c:pt idx="26">
                  <c:v>2.7719214015955402</c:v>
                </c:pt>
                <c:pt idx="27">
                  <c:v>6.5025746682704737</c:v>
                </c:pt>
                <c:pt idx="28">
                  <c:v>6.0425003850393022</c:v>
                </c:pt>
                <c:pt idx="29">
                  <c:v>-3.3831189256271119</c:v>
                </c:pt>
                <c:pt idx="30">
                  <c:v>-0.97983596873595957</c:v>
                </c:pt>
                <c:pt idx="31">
                  <c:v>0.99091645848351162</c:v>
                </c:pt>
                <c:pt idx="32">
                  <c:v>-0.89037569198425759</c:v>
                </c:pt>
                <c:pt idx="33">
                  <c:v>-2.2492296714114959</c:v>
                </c:pt>
                <c:pt idx="34">
                  <c:v>-3.127365214249092</c:v>
                </c:pt>
                <c:pt idx="35">
                  <c:v>-3.2195996392240347</c:v>
                </c:pt>
                <c:pt idx="36">
                  <c:v>-1.2362916772642425</c:v>
                </c:pt>
                <c:pt idx="37">
                  <c:v>1.0797589990849776</c:v>
                </c:pt>
                <c:pt idx="38">
                  <c:v>1.3490330325616795</c:v>
                </c:pt>
                <c:pt idx="39">
                  <c:v>1.6870314721334878</c:v>
                </c:pt>
                <c:pt idx="40">
                  <c:v>-1.5862441505698364</c:v>
                </c:pt>
                <c:pt idx="41">
                  <c:v>0.30142216164818325</c:v>
                </c:pt>
                <c:pt idx="42">
                  <c:v>0.73222026178560107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CFC-440E-A31D-A775E9C075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st!$G$3:$G$45</c:f>
              <c:numCache>
                <c:formatCode>0.000</c:formatCode>
                <c:ptCount val="43"/>
                <c:pt idx="0">
                  <c:v>1.8342513942142136</c:v>
                </c:pt>
                <c:pt idx="1">
                  <c:v>3.5606747260169818</c:v>
                </c:pt>
                <c:pt idx="2">
                  <c:v>1.2900222219758239</c:v>
                </c:pt>
                <c:pt idx="3">
                  <c:v>-0.64391780243557517</c:v>
                </c:pt>
                <c:pt idx="4">
                  <c:v>1.6649146349292383</c:v>
                </c:pt>
                <c:pt idx="5">
                  <c:v>1.5863981581258297</c:v>
                </c:pt>
                <c:pt idx="6">
                  <c:v>2.1967755315050579</c:v>
                </c:pt>
                <c:pt idx="7">
                  <c:v>-0.29289496926627889</c:v>
                </c:pt>
                <c:pt idx="8">
                  <c:v>4.1096830447807333</c:v>
                </c:pt>
                <c:pt idx="9">
                  <c:v>6.3607223722751671</c:v>
                </c:pt>
                <c:pt idx="10">
                  <c:v>5.1604558735898962</c:v>
                </c:pt>
                <c:pt idx="11">
                  <c:v>-1.7087919450503031</c:v>
                </c:pt>
                <c:pt idx="12">
                  <c:v>-6.4426044332948313</c:v>
                </c:pt>
                <c:pt idx="13">
                  <c:v>-7.7611667788168237</c:v>
                </c:pt>
                <c:pt idx="14">
                  <c:v>-5.0237473962729178</c:v>
                </c:pt>
                <c:pt idx="15">
                  <c:v>-4.9010079291894488</c:v>
                </c:pt>
                <c:pt idx="16">
                  <c:v>-1.910897391256601</c:v>
                </c:pt>
                <c:pt idx="17">
                  <c:v>0.38765602705312158</c:v>
                </c:pt>
                <c:pt idx="18">
                  <c:v>3.057304919719424</c:v>
                </c:pt>
                <c:pt idx="19">
                  <c:v>2.9804167989882746</c:v>
                </c:pt>
                <c:pt idx="20">
                  <c:v>7.8414196720183291</c:v>
                </c:pt>
                <c:pt idx="21">
                  <c:v>5.4581892358441149</c:v>
                </c:pt>
                <c:pt idx="22">
                  <c:v>3.9697478303755842</c:v>
                </c:pt>
                <c:pt idx="23">
                  <c:v>2.2415450628995846</c:v>
                </c:pt>
                <c:pt idx="24">
                  <c:v>2.0939916620670358</c:v>
                </c:pt>
                <c:pt idx="25">
                  <c:v>2.5673759935188754</c:v>
                </c:pt>
                <c:pt idx="26">
                  <c:v>3.8498783144849038</c:v>
                </c:pt>
                <c:pt idx="27">
                  <c:v>5.1454312053603868</c:v>
                </c:pt>
                <c:pt idx="28">
                  <c:v>3.9101604741765668</c:v>
                </c:pt>
                <c:pt idx="29">
                  <c:v>-2.7382714561077148</c:v>
                </c:pt>
                <c:pt idx="30">
                  <c:v>-2.4413865218088344</c:v>
                </c:pt>
                <c:pt idx="31">
                  <c:v>-1.009158211553647</c:v>
                </c:pt>
                <c:pt idx="32">
                  <c:v>-1.9240111260188364</c:v>
                </c:pt>
                <c:pt idx="33">
                  <c:v>-2.3599214622099112</c:v>
                </c:pt>
                <c:pt idx="34">
                  <c:v>-2.7304298974810592</c:v>
                </c:pt>
                <c:pt idx="35">
                  <c:v>-2.1983767049908649</c:v>
                </c:pt>
                <c:pt idx="36">
                  <c:v>-1.3953471809359741</c:v>
                </c:pt>
                <c:pt idx="37">
                  <c:v>-0.39829882783908882</c:v>
                </c:pt>
                <c:pt idx="38">
                  <c:v>-0.69974321076791191</c:v>
                </c:pt>
                <c:pt idx="39">
                  <c:v>-0.8079299357631381</c:v>
                </c:pt>
                <c:pt idx="40">
                  <c:v>-5.3522259262609637</c:v>
                </c:pt>
                <c:pt idx="41">
                  <c:v>-2.8641735185926813</c:v>
                </c:pt>
                <c:pt idx="42">
                  <c:v>-0.84893414342482698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446-4CBE-86B7-699DEF098C1C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st!$G$79:$G$121</c:f>
              <c:numCache>
                <c:formatCode>General</c:formatCode>
                <c:ptCount val="43"/>
                <c:pt idx="0">
                  <c:v>-3.3207695300000002</c:v>
                </c:pt>
                <c:pt idx="1">
                  <c:v>-0.41746699700000001</c:v>
                </c:pt>
                <c:pt idx="2">
                  <c:v>-1.4625259559999999</c:v>
                </c:pt>
                <c:pt idx="3">
                  <c:v>-3.3327514690000002</c:v>
                </c:pt>
                <c:pt idx="4">
                  <c:v>-1.689995224</c:v>
                </c:pt>
                <c:pt idx="5">
                  <c:v>-1.703411376</c:v>
                </c:pt>
                <c:pt idx="6">
                  <c:v>-1.34724786</c:v>
                </c:pt>
                <c:pt idx="7">
                  <c:v>-3.8905542139999998</c:v>
                </c:pt>
                <c:pt idx="8">
                  <c:v>-1.4470602889999999</c:v>
                </c:pt>
                <c:pt idx="9">
                  <c:v>-1.732782877</c:v>
                </c:pt>
                <c:pt idx="10">
                  <c:v>0.38828308099999997</c:v>
                </c:pt>
                <c:pt idx="11">
                  <c:v>-2.4040740700000001</c:v>
                </c:pt>
                <c:pt idx="12">
                  <c:v>-3.6806272189999998</c:v>
                </c:pt>
                <c:pt idx="13">
                  <c:v>-3.1980109730000001</c:v>
                </c:pt>
                <c:pt idx="14">
                  <c:v>-1.7127218179999999</c:v>
                </c:pt>
                <c:pt idx="15">
                  <c:v>-2.4777106729999998</c:v>
                </c:pt>
                <c:pt idx="16">
                  <c:v>0.20892379599999999</c:v>
                </c:pt>
                <c:pt idx="17">
                  <c:v>0.72958588199999996</c:v>
                </c:pt>
                <c:pt idx="18">
                  <c:v>2.448644432</c:v>
                </c:pt>
                <c:pt idx="19">
                  <c:v>1.992577373</c:v>
                </c:pt>
                <c:pt idx="20">
                  <c:v>5.9063878489999997</c:v>
                </c:pt>
                <c:pt idx="21">
                  <c:v>4.1494634460000004</c:v>
                </c:pt>
                <c:pt idx="22">
                  <c:v>3.5763783600000001</c:v>
                </c:pt>
                <c:pt idx="23">
                  <c:v>2.444562125</c:v>
                </c:pt>
                <c:pt idx="24">
                  <c:v>1.766152299</c:v>
                </c:pt>
                <c:pt idx="25">
                  <c:v>2.0793941839999999</c:v>
                </c:pt>
                <c:pt idx="26">
                  <c:v>2.2769745889999999</c:v>
                </c:pt>
                <c:pt idx="27">
                  <c:v>1.6673411359999999</c:v>
                </c:pt>
                <c:pt idx="28">
                  <c:v>0.72951467800000003</c:v>
                </c:pt>
                <c:pt idx="29">
                  <c:v>-0.71489745199999999</c:v>
                </c:pt>
                <c:pt idx="30">
                  <c:v>-1.667399458</c:v>
                </c:pt>
                <c:pt idx="31">
                  <c:v>-1.3448701320000001</c:v>
                </c:pt>
                <c:pt idx="32">
                  <c:v>-1.279923892</c:v>
                </c:pt>
                <c:pt idx="33">
                  <c:v>-0.757397553</c:v>
                </c:pt>
                <c:pt idx="34">
                  <c:v>-0.50205067299999995</c:v>
                </c:pt>
                <c:pt idx="35">
                  <c:v>0.270496662</c:v>
                </c:pt>
                <c:pt idx="36">
                  <c:v>-8.9658353999999996E-2</c:v>
                </c:pt>
                <c:pt idx="37">
                  <c:v>-0.67857020000000001</c:v>
                </c:pt>
                <c:pt idx="38">
                  <c:v>-0.88194493799999996</c:v>
                </c:pt>
                <c:pt idx="39">
                  <c:v>-1.1561816789999999</c:v>
                </c:pt>
                <c:pt idx="40">
                  <c:v>-3.3098704130000001</c:v>
                </c:pt>
                <c:pt idx="41">
                  <c:v>-2.4459333239999999</c:v>
                </c:pt>
                <c:pt idx="42">
                  <c:v>-1.266611095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446-4CBE-86B7-699DEF098C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st!$H$3:$H$45</c:f>
              <c:numCache>
                <c:formatCode>0.000</c:formatCode>
                <c:ptCount val="43"/>
                <c:pt idx="0">
                  <c:v>0.17227967468022712</c:v>
                </c:pt>
                <c:pt idx="1">
                  <c:v>-1.4870255013121578</c:v>
                </c:pt>
                <c:pt idx="2">
                  <c:v>-1.9126807257393921</c:v>
                </c:pt>
                <c:pt idx="3">
                  <c:v>-1.1356427437845937</c:v>
                </c:pt>
                <c:pt idx="4">
                  <c:v>-1.1864352800702511</c:v>
                </c:pt>
                <c:pt idx="5">
                  <c:v>-1.2320201574604359</c:v>
                </c:pt>
                <c:pt idx="6">
                  <c:v>-1.3633642595066739</c:v>
                </c:pt>
                <c:pt idx="7">
                  <c:v>-0.15224453986647221</c:v>
                </c:pt>
                <c:pt idx="8">
                  <c:v>-0.73049881933524119</c:v>
                </c:pt>
                <c:pt idx="9">
                  <c:v>0.1732572077883846</c:v>
                </c:pt>
                <c:pt idx="10">
                  <c:v>-0.26787435456356379</c:v>
                </c:pt>
                <c:pt idx="11">
                  <c:v>-0.58456395282474383</c:v>
                </c:pt>
                <c:pt idx="12">
                  <c:v>-2.169738672513156</c:v>
                </c:pt>
                <c:pt idx="13">
                  <c:v>-3.6300249053836726</c:v>
                </c:pt>
                <c:pt idx="14">
                  <c:v>-2.59394534672189</c:v>
                </c:pt>
                <c:pt idx="15">
                  <c:v>-2.1925354855636261</c:v>
                </c:pt>
                <c:pt idx="16">
                  <c:v>-0.8156483982990802</c:v>
                </c:pt>
                <c:pt idx="17">
                  <c:v>-0.63552649798585059</c:v>
                </c:pt>
                <c:pt idx="18">
                  <c:v>0.48872259858970846</c:v>
                </c:pt>
                <c:pt idx="19">
                  <c:v>1.0403811182734402</c:v>
                </c:pt>
                <c:pt idx="20">
                  <c:v>1.2720927037772334</c:v>
                </c:pt>
                <c:pt idx="21">
                  <c:v>1.2354731461219242</c:v>
                </c:pt>
                <c:pt idx="22">
                  <c:v>-0.54943814437478589</c:v>
                </c:pt>
                <c:pt idx="23">
                  <c:v>-1.4996569077741388</c:v>
                </c:pt>
                <c:pt idx="24">
                  <c:v>-1.0852177176788758</c:v>
                </c:pt>
                <c:pt idx="25">
                  <c:v>-0.92177482972635938</c:v>
                </c:pt>
                <c:pt idx="26">
                  <c:v>-6.310796973121767E-2</c:v>
                </c:pt>
                <c:pt idx="27">
                  <c:v>-0.16239233083449445</c:v>
                </c:pt>
                <c:pt idx="28">
                  <c:v>-0.62679467805104949</c:v>
                </c:pt>
                <c:pt idx="29">
                  <c:v>-4.8175105924637212</c:v>
                </c:pt>
                <c:pt idx="30">
                  <c:v>-4.5426588282507314</c:v>
                </c:pt>
                <c:pt idx="31">
                  <c:v>-2.6838319344799446</c:v>
                </c:pt>
                <c:pt idx="32">
                  <c:v>-2.5325315847195209</c:v>
                </c:pt>
                <c:pt idx="33">
                  <c:v>-1.8950723502772968</c:v>
                </c:pt>
                <c:pt idx="34">
                  <c:v>-1.832991733859183</c:v>
                </c:pt>
                <c:pt idx="35">
                  <c:v>-1.7382829746520341</c:v>
                </c:pt>
                <c:pt idx="36">
                  <c:v>-1.8837135865292138</c:v>
                </c:pt>
                <c:pt idx="37">
                  <c:v>-1.3396318805344796</c:v>
                </c:pt>
                <c:pt idx="38">
                  <c:v>-0.69559276855510221</c:v>
                </c:pt>
                <c:pt idx="39">
                  <c:v>-1.766578563450891</c:v>
                </c:pt>
                <c:pt idx="40">
                  <c:v>-7.3261120745731638</c:v>
                </c:pt>
                <c:pt idx="41">
                  <c:v>-5.1745664131031326</c:v>
                </c:pt>
                <c:pt idx="42">
                  <c:v>-3.0762789208089325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2ED-4957-9881-201E77B2635D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st!$H$79:$H$121</c:f>
              <c:numCache>
                <c:formatCode>General</c:formatCode>
                <c:ptCount val="43"/>
                <c:pt idx="0">
                  <c:v>0.78115000400000001</c:v>
                </c:pt>
                <c:pt idx="1">
                  <c:v>2.0449742999999999E-2</c:v>
                </c:pt>
                <c:pt idx="2">
                  <c:v>-1.0327864879999999</c:v>
                </c:pt>
                <c:pt idx="3">
                  <c:v>0.40838134199999998</c:v>
                </c:pt>
                <c:pt idx="4">
                  <c:v>0.76724265599999997</c:v>
                </c:pt>
                <c:pt idx="5">
                  <c:v>-0.82309071199999995</c:v>
                </c:pt>
                <c:pt idx="6">
                  <c:v>-0.87171747200000005</c:v>
                </c:pt>
                <c:pt idx="7">
                  <c:v>0.364602176</c:v>
                </c:pt>
                <c:pt idx="8">
                  <c:v>-0.730878947</c:v>
                </c:pt>
                <c:pt idx="9">
                  <c:v>-0.35836967800000002</c:v>
                </c:pt>
                <c:pt idx="10">
                  <c:v>-0.91501880199999996</c:v>
                </c:pt>
                <c:pt idx="11">
                  <c:v>-0.87924219699999995</c:v>
                </c:pt>
                <c:pt idx="12">
                  <c:v>-2.2835688780000001</c:v>
                </c:pt>
                <c:pt idx="13">
                  <c:v>-3.0015242230000001</c:v>
                </c:pt>
                <c:pt idx="14">
                  <c:v>-2.0737118059999999</c:v>
                </c:pt>
                <c:pt idx="15">
                  <c:v>-1.478390654</c:v>
                </c:pt>
                <c:pt idx="16">
                  <c:v>0.28360838199999999</c:v>
                </c:pt>
                <c:pt idx="17">
                  <c:v>0.44955693600000002</c:v>
                </c:pt>
                <c:pt idx="18">
                  <c:v>1.0297046560000001</c:v>
                </c:pt>
                <c:pt idx="19">
                  <c:v>1.1343885849999999</c:v>
                </c:pt>
                <c:pt idx="20">
                  <c:v>0.42283992999999997</c:v>
                </c:pt>
                <c:pt idx="21">
                  <c:v>0.51163086899999999</c:v>
                </c:pt>
                <c:pt idx="22">
                  <c:v>-0.79349292900000001</c:v>
                </c:pt>
                <c:pt idx="23">
                  <c:v>-1.1923630089999999</c:v>
                </c:pt>
                <c:pt idx="24">
                  <c:v>-1.103311798</c:v>
                </c:pt>
                <c:pt idx="25">
                  <c:v>-0.93359302799999999</c:v>
                </c:pt>
                <c:pt idx="26">
                  <c:v>-0.64888489999999999</c:v>
                </c:pt>
                <c:pt idx="27">
                  <c:v>-1.3128223050000001</c:v>
                </c:pt>
                <c:pt idx="28">
                  <c:v>-1.263214469</c:v>
                </c:pt>
                <c:pt idx="29">
                  <c:v>-3.5302021739999998</c:v>
                </c:pt>
                <c:pt idx="30">
                  <c:v>-3.5828661049999999</c:v>
                </c:pt>
                <c:pt idx="31">
                  <c:v>-2.242221491</c:v>
                </c:pt>
                <c:pt idx="32">
                  <c:v>-1.6433729749999999</c:v>
                </c:pt>
                <c:pt idx="33">
                  <c:v>-0.71143149699999997</c:v>
                </c:pt>
                <c:pt idx="34">
                  <c:v>-0.50749249699999999</c:v>
                </c:pt>
                <c:pt idx="35">
                  <c:v>-0.30868689700000002</c:v>
                </c:pt>
                <c:pt idx="36">
                  <c:v>-0.30432102300000002</c:v>
                </c:pt>
                <c:pt idx="37">
                  <c:v>-0.38309968700000002</c:v>
                </c:pt>
                <c:pt idx="38">
                  <c:v>-0.18251448000000001</c:v>
                </c:pt>
                <c:pt idx="39">
                  <c:v>-1.707023406</c:v>
                </c:pt>
                <c:pt idx="40">
                  <c:v>-4.7506503740000001</c:v>
                </c:pt>
                <c:pt idx="41">
                  <c:v>-3.9699795770000001</c:v>
                </c:pt>
                <c:pt idx="42">
                  <c:v>-2.4636855369999999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2ED-4957-9881-201E77B263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st!$I$3:$I$45</c:f>
              <c:numCache>
                <c:formatCode>General</c:formatCode>
                <c:ptCount val="43"/>
                <c:pt idx="11" formatCode="0.000">
                  <c:v>-1.0096345642177746</c:v>
                </c:pt>
                <c:pt idx="12" formatCode="0.000">
                  <c:v>9.2798719646678424E-3</c:v>
                </c:pt>
                <c:pt idx="13" formatCode="0.000">
                  <c:v>-0.38739275514690275</c:v>
                </c:pt>
                <c:pt idx="14" formatCode="0.000">
                  <c:v>0.36191122045673918</c:v>
                </c:pt>
                <c:pt idx="15" formatCode="0.000">
                  <c:v>-6.3321014634398587</c:v>
                </c:pt>
                <c:pt idx="16" formatCode="0.000">
                  <c:v>-0.49512481062108987</c:v>
                </c:pt>
                <c:pt idx="17" formatCode="0.000">
                  <c:v>8.8521272656587199E-2</c:v>
                </c:pt>
                <c:pt idx="18" formatCode="0.000">
                  <c:v>0.47178766310416853</c:v>
                </c:pt>
                <c:pt idx="19" formatCode="0.000">
                  <c:v>1.0668691010935321</c:v>
                </c:pt>
                <c:pt idx="20" formatCode="0.000">
                  <c:v>1.2147680581713964</c:v>
                </c:pt>
                <c:pt idx="21" formatCode="0.000">
                  <c:v>-0.41731025162072322</c:v>
                </c:pt>
                <c:pt idx="22" formatCode="0.000">
                  <c:v>-1.2351064530004892</c:v>
                </c:pt>
                <c:pt idx="23" formatCode="0.000">
                  <c:v>-1.0531990537651781</c:v>
                </c:pt>
                <c:pt idx="24" formatCode="0.000">
                  <c:v>-0.7827392801224301</c:v>
                </c:pt>
                <c:pt idx="25" formatCode="0.000">
                  <c:v>-0.83982407838075424</c:v>
                </c:pt>
                <c:pt idx="26" formatCode="0.000">
                  <c:v>0.74867291202378938</c:v>
                </c:pt>
                <c:pt idx="27" formatCode="0.000">
                  <c:v>2.7449238511922394</c:v>
                </c:pt>
                <c:pt idx="28" formatCode="0.000">
                  <c:v>2.2753686744405255</c:v>
                </c:pt>
                <c:pt idx="29" formatCode="0.000">
                  <c:v>-0.73059896664083834</c:v>
                </c:pt>
                <c:pt idx="30" formatCode="0.000">
                  <c:v>-2.194719806555677</c:v>
                </c:pt>
                <c:pt idx="31" formatCode="0.000">
                  <c:v>1.1307955927165709</c:v>
                </c:pt>
                <c:pt idx="32" formatCode="0.000">
                  <c:v>1.8528349398920463</c:v>
                </c:pt>
                <c:pt idx="33" formatCode="0.000">
                  <c:v>1.4652785667722519</c:v>
                </c:pt>
                <c:pt idx="34" formatCode="0.000">
                  <c:v>1.8063209976256143</c:v>
                </c:pt>
                <c:pt idx="35" formatCode="0.000">
                  <c:v>2.0388618099948039</c:v>
                </c:pt>
                <c:pt idx="36" formatCode="0.000">
                  <c:v>2.1113525987549808</c:v>
                </c:pt>
                <c:pt idx="37" formatCode="0.000">
                  <c:v>2.2242483994259383</c:v>
                </c:pt>
                <c:pt idx="38" formatCode="0.000">
                  <c:v>2.7323365319322757</c:v>
                </c:pt>
                <c:pt idx="39" formatCode="0.000">
                  <c:v>2.1553618118253262</c:v>
                </c:pt>
                <c:pt idx="40" formatCode="0.000">
                  <c:v>-3.7545267336654953</c:v>
                </c:pt>
                <c:pt idx="41" formatCode="0.000">
                  <c:v>-3.1087196961656112</c:v>
                </c:pt>
                <c:pt idx="42" formatCode="0.000">
                  <c:v>-1.9440475114893199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B5C-4A73-8CA2-E427CF119AA7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st!$I$79:$I$121</c:f>
              <c:numCache>
                <c:formatCode>General</c:formatCode>
                <c:ptCount val="43"/>
                <c:pt idx="11">
                  <c:v>-2.7591769230000001</c:v>
                </c:pt>
                <c:pt idx="12">
                  <c:v>-1.322088063</c:v>
                </c:pt>
                <c:pt idx="13">
                  <c:v>-4.9181953E-2</c:v>
                </c:pt>
                <c:pt idx="14">
                  <c:v>0.52453778799999995</c:v>
                </c:pt>
                <c:pt idx="15">
                  <c:v>-5.9259612009999998</c:v>
                </c:pt>
                <c:pt idx="16">
                  <c:v>0.154998355</c:v>
                </c:pt>
                <c:pt idx="17">
                  <c:v>0.58121277800000004</c:v>
                </c:pt>
                <c:pt idx="18">
                  <c:v>0.746496257</c:v>
                </c:pt>
                <c:pt idx="19">
                  <c:v>1.114301955</c:v>
                </c:pt>
                <c:pt idx="20">
                  <c:v>0.55238534100000003</c:v>
                </c:pt>
                <c:pt idx="21">
                  <c:v>-1.2147028689999999</c:v>
                </c:pt>
                <c:pt idx="22">
                  <c:v>-1.3985521379999999</c:v>
                </c:pt>
                <c:pt idx="23">
                  <c:v>-0.34613866100000001</c:v>
                </c:pt>
                <c:pt idx="24">
                  <c:v>-0.112458265</c:v>
                </c:pt>
                <c:pt idx="25">
                  <c:v>7.7455009000000005E-2</c:v>
                </c:pt>
                <c:pt idx="26">
                  <c:v>0.54552799900000004</c:v>
                </c:pt>
                <c:pt idx="27">
                  <c:v>1.5113524140000001</c:v>
                </c:pt>
                <c:pt idx="28">
                  <c:v>0.99064663100000006</c:v>
                </c:pt>
                <c:pt idx="29">
                  <c:v>1.156216098</c:v>
                </c:pt>
                <c:pt idx="30">
                  <c:v>-1.710416752</c:v>
                </c:pt>
                <c:pt idx="31">
                  <c:v>0.45004258200000002</c:v>
                </c:pt>
                <c:pt idx="32">
                  <c:v>1.734373444</c:v>
                </c:pt>
                <c:pt idx="33">
                  <c:v>1.923423399</c:v>
                </c:pt>
                <c:pt idx="34">
                  <c:v>2.0052265450000002</c:v>
                </c:pt>
                <c:pt idx="35">
                  <c:v>2.2386038699999999</c:v>
                </c:pt>
                <c:pt idx="36">
                  <c:v>2.031270353</c:v>
                </c:pt>
                <c:pt idx="37">
                  <c:v>1.6567327540000001</c:v>
                </c:pt>
                <c:pt idx="38">
                  <c:v>2.259183384</c:v>
                </c:pt>
                <c:pt idx="39">
                  <c:v>1.900826629</c:v>
                </c:pt>
                <c:pt idx="40">
                  <c:v>-2.4580549600000001</c:v>
                </c:pt>
                <c:pt idx="41">
                  <c:v>-2.5726835929999998</c:v>
                </c:pt>
                <c:pt idx="42">
                  <c:v>-2.2409340790000001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B5C-4A73-8CA2-E427CF119A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st!$J$3:$J$45</c:f>
              <c:numCache>
                <c:formatCode>General</c:formatCode>
                <c:ptCount val="43"/>
                <c:pt idx="8" formatCode="0.000">
                  <c:v>-4.3308688839296581</c:v>
                </c:pt>
                <c:pt idx="9" formatCode="0.000">
                  <c:v>-6.8046295694402303</c:v>
                </c:pt>
                <c:pt idx="10" formatCode="0.000">
                  <c:v>-6.1049332553014661</c:v>
                </c:pt>
                <c:pt idx="11" formatCode="0.000">
                  <c:v>-3.2501841953404624</c:v>
                </c:pt>
                <c:pt idx="12" formatCode="0.000">
                  <c:v>-2.5943327362127455</c:v>
                </c:pt>
                <c:pt idx="13" formatCode="0.000">
                  <c:v>-2.6417482471687275</c:v>
                </c:pt>
                <c:pt idx="14" formatCode="0.000">
                  <c:v>1.1094900596661179</c:v>
                </c:pt>
                <c:pt idx="15" formatCode="0.000">
                  <c:v>0.92982304089632151</c:v>
                </c:pt>
                <c:pt idx="16" formatCode="0.000">
                  <c:v>2.0198436078540185</c:v>
                </c:pt>
                <c:pt idx="17" formatCode="0.000">
                  <c:v>2.2108812897322521</c:v>
                </c:pt>
                <c:pt idx="18" formatCode="0.000">
                  <c:v>1.3949483055533389</c:v>
                </c:pt>
                <c:pt idx="19" formatCode="0.000">
                  <c:v>1.732577055278451</c:v>
                </c:pt>
                <c:pt idx="20" formatCode="0.000">
                  <c:v>2.7067761735598714</c:v>
                </c:pt>
                <c:pt idx="21" formatCode="0.000">
                  <c:v>0.79909921886253588</c:v>
                </c:pt>
                <c:pt idx="22" formatCode="0.000">
                  <c:v>-0.44635587855133241</c:v>
                </c:pt>
                <c:pt idx="23" formatCode="0.000">
                  <c:v>-2.9578489302165876</c:v>
                </c:pt>
                <c:pt idx="24" formatCode="0.000">
                  <c:v>-4.1842074797218114</c:v>
                </c:pt>
                <c:pt idx="25" formatCode="0.000">
                  <c:v>-1.5273358243752828</c:v>
                </c:pt>
                <c:pt idx="26" formatCode="0.000">
                  <c:v>-1.637096611726252</c:v>
                </c:pt>
                <c:pt idx="27" formatCode="0.000">
                  <c:v>-2.438717315664432</c:v>
                </c:pt>
                <c:pt idx="28" formatCode="0.000">
                  <c:v>-5.939013037114413</c:v>
                </c:pt>
                <c:pt idx="29" formatCode="0.000">
                  <c:v>-10.934134699787702</c:v>
                </c:pt>
                <c:pt idx="30" formatCode="0.000">
                  <c:v>-5.4940093904173475</c:v>
                </c:pt>
                <c:pt idx="31" formatCode="0.000">
                  <c:v>-2.7003887758116139</c:v>
                </c:pt>
                <c:pt idx="32" formatCode="0.000">
                  <c:v>-1.3587066544810267</c:v>
                </c:pt>
                <c:pt idx="33" formatCode="0.000">
                  <c:v>9.4908565019992966E-2</c:v>
                </c:pt>
                <c:pt idx="34" formatCode="0.000">
                  <c:v>-0.24208113931591721</c:v>
                </c:pt>
                <c:pt idx="35" formatCode="0.000">
                  <c:v>0.53865253952863545</c:v>
                </c:pt>
                <c:pt idx="36" formatCode="0.000">
                  <c:v>3.3863545127417822</c:v>
                </c:pt>
                <c:pt idx="37" formatCode="0.000">
                  <c:v>4.1999542055347225</c:v>
                </c:pt>
                <c:pt idx="38" formatCode="0.000">
                  <c:v>4.2254775200687558</c:v>
                </c:pt>
                <c:pt idx="39" formatCode="0.000">
                  <c:v>3.0445562644522211</c:v>
                </c:pt>
                <c:pt idx="40" formatCode="0.000">
                  <c:v>-7.0520472078344536</c:v>
                </c:pt>
                <c:pt idx="41" formatCode="0.000">
                  <c:v>-5.1131486743091559</c:v>
                </c:pt>
                <c:pt idx="42" formatCode="0.000">
                  <c:v>2.090969605570283E-2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373-43B9-B9F5-AF6C72FE4ED8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st!$J$79:$J$121</c:f>
              <c:numCache>
                <c:formatCode>General</c:formatCode>
                <c:ptCount val="43"/>
                <c:pt idx="8">
                  <c:v>-4.6401227550000002</c:v>
                </c:pt>
                <c:pt idx="9">
                  <c:v>-8.0373160180000003</c:v>
                </c:pt>
                <c:pt idx="10">
                  <c:v>-7.0599673870000004</c:v>
                </c:pt>
                <c:pt idx="11">
                  <c:v>-4.3483906499999998</c:v>
                </c:pt>
                <c:pt idx="12">
                  <c:v>-3.5527344599999999</c:v>
                </c:pt>
                <c:pt idx="13">
                  <c:v>-2.7236838369999998</c:v>
                </c:pt>
                <c:pt idx="14">
                  <c:v>1.374007896</c:v>
                </c:pt>
                <c:pt idx="15">
                  <c:v>0.81612201399999995</c:v>
                </c:pt>
                <c:pt idx="16">
                  <c:v>1.972893032</c:v>
                </c:pt>
                <c:pt idx="17">
                  <c:v>1.793562257</c:v>
                </c:pt>
                <c:pt idx="18">
                  <c:v>0.80215822800000003</c:v>
                </c:pt>
                <c:pt idx="19">
                  <c:v>1.4264933440000001</c:v>
                </c:pt>
                <c:pt idx="20">
                  <c:v>2.5688835229999998</c:v>
                </c:pt>
                <c:pt idx="21">
                  <c:v>0.69039560099999997</c:v>
                </c:pt>
                <c:pt idx="22">
                  <c:v>-0.44591132</c:v>
                </c:pt>
                <c:pt idx="23">
                  <c:v>-3.2151737859999998</c:v>
                </c:pt>
                <c:pt idx="24">
                  <c:v>-4.6723852199999998</c:v>
                </c:pt>
                <c:pt idx="25">
                  <c:v>-1.3076748149999999</c:v>
                </c:pt>
                <c:pt idx="26">
                  <c:v>-2.4046184949999998</c:v>
                </c:pt>
                <c:pt idx="27">
                  <c:v>-3.5068361449999998</c:v>
                </c:pt>
                <c:pt idx="28">
                  <c:v>-6.0533219010000003</c:v>
                </c:pt>
                <c:pt idx="29">
                  <c:v>-8.7813532290000005</c:v>
                </c:pt>
                <c:pt idx="30">
                  <c:v>-2.0402002389999998</c:v>
                </c:pt>
                <c:pt idx="31">
                  <c:v>3.7652932689999998</c:v>
                </c:pt>
                <c:pt idx="32">
                  <c:v>7.0693525279999996</c:v>
                </c:pt>
                <c:pt idx="33">
                  <c:v>8.2503029120000004</c:v>
                </c:pt>
                <c:pt idx="34">
                  <c:v>6.9006093130000004</c:v>
                </c:pt>
                <c:pt idx="35">
                  <c:v>6.9944857469999997</c:v>
                </c:pt>
                <c:pt idx="36">
                  <c:v>9.2928668529999996</c:v>
                </c:pt>
                <c:pt idx="37">
                  <c:v>8.8751126219999996</c:v>
                </c:pt>
                <c:pt idx="38">
                  <c:v>7.8841491509999999</c:v>
                </c:pt>
                <c:pt idx="39">
                  <c:v>5.6221198709999998</c:v>
                </c:pt>
                <c:pt idx="40">
                  <c:v>2.3129367000000001E-2</c:v>
                </c:pt>
                <c:pt idx="41">
                  <c:v>-1.914308755</c:v>
                </c:pt>
                <c:pt idx="42">
                  <c:v>0.60131486300000003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373-43B9-B9F5-AF6C72FE4E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2777569470482853"/>
          <c:y val="0.16484075307894205"/>
          <c:w val="0.66044713160854895"/>
          <c:h val="0.66333871727572513"/>
        </c:manualLayout>
      </c:layout>
      <c:lineChart>
        <c:grouping val="standard"/>
        <c:varyColors val="0"/>
        <c:ser>
          <c:idx val="0"/>
          <c:order val="0"/>
          <c:tx>
            <c:v>Authors' calculation</c:v>
          </c:tx>
          <c:spPr>
            <a:ln w="19050"/>
          </c:spPr>
          <c:marker>
            <c:symbol val="none"/>
          </c:marker>
          <c:cat>
            <c:numRef>
              <c:f>'[Dataset with r-g.xlsx]st'!$A$3:$A$45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r-g.xlsx]st'!$K$3:$K$45</c:f>
              <c:numCache>
                <c:formatCode>General</c:formatCode>
                <c:ptCount val="43"/>
                <c:pt idx="15" formatCode="0.000">
                  <c:v>-0.49396049220565197</c:v>
                </c:pt>
                <c:pt idx="16" formatCode="0.000">
                  <c:v>2.9274399190595903</c:v>
                </c:pt>
                <c:pt idx="17" formatCode="0.000">
                  <c:v>1.552533484159577</c:v>
                </c:pt>
                <c:pt idx="18" formatCode="0.000">
                  <c:v>-1.244952783532532</c:v>
                </c:pt>
                <c:pt idx="19" formatCode="0.000">
                  <c:v>0.80306636038282675</c:v>
                </c:pt>
                <c:pt idx="20" formatCode="0.000">
                  <c:v>1.6936558658238712</c:v>
                </c:pt>
                <c:pt idx="21" formatCode="0.000">
                  <c:v>-2.5007539802032089E-2</c:v>
                </c:pt>
                <c:pt idx="22" formatCode="0.000">
                  <c:v>-5.2740631764977941</c:v>
                </c:pt>
                <c:pt idx="23" formatCode="0.000">
                  <c:v>-3.5687059002635011</c:v>
                </c:pt>
                <c:pt idx="24" formatCode="0.000">
                  <c:v>-2.7689439804499383</c:v>
                </c:pt>
                <c:pt idx="25" formatCode="0.000">
                  <c:v>-4.2795243893062143</c:v>
                </c:pt>
                <c:pt idx="26" formatCode="0.000">
                  <c:v>-6.1196665498298257</c:v>
                </c:pt>
                <c:pt idx="27" formatCode="0.000">
                  <c:v>-1.4379856521526979</c:v>
                </c:pt>
                <c:pt idx="28" formatCode="0.000">
                  <c:v>-0.19493649804358459</c:v>
                </c:pt>
                <c:pt idx="29" formatCode="0.000">
                  <c:v>-0.76876262942502671</c:v>
                </c:pt>
                <c:pt idx="30" formatCode="0.000">
                  <c:v>-0.66429654272855709</c:v>
                </c:pt>
                <c:pt idx="31" formatCode="0.000">
                  <c:v>-1.4556260838666342</c:v>
                </c:pt>
                <c:pt idx="32" formatCode="0.000">
                  <c:v>1.7636409202276104</c:v>
                </c:pt>
                <c:pt idx="33" formatCode="0.000">
                  <c:v>1.5702763973337943</c:v>
                </c:pt>
                <c:pt idx="34" formatCode="0.000">
                  <c:v>0.93893069174600996</c:v>
                </c:pt>
                <c:pt idx="35" formatCode="0.000">
                  <c:v>1.2951315683080298</c:v>
                </c:pt>
                <c:pt idx="36" formatCode="0.000">
                  <c:v>1.1770293391065594</c:v>
                </c:pt>
                <c:pt idx="37" formatCode="0.000">
                  <c:v>0.12012850910011054</c:v>
                </c:pt>
                <c:pt idx="38" formatCode="0.000">
                  <c:v>0.21601652693408113</c:v>
                </c:pt>
                <c:pt idx="39" formatCode="0.000">
                  <c:v>0.12497269771319001</c:v>
                </c:pt>
                <c:pt idx="40" formatCode="0.000">
                  <c:v>-5.1768209756746089</c:v>
                </c:pt>
                <c:pt idx="41" formatCode="0.000">
                  <c:v>-5.1019346390622156</c:v>
                </c:pt>
                <c:pt idx="42" formatCode="0.000">
                  <c:v>-4.0265012097915793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88B-429F-BF25-9E6E9F9C6A9D}"/>
            </c:ext>
          </c:extLst>
        </c:ser>
        <c:ser>
          <c:idx val="1"/>
          <c:order val="1"/>
          <c:tx>
            <c:v>WEO April 2024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'[Dataset with r-g.xlsx]st'!$K$79:$K$121</c:f>
              <c:numCache>
                <c:formatCode>General</c:formatCode>
                <c:ptCount val="43"/>
                <c:pt idx="20">
                  <c:v>2.6338895259999999</c:v>
                </c:pt>
                <c:pt idx="21">
                  <c:v>0.70822202599999995</c:v>
                </c:pt>
                <c:pt idx="22">
                  <c:v>-5.0468275599999997</c:v>
                </c:pt>
                <c:pt idx="23">
                  <c:v>-3.7696865750000002</c:v>
                </c:pt>
                <c:pt idx="24">
                  <c:v>-3.9183549759999998</c:v>
                </c:pt>
                <c:pt idx="25">
                  <c:v>-6.2133808860000004</c:v>
                </c:pt>
                <c:pt idx="26">
                  <c:v>-8.9371570059999996</c:v>
                </c:pt>
                <c:pt idx="27">
                  <c:v>-3.9121448860000001</c:v>
                </c:pt>
                <c:pt idx="28">
                  <c:v>-2.588653667</c:v>
                </c:pt>
                <c:pt idx="29">
                  <c:v>0.43985047999999999</c:v>
                </c:pt>
                <c:pt idx="30">
                  <c:v>0.50153218799999999</c:v>
                </c:pt>
                <c:pt idx="31">
                  <c:v>-0.57709795900000005</c:v>
                </c:pt>
                <c:pt idx="32">
                  <c:v>3.9520250859999999</c:v>
                </c:pt>
                <c:pt idx="33">
                  <c:v>3.8088334480000001</c:v>
                </c:pt>
                <c:pt idx="34">
                  <c:v>2.2849590499999999</c:v>
                </c:pt>
                <c:pt idx="35">
                  <c:v>2.1633155830000002</c:v>
                </c:pt>
                <c:pt idx="36">
                  <c:v>2.2893189039999999</c:v>
                </c:pt>
                <c:pt idx="37">
                  <c:v>0.75676669100000005</c:v>
                </c:pt>
                <c:pt idx="38">
                  <c:v>-1.1514763000000001E-2</c:v>
                </c:pt>
                <c:pt idx="39">
                  <c:v>-0.73753450300000001</c:v>
                </c:pt>
                <c:pt idx="40">
                  <c:v>-4.5082857690000004</c:v>
                </c:pt>
                <c:pt idx="41">
                  <c:v>-5.0081542880000001</c:v>
                </c:pt>
                <c:pt idx="42">
                  <c:v>-3.929390004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88B-429F-BF25-9E6E9F9C6A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.5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20530662833812441"/>
          <c:y val="0.16025641025641027"/>
          <c:w val="0.6687518226888306"/>
          <c:h val="0.16868059761760548"/>
        </c:manualLayout>
      </c:layout>
      <c:overlay val="0"/>
      <c:txPr>
        <a:bodyPr/>
        <a:lstStyle/>
        <a:p>
          <a:pPr>
            <a:defRPr sz="700"/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st!$L$3:$L$45</c:f>
              <c:numCache>
                <c:formatCode>0.000</c:formatCode>
                <c:ptCount val="43"/>
                <c:pt idx="0">
                  <c:v>0.84221454198620516</c:v>
                </c:pt>
                <c:pt idx="1">
                  <c:v>1.2894468531020429</c:v>
                </c:pt>
                <c:pt idx="2">
                  <c:v>1.3102803170319903</c:v>
                </c:pt>
                <c:pt idx="3">
                  <c:v>-2.4087199804842436</c:v>
                </c:pt>
                <c:pt idx="4">
                  <c:v>2.0490345444001821</c:v>
                </c:pt>
                <c:pt idx="5">
                  <c:v>-1.6755451915832207</c:v>
                </c:pt>
                <c:pt idx="6">
                  <c:v>-3.5791313286710813</c:v>
                </c:pt>
                <c:pt idx="7">
                  <c:v>-0.67590376372402383</c:v>
                </c:pt>
                <c:pt idx="8">
                  <c:v>-0.86353510832249403</c:v>
                </c:pt>
                <c:pt idx="9">
                  <c:v>-3.1499311989679244</c:v>
                </c:pt>
                <c:pt idx="10">
                  <c:v>-1.0317919097887014</c:v>
                </c:pt>
                <c:pt idx="11">
                  <c:v>1.125675910229829</c:v>
                </c:pt>
                <c:pt idx="12">
                  <c:v>1.1822258703180134E-2</c:v>
                </c:pt>
                <c:pt idx="13">
                  <c:v>-2.1840390771251621</c:v>
                </c:pt>
                <c:pt idx="14">
                  <c:v>-2.2482926949178657</c:v>
                </c:pt>
                <c:pt idx="15">
                  <c:v>-0.16104904231093672</c:v>
                </c:pt>
                <c:pt idx="16">
                  <c:v>0.83453414631444178</c:v>
                </c:pt>
                <c:pt idx="17">
                  <c:v>2.2283301465280219</c:v>
                </c:pt>
                <c:pt idx="18">
                  <c:v>1.9965376508393664</c:v>
                </c:pt>
                <c:pt idx="19">
                  <c:v>3.2596238421277257</c:v>
                </c:pt>
                <c:pt idx="20">
                  <c:v>2.9558866482943471</c:v>
                </c:pt>
                <c:pt idx="21">
                  <c:v>0.74561921359173389</c:v>
                </c:pt>
                <c:pt idx="22">
                  <c:v>-1.3027944002166489</c:v>
                </c:pt>
                <c:pt idx="23">
                  <c:v>-1.1496334799517125</c:v>
                </c:pt>
                <c:pt idx="24">
                  <c:v>1.3029114215896431</c:v>
                </c:pt>
                <c:pt idx="25">
                  <c:v>5.5619604101799585</c:v>
                </c:pt>
                <c:pt idx="26">
                  <c:v>6.0731846918067287</c:v>
                </c:pt>
                <c:pt idx="27">
                  <c:v>5.4646291203221447</c:v>
                </c:pt>
                <c:pt idx="28">
                  <c:v>-15.18167152148499</c:v>
                </c:pt>
                <c:pt idx="29">
                  <c:v>-6.1212733073159926</c:v>
                </c:pt>
                <c:pt idx="30">
                  <c:v>-3.9577783114516332</c:v>
                </c:pt>
                <c:pt idx="31">
                  <c:v>-3.9868346391026099</c:v>
                </c:pt>
                <c:pt idx="32">
                  <c:v>0.2994882378708304</c:v>
                </c:pt>
                <c:pt idx="33">
                  <c:v>1.8021169602254854</c:v>
                </c:pt>
                <c:pt idx="34">
                  <c:v>3.5932056437720785</c:v>
                </c:pt>
                <c:pt idx="35">
                  <c:v>3.1212745215896112</c:v>
                </c:pt>
                <c:pt idx="36">
                  <c:v>15.6722736853774</c:v>
                </c:pt>
                <c:pt idx="37">
                  <c:v>4.0736767921818728</c:v>
                </c:pt>
                <c:pt idx="38">
                  <c:v>3.2558317469816731</c:v>
                </c:pt>
                <c:pt idx="39">
                  <c:v>0.49135826358322665</c:v>
                </c:pt>
                <c:pt idx="40">
                  <c:v>-6.3414050671120954</c:v>
                </c:pt>
                <c:pt idx="41">
                  <c:v>-6.0157621151568401</c:v>
                </c:pt>
                <c:pt idx="42">
                  <c:v>-0.90080174592544904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EA5-4956-8CDB-88CE1ECFABC4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st!$L$79:$L$121</c:f>
              <c:numCache>
                <c:formatCode>General</c:formatCode>
                <c:ptCount val="43"/>
                <c:pt idx="0">
                  <c:v>-0.47740460000000001</c:v>
                </c:pt>
                <c:pt idx="1">
                  <c:v>-4.4409944E-2</c:v>
                </c:pt>
                <c:pt idx="2">
                  <c:v>-0.38466509399999999</c:v>
                </c:pt>
                <c:pt idx="3">
                  <c:v>-0.50579771299999998</c:v>
                </c:pt>
                <c:pt idx="4">
                  <c:v>-0.113850671</c:v>
                </c:pt>
                <c:pt idx="5">
                  <c:v>-0.14125228100000001</c:v>
                </c:pt>
                <c:pt idx="6">
                  <c:v>0.39542578</c:v>
                </c:pt>
                <c:pt idx="7">
                  <c:v>0.16790380599999999</c:v>
                </c:pt>
                <c:pt idx="8">
                  <c:v>1.096371062</c:v>
                </c:pt>
                <c:pt idx="9">
                  <c:v>1.2495728109999999</c:v>
                </c:pt>
                <c:pt idx="10">
                  <c:v>2.1236048520000002</c:v>
                </c:pt>
                <c:pt idx="11">
                  <c:v>1.708585314</c:v>
                </c:pt>
                <c:pt idx="12">
                  <c:v>1.8376295469999999</c:v>
                </c:pt>
                <c:pt idx="13">
                  <c:v>2.029311335</c:v>
                </c:pt>
                <c:pt idx="14">
                  <c:v>2.2662508200000002</c:v>
                </c:pt>
                <c:pt idx="15">
                  <c:v>2.6559020709999999</c:v>
                </c:pt>
                <c:pt idx="16">
                  <c:v>2.3876164339999999</c:v>
                </c:pt>
                <c:pt idx="17">
                  <c:v>2.2978924730000001</c:v>
                </c:pt>
                <c:pt idx="18">
                  <c:v>2.3351475819999998</c:v>
                </c:pt>
                <c:pt idx="19">
                  <c:v>2.9974529890000001</c:v>
                </c:pt>
                <c:pt idx="20">
                  <c:v>2.7171145160000001</c:v>
                </c:pt>
                <c:pt idx="21">
                  <c:v>-0.45115035799999997</c:v>
                </c:pt>
                <c:pt idx="22">
                  <c:v>-0.78638906799999997</c:v>
                </c:pt>
                <c:pt idx="23">
                  <c:v>-0.42311466800000003</c:v>
                </c:pt>
                <c:pt idx="24">
                  <c:v>0.23759651600000001</c:v>
                </c:pt>
                <c:pt idx="25">
                  <c:v>3.350250135</c:v>
                </c:pt>
                <c:pt idx="26">
                  <c:v>4.0042595929999996</c:v>
                </c:pt>
                <c:pt idx="27">
                  <c:v>2.4367988619999998</c:v>
                </c:pt>
                <c:pt idx="28">
                  <c:v>-16.108725190000001</c:v>
                </c:pt>
                <c:pt idx="29">
                  <c:v>-6.1226049949999997</c:v>
                </c:pt>
                <c:pt idx="30">
                  <c:v>-2.1217932159999999</c:v>
                </c:pt>
                <c:pt idx="31">
                  <c:v>-3.040523914</c:v>
                </c:pt>
                <c:pt idx="32">
                  <c:v>1.4689196929999999</c:v>
                </c:pt>
                <c:pt idx="33">
                  <c:v>1.8558358749999999</c:v>
                </c:pt>
                <c:pt idx="34">
                  <c:v>4.5470011059999997</c:v>
                </c:pt>
                <c:pt idx="35">
                  <c:v>3.6900984189999999</c:v>
                </c:pt>
                <c:pt idx="36">
                  <c:v>14.82091187</c:v>
                </c:pt>
                <c:pt idx="37">
                  <c:v>3.0921942960000002</c:v>
                </c:pt>
                <c:pt idx="38">
                  <c:v>1.193424016</c:v>
                </c:pt>
                <c:pt idx="39">
                  <c:v>-1.290220294</c:v>
                </c:pt>
                <c:pt idx="40">
                  <c:v>-3.5512738929999998</c:v>
                </c:pt>
                <c:pt idx="41">
                  <c:v>-4.3541496300000002</c:v>
                </c:pt>
                <c:pt idx="42">
                  <c:v>-1.204409402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EA5-4956-8CDB-88CE1ECFAB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st!$M$3:$M$45</c:f>
              <c:numCache>
                <c:formatCode>0.000</c:formatCode>
                <c:ptCount val="43"/>
                <c:pt idx="0">
                  <c:v>-4.5840467067044708</c:v>
                </c:pt>
                <c:pt idx="1">
                  <c:v>-4.5252021196225636</c:v>
                </c:pt>
                <c:pt idx="2">
                  <c:v>-3.8141747555100256</c:v>
                </c:pt>
                <c:pt idx="3">
                  <c:v>-1.8065340751787045</c:v>
                </c:pt>
                <c:pt idx="4">
                  <c:v>-0.346377783189949</c:v>
                </c:pt>
                <c:pt idx="5">
                  <c:v>-0.82901385504246461</c:v>
                </c:pt>
                <c:pt idx="6">
                  <c:v>-1.2046459152408029</c:v>
                </c:pt>
                <c:pt idx="7">
                  <c:v>0.90161192471913887</c:v>
                </c:pt>
                <c:pt idx="8">
                  <c:v>4.2178466613673473</c:v>
                </c:pt>
                <c:pt idx="9">
                  <c:v>5.4733078361355503</c:v>
                </c:pt>
                <c:pt idx="10">
                  <c:v>5.6571602788283055</c:v>
                </c:pt>
                <c:pt idx="11">
                  <c:v>5.0529111690071513</c:v>
                </c:pt>
                <c:pt idx="12">
                  <c:v>4.3642611174128456</c:v>
                </c:pt>
                <c:pt idx="13">
                  <c:v>3.7529582699220403</c:v>
                </c:pt>
                <c:pt idx="14">
                  <c:v>3.9200764779392778</c:v>
                </c:pt>
                <c:pt idx="15">
                  <c:v>2.4635285638458351</c:v>
                </c:pt>
                <c:pt idx="16">
                  <c:v>3.55025264543761</c:v>
                </c:pt>
                <c:pt idx="17">
                  <c:v>4.5746040755479793</c:v>
                </c:pt>
                <c:pt idx="18">
                  <c:v>4.9973456571225165</c:v>
                </c:pt>
                <c:pt idx="19">
                  <c:v>5.706458756685759</c:v>
                </c:pt>
                <c:pt idx="20">
                  <c:v>6.7532987900259647</c:v>
                </c:pt>
                <c:pt idx="21">
                  <c:v>2.1058695964045246</c:v>
                </c:pt>
                <c:pt idx="22">
                  <c:v>0.63303776331161177</c:v>
                </c:pt>
                <c:pt idx="23">
                  <c:v>1.4724916873452987</c:v>
                </c:pt>
                <c:pt idx="24">
                  <c:v>2.3894201361589018</c:v>
                </c:pt>
                <c:pt idx="25">
                  <c:v>2.638115658611337</c:v>
                </c:pt>
                <c:pt idx="26">
                  <c:v>3.9105811278423941</c:v>
                </c:pt>
                <c:pt idx="27">
                  <c:v>1.0231072849272718</c:v>
                </c:pt>
                <c:pt idx="28">
                  <c:v>-6.7268004275161744</c:v>
                </c:pt>
                <c:pt idx="29">
                  <c:v>-12.070212664306474</c:v>
                </c:pt>
                <c:pt idx="30">
                  <c:v>-28.704177526352904</c:v>
                </c:pt>
                <c:pt idx="31">
                  <c:v>-10.408385801617982</c:v>
                </c:pt>
                <c:pt idx="32">
                  <c:v>-4.6489195215743555</c:v>
                </c:pt>
                <c:pt idx="33">
                  <c:v>-2.4154564430851222</c:v>
                </c:pt>
                <c:pt idx="34">
                  <c:v>-0.22610456632104289</c:v>
                </c:pt>
                <c:pt idx="35">
                  <c:v>0.3555638951310936</c:v>
                </c:pt>
                <c:pt idx="36">
                  <c:v>1.4273980522557053</c:v>
                </c:pt>
                <c:pt idx="37">
                  <c:v>1.6322337364186319</c:v>
                </c:pt>
                <c:pt idx="38">
                  <c:v>1.7061662107349052</c:v>
                </c:pt>
                <c:pt idx="39">
                  <c:v>1.6985965682516684</c:v>
                </c:pt>
                <c:pt idx="40">
                  <c:v>-3.8451892481013514</c:v>
                </c:pt>
                <c:pt idx="41">
                  <c:v>-0.81022964810876852</c:v>
                </c:pt>
                <c:pt idx="42">
                  <c:v>2.4893852778548631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DED-47F9-9EA8-F036CB8201C4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st!$M$79:$M$121</c:f>
              <c:numCache>
                <c:formatCode>General</c:formatCode>
                <c:ptCount val="43"/>
                <c:pt idx="17">
                  <c:v>5.6622397849999997</c:v>
                </c:pt>
                <c:pt idx="18">
                  <c:v>5.0196237139999997</c:v>
                </c:pt>
                <c:pt idx="19">
                  <c:v>5.4541745309999996</c:v>
                </c:pt>
                <c:pt idx="20">
                  <c:v>5.4068291589999999</c:v>
                </c:pt>
                <c:pt idx="21">
                  <c:v>1.324441142</c:v>
                </c:pt>
                <c:pt idx="22">
                  <c:v>0.30339528999999998</c:v>
                </c:pt>
                <c:pt idx="23">
                  <c:v>0.95832177600000001</c:v>
                </c:pt>
                <c:pt idx="24">
                  <c:v>1.9404277750000001</c:v>
                </c:pt>
                <c:pt idx="25">
                  <c:v>1.428987228</c:v>
                </c:pt>
                <c:pt idx="26">
                  <c:v>1.7209586560000001</c:v>
                </c:pt>
                <c:pt idx="27">
                  <c:v>-1.525700686</c:v>
                </c:pt>
                <c:pt idx="28">
                  <c:v>-7.5113012100000001</c:v>
                </c:pt>
                <c:pt idx="29">
                  <c:v>-8.1195549380000003</c:v>
                </c:pt>
                <c:pt idx="30">
                  <c:v>-6.8473622680000004</c:v>
                </c:pt>
                <c:pt idx="31">
                  <c:v>-4.9330670010000004</c:v>
                </c:pt>
                <c:pt idx="32">
                  <c:v>-2.710838673</c:v>
                </c:pt>
                <c:pt idx="33">
                  <c:v>-1.4135832260000001</c:v>
                </c:pt>
                <c:pt idx="34">
                  <c:v>0.24945719399999999</c:v>
                </c:pt>
                <c:pt idx="35">
                  <c:v>0.98087593299999998</c:v>
                </c:pt>
                <c:pt idx="36">
                  <c:v>0.84233116299999999</c:v>
                </c:pt>
                <c:pt idx="37">
                  <c:v>1.089402199</c:v>
                </c:pt>
                <c:pt idx="38">
                  <c:v>1.3647629160000001</c:v>
                </c:pt>
                <c:pt idx="39">
                  <c:v>1.5989220129999999</c:v>
                </c:pt>
                <c:pt idx="40">
                  <c:v>-3.3278540900000002</c:v>
                </c:pt>
                <c:pt idx="41">
                  <c:v>-1.084644669</c:v>
                </c:pt>
                <c:pt idx="42">
                  <c:v>1.7302316879999999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DED-47F9-9EA8-F036CB8201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st!$N$3:$N$45</c:f>
              <c:numCache>
                <c:formatCode>General</c:formatCode>
                <c:ptCount val="43"/>
                <c:pt idx="8" formatCode="0.000">
                  <c:v>-3.1239650085033781</c:v>
                </c:pt>
                <c:pt idx="9" formatCode="0.000">
                  <c:v>-2.6871886013763149</c:v>
                </c:pt>
                <c:pt idx="10" formatCode="0.000">
                  <c:v>-1.8257667410269436</c:v>
                </c:pt>
                <c:pt idx="11" formatCode="0.000">
                  <c:v>-0.48036566817646015</c:v>
                </c:pt>
                <c:pt idx="12" formatCode="0.000">
                  <c:v>1.3159362618428398</c:v>
                </c:pt>
                <c:pt idx="13" formatCode="0.000">
                  <c:v>2.024154315953822</c:v>
                </c:pt>
                <c:pt idx="14" formatCode="0.000">
                  <c:v>1.4906538853076781</c:v>
                </c:pt>
                <c:pt idx="15" formatCode="0.000">
                  <c:v>3.0580614079503303</c:v>
                </c:pt>
                <c:pt idx="16" formatCode="0.000">
                  <c:v>3.6884500686407327</c:v>
                </c:pt>
                <c:pt idx="17" formatCode="0.000">
                  <c:v>5.5912109657138016</c:v>
                </c:pt>
                <c:pt idx="18" formatCode="0.000">
                  <c:v>4.4396465632844802</c:v>
                </c:pt>
                <c:pt idx="19" formatCode="0.000">
                  <c:v>4.2799666993786945</c:v>
                </c:pt>
                <c:pt idx="20" formatCode="0.000">
                  <c:v>3.4602202161305136</c:v>
                </c:pt>
                <c:pt idx="21" formatCode="0.000">
                  <c:v>2.6158185775714986</c:v>
                </c:pt>
                <c:pt idx="22" formatCode="0.000">
                  <c:v>2.3424554521776706</c:v>
                </c:pt>
                <c:pt idx="23" formatCode="0.000">
                  <c:v>1.5201335178181821</c:v>
                </c:pt>
                <c:pt idx="24" formatCode="0.000">
                  <c:v>0.97257187864697037</c:v>
                </c:pt>
                <c:pt idx="25" formatCode="0.000">
                  <c:v>0.23794783374993597</c:v>
                </c:pt>
                <c:pt idx="26" formatCode="0.000">
                  <c:v>0.62329860370657031</c:v>
                </c:pt>
                <c:pt idx="27" formatCode="0.000">
                  <c:v>3.3000477624062432</c:v>
                </c:pt>
                <c:pt idx="28" formatCode="0.000">
                  <c:v>2.1797993408576612</c:v>
                </c:pt>
                <c:pt idx="29" formatCode="0.000">
                  <c:v>-0.89129160841744592</c:v>
                </c:pt>
                <c:pt idx="30" formatCode="0.000">
                  <c:v>-0.12669160256228779</c:v>
                </c:pt>
                <c:pt idx="31" formatCode="0.000">
                  <c:v>0.85560169959655663</c:v>
                </c:pt>
                <c:pt idx="32" formatCode="0.000">
                  <c:v>1.9980120528179268</c:v>
                </c:pt>
                <c:pt idx="33" formatCode="0.000">
                  <c:v>1.7282478112222288</c:v>
                </c:pt>
                <c:pt idx="34" formatCode="0.000">
                  <c:v>1.3929613070558526</c:v>
                </c:pt>
                <c:pt idx="35" formatCode="0.000">
                  <c:v>1.3572813701932485</c:v>
                </c:pt>
                <c:pt idx="36" formatCode="0.000">
                  <c:v>1.3309732946226711</c:v>
                </c:pt>
                <c:pt idx="37" formatCode="0.000">
                  <c:v>1.1906639209468537</c:v>
                </c:pt>
                <c:pt idx="38" formatCode="0.000">
                  <c:v>1.3260123236487116</c:v>
                </c:pt>
                <c:pt idx="39" formatCode="0.000">
                  <c:v>1.7194326834427354</c:v>
                </c:pt>
                <c:pt idx="40" formatCode="0.000">
                  <c:v>-5.6780149476217563</c:v>
                </c:pt>
                <c:pt idx="41" formatCode="0.000">
                  <c:v>-5.4384478789065351</c:v>
                </c:pt>
                <c:pt idx="42" formatCode="0.000">
                  <c:v>-4.6691967121580955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903-4CCA-BCC5-705670846FF5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st!$N$79:$N$121</c:f>
              <c:numCache>
                <c:formatCode>General</c:formatCode>
                <c:ptCount val="43"/>
                <c:pt idx="8">
                  <c:v>-2.9779399629999999</c:v>
                </c:pt>
                <c:pt idx="9">
                  <c:v>-1.5545689359999999</c:v>
                </c:pt>
                <c:pt idx="10">
                  <c:v>-2.4854205720000002</c:v>
                </c:pt>
                <c:pt idx="11">
                  <c:v>-0.92936418499999995</c:v>
                </c:pt>
                <c:pt idx="12">
                  <c:v>1.2412422030000001</c:v>
                </c:pt>
                <c:pt idx="13">
                  <c:v>3.0359253850000001</c:v>
                </c:pt>
                <c:pt idx="14">
                  <c:v>2.437547049</c:v>
                </c:pt>
                <c:pt idx="15">
                  <c:v>3.733129006</c:v>
                </c:pt>
                <c:pt idx="16">
                  <c:v>4.5440272930000001</c:v>
                </c:pt>
                <c:pt idx="17">
                  <c:v>6.3792638549999996</c:v>
                </c:pt>
                <c:pt idx="18">
                  <c:v>5.1906763849999997</c:v>
                </c:pt>
                <c:pt idx="19">
                  <c:v>5.0234220169999997</c:v>
                </c:pt>
                <c:pt idx="20">
                  <c:v>3.2145622230000002</c:v>
                </c:pt>
                <c:pt idx="21">
                  <c:v>2.139141097</c:v>
                </c:pt>
                <c:pt idx="22">
                  <c:v>2.2396340019999998</c:v>
                </c:pt>
                <c:pt idx="23">
                  <c:v>1.7470233529999999</c:v>
                </c:pt>
                <c:pt idx="24">
                  <c:v>0.85464973300000002</c:v>
                </c:pt>
                <c:pt idx="25">
                  <c:v>-2.3420229999999999E-3</c:v>
                </c:pt>
                <c:pt idx="26">
                  <c:v>-0.229591762</c:v>
                </c:pt>
                <c:pt idx="27">
                  <c:v>1.9083266320000001</c:v>
                </c:pt>
                <c:pt idx="28">
                  <c:v>1.250740089</c:v>
                </c:pt>
                <c:pt idx="29">
                  <c:v>0.73800927100000002</c:v>
                </c:pt>
                <c:pt idx="30">
                  <c:v>0.66578185899999998</c:v>
                </c:pt>
                <c:pt idx="31">
                  <c:v>1.2196273980000001</c:v>
                </c:pt>
                <c:pt idx="32">
                  <c:v>3.5978251330000002</c:v>
                </c:pt>
                <c:pt idx="33">
                  <c:v>3.9587605099999998</c:v>
                </c:pt>
                <c:pt idx="34">
                  <c:v>3.6832082260000001</c:v>
                </c:pt>
                <c:pt idx="35">
                  <c:v>3.4466136110000001</c:v>
                </c:pt>
                <c:pt idx="36">
                  <c:v>2.961427075</c:v>
                </c:pt>
                <c:pt idx="37">
                  <c:v>2.220069477</c:v>
                </c:pt>
                <c:pt idx="38">
                  <c:v>2.0768005789999999</c:v>
                </c:pt>
                <c:pt idx="39">
                  <c:v>2.3961258910000001</c:v>
                </c:pt>
                <c:pt idx="40">
                  <c:v>-2.8035012539999999</c:v>
                </c:pt>
                <c:pt idx="41">
                  <c:v>-3.2264105829999998</c:v>
                </c:pt>
                <c:pt idx="42">
                  <c:v>-3.5318692779999998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903-4CCA-BCC5-705670846F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st!$O$3:$O$45</c:f>
              <c:numCache>
                <c:formatCode>General</c:formatCode>
                <c:ptCount val="43"/>
                <c:pt idx="18" formatCode="0.000">
                  <c:v>2.0710091856570717E-2</c:v>
                </c:pt>
                <c:pt idx="19" formatCode="0.000">
                  <c:v>-2.586669594514118</c:v>
                </c:pt>
                <c:pt idx="20" formatCode="0.000">
                  <c:v>-1.4332674244040631</c:v>
                </c:pt>
                <c:pt idx="21" formatCode="0.000">
                  <c:v>-1.0075581650106109</c:v>
                </c:pt>
                <c:pt idx="22" formatCode="0.000">
                  <c:v>-1.6066960695014736</c:v>
                </c:pt>
                <c:pt idx="23" formatCode="0.000">
                  <c:v>-0.79639501951015246</c:v>
                </c:pt>
                <c:pt idx="24" formatCode="0.000">
                  <c:v>-0.28343965176868507</c:v>
                </c:pt>
                <c:pt idx="25" formatCode="0.000">
                  <c:v>-0.4915137198561545</c:v>
                </c:pt>
                <c:pt idx="26" formatCode="0.000">
                  <c:v>2.4358244506760437E-2</c:v>
                </c:pt>
                <c:pt idx="27" formatCode="0.000">
                  <c:v>1.1210046613211455</c:v>
                </c:pt>
                <c:pt idx="28" formatCode="0.000">
                  <c:v>-3.1765301171197273</c:v>
                </c:pt>
                <c:pt idx="29" formatCode="0.000">
                  <c:v>-5.5554304582606946</c:v>
                </c:pt>
                <c:pt idx="30" formatCode="0.000">
                  <c:v>-4.4912142763679768</c:v>
                </c:pt>
                <c:pt idx="31" formatCode="0.000">
                  <c:v>-1.6381946031372649</c:v>
                </c:pt>
                <c:pt idx="32" formatCode="0.000">
                  <c:v>1.6342656699376044</c:v>
                </c:pt>
                <c:pt idx="33" formatCode="0.000">
                  <c:v>0.8558384659262992</c:v>
                </c:pt>
                <c:pt idx="34" formatCode="0.000">
                  <c:v>-0.19057239893276839</c:v>
                </c:pt>
                <c:pt idx="35" formatCode="0.000">
                  <c:v>0.25296067528126881</c:v>
                </c:pt>
                <c:pt idx="36" formatCode="0.000">
                  <c:v>0.71754763391072285</c:v>
                </c:pt>
                <c:pt idx="37" formatCode="0.000">
                  <c:v>0.28109443405939155</c:v>
                </c:pt>
                <c:pt idx="38" formatCode="0.000">
                  <c:v>0.21497484223618979</c:v>
                </c:pt>
                <c:pt idx="39" formatCode="0.000">
                  <c:v>0.48953659478537742</c:v>
                </c:pt>
                <c:pt idx="40" formatCode="0.000">
                  <c:v>-2.7410176552032448</c:v>
                </c:pt>
                <c:pt idx="41" formatCode="0.000">
                  <c:v>-4.7943867141161389</c:v>
                </c:pt>
                <c:pt idx="42" formatCode="0.000">
                  <c:v>-3.25373488046684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CC8-4368-A4FE-9CD0D920E0ED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st!$O$79:$O$121</c:f>
              <c:numCache>
                <c:formatCode>General</c:formatCode>
                <c:ptCount val="43"/>
                <c:pt idx="22">
                  <c:v>-1.0406934379999999</c:v>
                </c:pt>
                <c:pt idx="23">
                  <c:v>-0.77927970700000004</c:v>
                </c:pt>
                <c:pt idx="24">
                  <c:v>-0.232446873</c:v>
                </c:pt>
                <c:pt idx="25">
                  <c:v>-0.93016316799999998</c:v>
                </c:pt>
                <c:pt idx="26">
                  <c:v>-1.6958794530000001</c:v>
                </c:pt>
                <c:pt idx="27">
                  <c:v>-1.462442147</c:v>
                </c:pt>
                <c:pt idx="28">
                  <c:v>-7.2947785539999996</c:v>
                </c:pt>
                <c:pt idx="29">
                  <c:v>-3.414546917</c:v>
                </c:pt>
                <c:pt idx="30">
                  <c:v>-2.9396006629999998</c:v>
                </c:pt>
                <c:pt idx="31">
                  <c:v>-0.191980017</c:v>
                </c:pt>
                <c:pt idx="32">
                  <c:v>2.0036112450000001</c:v>
                </c:pt>
                <c:pt idx="33">
                  <c:v>0.60536883600000002</c:v>
                </c:pt>
                <c:pt idx="34">
                  <c:v>0.38892434999999997</c:v>
                </c:pt>
                <c:pt idx="35">
                  <c:v>0.62681288700000004</c:v>
                </c:pt>
                <c:pt idx="36">
                  <c:v>0.882399779</c:v>
                </c:pt>
                <c:pt idx="37">
                  <c:v>-7.1671094000000005E-2</c:v>
                </c:pt>
                <c:pt idx="38">
                  <c:v>-0.50312985200000004</c:v>
                </c:pt>
                <c:pt idx="39">
                  <c:v>-0.27613553800000001</c:v>
                </c:pt>
                <c:pt idx="40">
                  <c:v>-1.9241742479999999</c:v>
                </c:pt>
                <c:pt idx="41">
                  <c:v>-4.4953490939999998</c:v>
                </c:pt>
                <c:pt idx="42">
                  <c:v>-3.1374304359999998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CC8-4368-A4FE-9CD0D920E0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6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st!$P$3:$P$45</c:f>
              <c:numCache>
                <c:formatCode>General</c:formatCode>
                <c:ptCount val="43"/>
                <c:pt idx="20" formatCode="0.000">
                  <c:v>-2.6203184049150061</c:v>
                </c:pt>
                <c:pt idx="21" formatCode="0.000">
                  <c:v>-2.6680716628578049</c:v>
                </c:pt>
                <c:pt idx="22" formatCode="0.000">
                  <c:v>-0.85435807489721471</c:v>
                </c:pt>
                <c:pt idx="23" formatCode="0.000">
                  <c:v>-0.40404236814565403</c:v>
                </c:pt>
                <c:pt idx="24" formatCode="0.000">
                  <c:v>-0.81688911680262677</c:v>
                </c:pt>
                <c:pt idx="25" formatCode="0.000">
                  <c:v>7.2662587012849347E-2</c:v>
                </c:pt>
                <c:pt idx="26" formatCode="0.000">
                  <c:v>4.8202774669210316E-2</c:v>
                </c:pt>
                <c:pt idx="27" formatCode="0.000">
                  <c:v>-0.70590323941674904</c:v>
                </c:pt>
                <c:pt idx="28" formatCode="0.000">
                  <c:v>-3.2702798438409904</c:v>
                </c:pt>
                <c:pt idx="29" formatCode="0.000">
                  <c:v>-7.6677892896698241</c:v>
                </c:pt>
                <c:pt idx="30" formatCode="0.000">
                  <c:v>-4.8522324023826595</c:v>
                </c:pt>
                <c:pt idx="31" formatCode="0.000">
                  <c:v>-6.9647927237126952</c:v>
                </c:pt>
                <c:pt idx="32" formatCode="0.000">
                  <c:v>-1.114639606657168</c:v>
                </c:pt>
                <c:pt idx="33" formatCode="0.000">
                  <c:v>-0.76302031606279308</c:v>
                </c:pt>
                <c:pt idx="34" formatCode="0.000">
                  <c:v>1.061653018154221</c:v>
                </c:pt>
                <c:pt idx="35" formatCode="0.000">
                  <c:v>1.448809741662362</c:v>
                </c:pt>
                <c:pt idx="36" formatCode="0.000">
                  <c:v>1.7304755599737061</c:v>
                </c:pt>
                <c:pt idx="37" formatCode="0.000">
                  <c:v>1.7285928885779154</c:v>
                </c:pt>
                <c:pt idx="38" formatCode="0.000">
                  <c:v>1.65290401155245</c:v>
                </c:pt>
                <c:pt idx="39" formatCode="0.000">
                  <c:v>1.2679620338662527</c:v>
                </c:pt>
                <c:pt idx="40" formatCode="0.000">
                  <c:v>-6.3694838081577112</c:v>
                </c:pt>
                <c:pt idx="41" formatCode="0.000">
                  <c:v>-0.50008397765186718</c:v>
                </c:pt>
                <c:pt idx="42" formatCode="0.000">
                  <c:v>-0.32161628996981606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0D5-4FBF-87F5-EC226AEF3A29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st!$P$79:$P$121</c:f>
              <c:numCache>
                <c:formatCode>General</c:formatCode>
                <c:ptCount val="43"/>
                <c:pt idx="25">
                  <c:v>-0.73623563299999994</c:v>
                </c:pt>
                <c:pt idx="26">
                  <c:v>-1.9231117870000001</c:v>
                </c:pt>
                <c:pt idx="27">
                  <c:v>-5.8265782880000003</c:v>
                </c:pt>
                <c:pt idx="28">
                  <c:v>-8.1392982600000003</c:v>
                </c:pt>
                <c:pt idx="29">
                  <c:v>-5.4172797429999999</c:v>
                </c:pt>
                <c:pt idx="30">
                  <c:v>-2.5834880199999999</c:v>
                </c:pt>
                <c:pt idx="31">
                  <c:v>-5.7152283050000001</c:v>
                </c:pt>
                <c:pt idx="32">
                  <c:v>-0.289462891</c:v>
                </c:pt>
                <c:pt idx="33">
                  <c:v>-0.22245185200000001</c:v>
                </c:pt>
                <c:pt idx="34">
                  <c:v>1.2766336869999999</c:v>
                </c:pt>
                <c:pt idx="35">
                  <c:v>1.7253932000000001</c:v>
                </c:pt>
                <c:pt idx="36">
                  <c:v>2.0516760449999998</c:v>
                </c:pt>
                <c:pt idx="37">
                  <c:v>1.7407476589999999</c:v>
                </c:pt>
                <c:pt idx="38">
                  <c:v>1.5069267120000001</c:v>
                </c:pt>
                <c:pt idx="39">
                  <c:v>1.050331264</c:v>
                </c:pt>
                <c:pt idx="40">
                  <c:v>-5.3258691440000003</c:v>
                </c:pt>
                <c:pt idx="41">
                  <c:v>-1.4489335969999999</c:v>
                </c:pt>
                <c:pt idx="42">
                  <c:v>-0.96849314600000003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0D5-4FBF-87F5-EC226AEF3A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xt!$H$3:$H$45</c:f>
              <c:numCache>
                <c:formatCode>0.000</c:formatCode>
                <c:ptCount val="43"/>
                <c:pt idx="0">
                  <c:v>0.93700000000000006</c:v>
                </c:pt>
                <c:pt idx="1">
                  <c:v>9.7000000000000003E-2</c:v>
                </c:pt>
                <c:pt idx="2">
                  <c:v>0.54</c:v>
                </c:pt>
                <c:pt idx="3">
                  <c:v>-0.24299999999999999</c:v>
                </c:pt>
                <c:pt idx="4">
                  <c:v>-0.81499999999999995</c:v>
                </c:pt>
                <c:pt idx="5">
                  <c:v>-1.333</c:v>
                </c:pt>
                <c:pt idx="6">
                  <c:v>-1.629</c:v>
                </c:pt>
                <c:pt idx="7">
                  <c:v>-1.6870000000000001</c:v>
                </c:pt>
                <c:pt idx="8">
                  <c:v>8.9999999999999993E-3</c:v>
                </c:pt>
                <c:pt idx="9">
                  <c:v>1.716</c:v>
                </c:pt>
                <c:pt idx="10">
                  <c:v>2.077</c:v>
                </c:pt>
                <c:pt idx="11">
                  <c:v>0.96799999999999997</c:v>
                </c:pt>
                <c:pt idx="12">
                  <c:v>0.41099999999999998</c:v>
                </c:pt>
                <c:pt idx="13">
                  <c:v>-2.0419999999999998</c:v>
                </c:pt>
                <c:pt idx="14">
                  <c:v>-1.6779999999999999</c:v>
                </c:pt>
                <c:pt idx="15">
                  <c:v>-1.4730000000000001</c:v>
                </c:pt>
                <c:pt idx="16">
                  <c:v>-2.1789999999999998</c:v>
                </c:pt>
                <c:pt idx="17">
                  <c:v>-2.1259999999999999</c:v>
                </c:pt>
                <c:pt idx="18">
                  <c:v>-1.008</c:v>
                </c:pt>
                <c:pt idx="19">
                  <c:v>-0.191</c:v>
                </c:pt>
                <c:pt idx="20">
                  <c:v>1.4870000000000001</c:v>
                </c:pt>
                <c:pt idx="21">
                  <c:v>1.2450000000000001</c:v>
                </c:pt>
                <c:pt idx="22">
                  <c:v>0.437</c:v>
                </c:pt>
                <c:pt idx="23">
                  <c:v>-0.59099999999999997</c:v>
                </c:pt>
                <c:pt idx="24">
                  <c:v>1.2999999999999999E-2</c:v>
                </c:pt>
                <c:pt idx="25">
                  <c:v>1.4E-2</c:v>
                </c:pt>
                <c:pt idx="26">
                  <c:v>1.018</c:v>
                </c:pt>
                <c:pt idx="27">
                  <c:v>2.0030000000000001</c:v>
                </c:pt>
                <c:pt idx="28">
                  <c:v>1.097</c:v>
                </c:pt>
                <c:pt idx="29">
                  <c:v>-2.508</c:v>
                </c:pt>
                <c:pt idx="30">
                  <c:v>-1.786</c:v>
                </c:pt>
                <c:pt idx="31">
                  <c:v>-0.76800000000000002</c:v>
                </c:pt>
                <c:pt idx="32">
                  <c:v>-1.516</c:v>
                </c:pt>
                <c:pt idx="33">
                  <c:v>-1.9790000000000001</c:v>
                </c:pt>
                <c:pt idx="34">
                  <c:v>-2.2149999999999999</c:v>
                </c:pt>
                <c:pt idx="35">
                  <c:v>-2.4089999999999998</c:v>
                </c:pt>
                <c:pt idx="36">
                  <c:v>-2.6640000000000001</c:v>
                </c:pt>
                <c:pt idx="37">
                  <c:v>-1.5469999999999999</c:v>
                </c:pt>
                <c:pt idx="38">
                  <c:v>-0.83299999999999996</c:v>
                </c:pt>
                <c:pt idx="39">
                  <c:v>0</c:v>
                </c:pt>
                <c:pt idx="40">
                  <c:v>-4.4989999999999997</c:v>
                </c:pt>
                <c:pt idx="41">
                  <c:v>-2.0739999999999998</c:v>
                </c:pt>
                <c:pt idx="42">
                  <c:v>-0.89200000000000002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303-4763-A03B-4D8A898E382D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xt!$H$51:$H$93</c:f>
              <c:numCache>
                <c:formatCode>0.00</c:formatCode>
                <c:ptCount val="43"/>
                <c:pt idx="0">
                  <c:v>1.7587845852080786</c:v>
                </c:pt>
                <c:pt idx="1">
                  <c:v>0.48360988010492362</c:v>
                </c:pt>
                <c:pt idx="2">
                  <c:v>0.6708182446732176</c:v>
                </c:pt>
                <c:pt idx="3">
                  <c:v>-0.37215426105338584</c:v>
                </c:pt>
                <c:pt idx="4">
                  <c:v>-1.1514517754551841</c:v>
                </c:pt>
                <c:pt idx="5">
                  <c:v>-1.852455568628568</c:v>
                </c:pt>
                <c:pt idx="6">
                  <c:v>-1.9041234297003848</c:v>
                </c:pt>
                <c:pt idx="7">
                  <c:v>-1.770837177750614</c:v>
                </c:pt>
                <c:pt idx="8">
                  <c:v>0.45183734515756668</c:v>
                </c:pt>
                <c:pt idx="9">
                  <c:v>2.3739053789924984</c:v>
                </c:pt>
                <c:pt idx="10">
                  <c:v>2.989175725896811</c:v>
                </c:pt>
                <c:pt idx="11">
                  <c:v>1.8038774677867457</c:v>
                </c:pt>
                <c:pt idx="12">
                  <c:v>1.2434950923835961</c:v>
                </c:pt>
                <c:pt idx="13">
                  <c:v>-1.497003507161071</c:v>
                </c:pt>
                <c:pt idx="14">
                  <c:v>-1.3024993029703846</c:v>
                </c:pt>
                <c:pt idx="15">
                  <c:v>-1.3977642417506138</c:v>
                </c:pt>
                <c:pt idx="16">
                  <c:v>-2.2207130353545939</c:v>
                </c:pt>
                <c:pt idx="17">
                  <c:v>-2.2103083670600179</c:v>
                </c:pt>
                <c:pt idx="18">
                  <c:v>-1.0366364678248572</c:v>
                </c:pt>
                <c:pt idx="19">
                  <c:v>-1.7378369891954898E-3</c:v>
                </c:pt>
                <c:pt idx="20">
                  <c:v>1.5934295234817948</c:v>
                </c:pt>
                <c:pt idx="21">
                  <c:v>1.3911196720734407</c:v>
                </c:pt>
                <c:pt idx="22">
                  <c:v>0.47616797275802758</c:v>
                </c:pt>
                <c:pt idx="23">
                  <c:v>-0.60063988059858608</c:v>
                </c:pt>
                <c:pt idx="24">
                  <c:v>0.43523885752660818</c:v>
                </c:pt>
                <c:pt idx="25">
                  <c:v>0.48586664345972552</c:v>
                </c:pt>
                <c:pt idx="26">
                  <c:v>1.4772349175420947</c:v>
                </c:pt>
                <c:pt idx="27">
                  <c:v>2.6209448279871919</c:v>
                </c:pt>
                <c:pt idx="28">
                  <c:v>1.7326394895007222</c:v>
                </c:pt>
                <c:pt idx="29">
                  <c:v>-2.1829190776696472</c:v>
                </c:pt>
                <c:pt idx="30">
                  <c:v>-1.2156267700024981</c:v>
                </c:pt>
                <c:pt idx="31">
                  <c:v>3.3956796438786553E-2</c:v>
                </c:pt>
                <c:pt idx="32">
                  <c:v>-0.54438526063943204</c:v>
                </c:pt>
                <c:pt idx="33">
                  <c:v>-0.85543745856807363</c:v>
                </c:pt>
                <c:pt idx="34">
                  <c:v>-0.79673801050733906</c:v>
                </c:pt>
                <c:pt idx="35">
                  <c:v>-0.58877345644294687</c:v>
                </c:pt>
                <c:pt idx="36">
                  <c:v>-0.39499153167624079</c:v>
                </c:pt>
                <c:pt idx="37">
                  <c:v>0.99552466027626274</c:v>
                </c:pt>
                <c:pt idx="38">
                  <c:v>2.0112760251363575</c:v>
                </c:pt>
                <c:pt idx="39">
                  <c:v>3.0541658743515954</c:v>
                </c:pt>
                <c:pt idx="40">
                  <c:v>-5.4614574922530368</c:v>
                </c:pt>
                <c:pt idx="41">
                  <c:v>-0.29102985690989946</c:v>
                </c:pt>
                <c:pt idx="42">
                  <c:v>1.4013578898541057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303-4763-A03B-4D8A898E38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st!$Q$3:$Q$45</c:f>
              <c:numCache>
                <c:formatCode>General</c:formatCode>
                <c:ptCount val="43"/>
                <c:pt idx="15" formatCode="0.000">
                  <c:v>1.578447737008867</c:v>
                </c:pt>
                <c:pt idx="16" formatCode="0.000">
                  <c:v>1.1628228621000436</c:v>
                </c:pt>
                <c:pt idx="17" formatCode="0.000">
                  <c:v>1.4870882362302247</c:v>
                </c:pt>
                <c:pt idx="18" formatCode="0.000">
                  <c:v>1.8022356055225774</c:v>
                </c:pt>
                <c:pt idx="19" formatCode="0.000">
                  <c:v>2.483103448619318</c:v>
                </c:pt>
                <c:pt idx="20" formatCode="0.000">
                  <c:v>4.6064307234363095</c:v>
                </c:pt>
                <c:pt idx="21" formatCode="0.000">
                  <c:v>4.3794518163107012</c:v>
                </c:pt>
                <c:pt idx="22" formatCode="0.000">
                  <c:v>0.93024445524699217</c:v>
                </c:pt>
                <c:pt idx="23" formatCode="0.000">
                  <c:v>-0.60930565493464117</c:v>
                </c:pt>
                <c:pt idx="24" formatCode="0.000">
                  <c:v>-2.1313157276067569</c:v>
                </c:pt>
                <c:pt idx="25" formatCode="0.000">
                  <c:v>-0.8493377427010349</c:v>
                </c:pt>
                <c:pt idx="26" formatCode="0.000">
                  <c:v>1.1579073651077949</c:v>
                </c:pt>
                <c:pt idx="27" formatCode="0.000">
                  <c:v>3.6263406364394157</c:v>
                </c:pt>
                <c:pt idx="28" formatCode="0.000">
                  <c:v>2.2526876336216883</c:v>
                </c:pt>
                <c:pt idx="29" formatCode="0.000">
                  <c:v>-0.69807534630948309</c:v>
                </c:pt>
                <c:pt idx="30" formatCode="0.000">
                  <c:v>-0.52969558993543453</c:v>
                </c:pt>
                <c:pt idx="31" formatCode="0.000">
                  <c:v>0.3273902586202046</c:v>
                </c:pt>
                <c:pt idx="32" formatCode="0.000">
                  <c:v>0.2799201678870008</c:v>
                </c:pt>
                <c:pt idx="33" formatCode="0.000">
                  <c:v>0.67097355510162049</c:v>
                </c:pt>
                <c:pt idx="34" formatCode="0.000">
                  <c:v>1.0738854082352498</c:v>
                </c:pt>
                <c:pt idx="35" formatCode="0.000">
                  <c:v>1.0510780943630049</c:v>
                </c:pt>
                <c:pt idx="36" formatCode="0.000">
                  <c:v>1.6782222627963614</c:v>
                </c:pt>
                <c:pt idx="37" formatCode="0.000">
                  <c:v>1.153112113862464</c:v>
                </c:pt>
                <c:pt idx="38" formatCode="0.000">
                  <c:v>2.7566684057529578</c:v>
                </c:pt>
                <c:pt idx="39" formatCode="0.000">
                  <c:v>2.018311906479183</c:v>
                </c:pt>
                <c:pt idx="40" formatCode="0.000">
                  <c:v>-3.5575771250196446</c:v>
                </c:pt>
                <c:pt idx="41" formatCode="0.000">
                  <c:v>0.30929412989481581</c:v>
                </c:pt>
                <c:pt idx="42" formatCode="0.000">
                  <c:v>-0.58173558267669578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961-4CFD-A316-5D20A3246F9C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st!$Q$79:$Q$121</c:f>
              <c:numCache>
                <c:formatCode>General</c:formatCode>
                <c:ptCount val="43"/>
                <c:pt idx="15">
                  <c:v>0.35575377699999999</c:v>
                </c:pt>
                <c:pt idx="16">
                  <c:v>1.0024477510000001</c:v>
                </c:pt>
                <c:pt idx="17">
                  <c:v>3.599607357</c:v>
                </c:pt>
                <c:pt idx="18">
                  <c:v>3.307612792</c:v>
                </c:pt>
                <c:pt idx="19">
                  <c:v>2.8051837129999999</c:v>
                </c:pt>
                <c:pt idx="20">
                  <c:v>3.5486805389999998</c:v>
                </c:pt>
                <c:pt idx="21">
                  <c:v>3.9694694500000001</c:v>
                </c:pt>
                <c:pt idx="22">
                  <c:v>0.92173890300000005</c:v>
                </c:pt>
                <c:pt idx="23">
                  <c:v>-6.2428113E-2</c:v>
                </c:pt>
                <c:pt idx="24">
                  <c:v>-1.7015632970000001</c:v>
                </c:pt>
                <c:pt idx="25">
                  <c:v>0.12652039500000001</c:v>
                </c:pt>
                <c:pt idx="26">
                  <c:v>1.174952803</c:v>
                </c:pt>
                <c:pt idx="27">
                  <c:v>1.6752394289999999</c:v>
                </c:pt>
                <c:pt idx="28">
                  <c:v>1.3468400190000001</c:v>
                </c:pt>
                <c:pt idx="29">
                  <c:v>0.35505520699999998</c:v>
                </c:pt>
                <c:pt idx="30">
                  <c:v>-0.42239697799999998</c:v>
                </c:pt>
                <c:pt idx="31">
                  <c:v>0.63470697399999998</c:v>
                </c:pt>
                <c:pt idx="32">
                  <c:v>0.68039680400000002</c:v>
                </c:pt>
                <c:pt idx="33">
                  <c:v>0.715111791</c:v>
                </c:pt>
                <c:pt idx="34">
                  <c:v>1.094812283</c:v>
                </c:pt>
                <c:pt idx="35">
                  <c:v>1.233009902</c:v>
                </c:pt>
                <c:pt idx="36">
                  <c:v>0.848533804</c:v>
                </c:pt>
                <c:pt idx="37">
                  <c:v>0.88694647500000001</c:v>
                </c:pt>
                <c:pt idx="38">
                  <c:v>2.9242053760000002</c:v>
                </c:pt>
                <c:pt idx="39">
                  <c:v>1.8974046899999999</c:v>
                </c:pt>
                <c:pt idx="40">
                  <c:v>-2.6485987240000002</c:v>
                </c:pt>
                <c:pt idx="41">
                  <c:v>-0.52632586599999998</c:v>
                </c:pt>
                <c:pt idx="42">
                  <c:v>-0.78094055200000001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961-4CFD-A316-5D20A3246F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st!$R$3:$R$45</c:f>
              <c:numCache>
                <c:formatCode>General</c:formatCode>
                <c:ptCount val="43"/>
                <c:pt idx="15" formatCode="0.000">
                  <c:v>-4.3428101501057768</c:v>
                </c:pt>
                <c:pt idx="16" formatCode="0.000">
                  <c:v>2.3233222186720863</c:v>
                </c:pt>
                <c:pt idx="17" formatCode="0.000">
                  <c:v>2.3270168805582516</c:v>
                </c:pt>
                <c:pt idx="18" formatCode="0.000">
                  <c:v>2.3301876850783576</c:v>
                </c:pt>
                <c:pt idx="19" formatCode="0.000">
                  <c:v>3.4471410280304635</c:v>
                </c:pt>
                <c:pt idx="20" formatCode="0.000">
                  <c:v>3.8086380166755625</c:v>
                </c:pt>
                <c:pt idx="21" formatCode="0.000">
                  <c:v>1.7541527734818188</c:v>
                </c:pt>
                <c:pt idx="22" formatCode="0.000">
                  <c:v>-9.761540573314989E-2</c:v>
                </c:pt>
                <c:pt idx="23" formatCode="0.000">
                  <c:v>-1.3079203578464573</c:v>
                </c:pt>
                <c:pt idx="24" formatCode="0.000">
                  <c:v>-8.8784297110149457E-2</c:v>
                </c:pt>
                <c:pt idx="25" formatCode="0.000">
                  <c:v>1.0922420456965327</c:v>
                </c:pt>
                <c:pt idx="26" formatCode="0.000">
                  <c:v>1.3974667966417627</c:v>
                </c:pt>
                <c:pt idx="27" formatCode="0.000">
                  <c:v>1.1498394786338602</c:v>
                </c:pt>
                <c:pt idx="28" formatCode="0.000">
                  <c:v>1.5554374426484689</c:v>
                </c:pt>
                <c:pt idx="29" formatCode="0.000">
                  <c:v>-3.9547304719711787</c:v>
                </c:pt>
                <c:pt idx="30" formatCode="0.000">
                  <c:v>-4.1660727700930131</c:v>
                </c:pt>
                <c:pt idx="31" formatCode="0.000">
                  <c:v>-3.1850838981659142</c:v>
                </c:pt>
                <c:pt idx="32" formatCode="0.000">
                  <c:v>-2.7327661261421659</c:v>
                </c:pt>
                <c:pt idx="33" formatCode="0.000">
                  <c:v>-1.7521496890032402</c:v>
                </c:pt>
                <c:pt idx="34" formatCode="0.000">
                  <c:v>-1.1143274979002078</c:v>
                </c:pt>
                <c:pt idx="35" formatCode="0.000">
                  <c:v>-0.93715050406667366</c:v>
                </c:pt>
                <c:pt idx="36" formatCode="0.000">
                  <c:v>1.0190876958291819</c:v>
                </c:pt>
                <c:pt idx="37" formatCode="0.000">
                  <c:v>2.1775967696610934</c:v>
                </c:pt>
                <c:pt idx="38" formatCode="0.000">
                  <c:v>2.239460989938189</c:v>
                </c:pt>
                <c:pt idx="39" formatCode="0.000">
                  <c:v>2.4126255126033413</c:v>
                </c:pt>
                <c:pt idx="40" formatCode="0.000">
                  <c:v>-3.0469882412540477</c:v>
                </c:pt>
                <c:pt idx="41" formatCode="0.000">
                  <c:v>-1.8995640016596926</c:v>
                </c:pt>
                <c:pt idx="42" formatCode="0.000">
                  <c:v>0.31496185599909898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777-443E-AE7D-D28564C3A3B6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st!$R$79:$R$121</c:f>
              <c:numCache>
                <c:formatCode>General</c:formatCode>
                <c:ptCount val="43"/>
                <c:pt idx="15">
                  <c:v>-3.4955007710000001</c:v>
                </c:pt>
                <c:pt idx="16">
                  <c:v>3.1895273340000001</c:v>
                </c:pt>
                <c:pt idx="17">
                  <c:v>2.6384603329999998</c:v>
                </c:pt>
                <c:pt idx="18">
                  <c:v>1.953120033</c:v>
                </c:pt>
                <c:pt idx="19">
                  <c:v>2.1482785440000001</c:v>
                </c:pt>
                <c:pt idx="20">
                  <c:v>1.883712072</c:v>
                </c:pt>
                <c:pt idx="21">
                  <c:v>0.14735094500000001</c:v>
                </c:pt>
                <c:pt idx="22">
                  <c:v>-0.46576087999999999</c:v>
                </c:pt>
                <c:pt idx="23">
                  <c:v>-0.63769305399999998</c:v>
                </c:pt>
                <c:pt idx="24">
                  <c:v>0.628822463</c:v>
                </c:pt>
                <c:pt idx="25">
                  <c:v>1.7534096939999999</c:v>
                </c:pt>
                <c:pt idx="26">
                  <c:v>1.1471763159999999</c:v>
                </c:pt>
                <c:pt idx="27">
                  <c:v>-0.42222394499999999</c:v>
                </c:pt>
                <c:pt idx="28">
                  <c:v>-0.60302125299999998</c:v>
                </c:pt>
                <c:pt idx="29">
                  <c:v>-3.2178900270000002</c:v>
                </c:pt>
                <c:pt idx="30">
                  <c:v>-3.7029196980000001</c:v>
                </c:pt>
                <c:pt idx="31">
                  <c:v>-3.1225663140000002</c:v>
                </c:pt>
                <c:pt idx="32">
                  <c:v>-1.608130445</c:v>
                </c:pt>
                <c:pt idx="33">
                  <c:v>-2.0133019999999998E-3</c:v>
                </c:pt>
                <c:pt idx="34">
                  <c:v>0.45726855399999999</c:v>
                </c:pt>
                <c:pt idx="35">
                  <c:v>0.22161141300000001</c:v>
                </c:pt>
                <c:pt idx="36">
                  <c:v>1.7735422240000001</c:v>
                </c:pt>
                <c:pt idx="37">
                  <c:v>2.1964448700000001</c:v>
                </c:pt>
                <c:pt idx="38">
                  <c:v>1.654994871</c:v>
                </c:pt>
                <c:pt idx="39">
                  <c:v>1.7065395759999999</c:v>
                </c:pt>
                <c:pt idx="40">
                  <c:v>-0.68037797700000002</c:v>
                </c:pt>
                <c:pt idx="41">
                  <c:v>-1.3579912679999999</c:v>
                </c:pt>
                <c:pt idx="42">
                  <c:v>-0.83177433899999997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777-443E-AE7D-D28564C3A3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st!$S$3:$S$45</c:f>
              <c:numCache>
                <c:formatCode>0.000</c:formatCode>
                <c:ptCount val="43"/>
                <c:pt idx="0">
                  <c:v>5.6719215747193736</c:v>
                </c:pt>
                <c:pt idx="1">
                  <c:v>4.5963088264638854</c:v>
                </c:pt>
                <c:pt idx="2">
                  <c:v>3.2816158904859511</c:v>
                </c:pt>
                <c:pt idx="3">
                  <c:v>5.2411398989716425</c:v>
                </c:pt>
                <c:pt idx="4">
                  <c:v>5.5384893783432716</c:v>
                </c:pt>
                <c:pt idx="5">
                  <c:v>8.4285852254583382</c:v>
                </c:pt>
                <c:pt idx="6">
                  <c:v>3.7422581187118511</c:v>
                </c:pt>
                <c:pt idx="7">
                  <c:v>1.784863742410532</c:v>
                </c:pt>
                <c:pt idx="8">
                  <c:v>-0.593368555742811</c:v>
                </c:pt>
                <c:pt idx="9">
                  <c:v>-1.2938180982777121</c:v>
                </c:pt>
                <c:pt idx="10">
                  <c:v>-0.92717434361852868</c:v>
                </c:pt>
                <c:pt idx="11">
                  <c:v>-3.0944075917359282</c:v>
                </c:pt>
                <c:pt idx="12">
                  <c:v>-4.6685811737997138</c:v>
                </c:pt>
                <c:pt idx="13">
                  <c:v>-3.7668587927514792</c:v>
                </c:pt>
                <c:pt idx="14">
                  <c:v>-1.5890512044692957</c:v>
                </c:pt>
                <c:pt idx="15">
                  <c:v>1.4781874742433987</c:v>
                </c:pt>
                <c:pt idx="16">
                  <c:v>4.736334056241005</c:v>
                </c:pt>
                <c:pt idx="17">
                  <c:v>6.3692181331669913</c:v>
                </c:pt>
                <c:pt idx="18">
                  <c:v>2.0839154353329876</c:v>
                </c:pt>
                <c:pt idx="19">
                  <c:v>4.3259258466613559</c:v>
                </c:pt>
                <c:pt idx="20">
                  <c:v>13.628876349414407</c:v>
                </c:pt>
                <c:pt idx="21">
                  <c:v>11.411722613620404</c:v>
                </c:pt>
                <c:pt idx="22">
                  <c:v>6.9645195484020137</c:v>
                </c:pt>
                <c:pt idx="23">
                  <c:v>5.2947226755618075</c:v>
                </c:pt>
                <c:pt idx="24">
                  <c:v>8.9651490225224766</c:v>
                </c:pt>
                <c:pt idx="25">
                  <c:v>12.972777756913748</c:v>
                </c:pt>
                <c:pt idx="26">
                  <c:v>16.045659572714605</c:v>
                </c:pt>
                <c:pt idx="27">
                  <c:v>14.6809765235969</c:v>
                </c:pt>
                <c:pt idx="28">
                  <c:v>15.792077715254566</c:v>
                </c:pt>
                <c:pt idx="29">
                  <c:v>7.7367726487470145</c:v>
                </c:pt>
                <c:pt idx="30">
                  <c:v>8.6442665573849435</c:v>
                </c:pt>
                <c:pt idx="31">
                  <c:v>10.983063755692154</c:v>
                </c:pt>
                <c:pt idx="32">
                  <c:v>11.78886263431091</c:v>
                </c:pt>
                <c:pt idx="33">
                  <c:v>8.6227113803750974</c:v>
                </c:pt>
                <c:pt idx="34">
                  <c:v>6.2882691243361943</c:v>
                </c:pt>
                <c:pt idx="35">
                  <c:v>3.4449729340725299</c:v>
                </c:pt>
                <c:pt idx="36">
                  <c:v>1.5349523553715665</c:v>
                </c:pt>
                <c:pt idx="37">
                  <c:v>2.5978920366995188</c:v>
                </c:pt>
                <c:pt idx="38">
                  <c:v>5.7039976899332876</c:v>
                </c:pt>
                <c:pt idx="39">
                  <c:v>4.462908364394079</c:v>
                </c:pt>
                <c:pt idx="40">
                  <c:v>-4.4471061680032831</c:v>
                </c:pt>
                <c:pt idx="41">
                  <c:v>9.1023810167111723</c:v>
                </c:pt>
                <c:pt idx="42">
                  <c:v>24.388218298650287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574-4BC0-B2E5-886D78FE0F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Authors' calculation</c:v>
          </c:tx>
          <c:spPr>
            <a:ln w="19050"/>
          </c:spPr>
          <c:marker>
            <c:symbol val="none"/>
          </c:marker>
          <c:cat>
            <c:numRef>
              <c:f>'[Dataset with r-g.xlsx]st'!$A$3:$A$45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r-g.xlsx]st'!$T$3:$T$45</c:f>
              <c:numCache>
                <c:formatCode>General</c:formatCode>
                <c:ptCount val="43"/>
                <c:pt idx="15" formatCode="0.000">
                  <c:v>1.2951579617386313</c:v>
                </c:pt>
                <c:pt idx="16" formatCode="0.000">
                  <c:v>-0.30087901916755488</c:v>
                </c:pt>
                <c:pt idx="17" formatCode="0.000">
                  <c:v>-9.6026405918930635E-2</c:v>
                </c:pt>
                <c:pt idx="18" formatCode="0.000">
                  <c:v>-0.26751588024586392</c:v>
                </c:pt>
                <c:pt idx="19" formatCode="0.000">
                  <c:v>0.66736177708348554</c:v>
                </c:pt>
                <c:pt idx="20" formatCode="0.000">
                  <c:v>-1.0283586477450055</c:v>
                </c:pt>
                <c:pt idx="21" formatCode="0.000">
                  <c:v>-1.6399977086478286</c:v>
                </c:pt>
                <c:pt idx="22" formatCode="0.000">
                  <c:v>-1.9018100849216666</c:v>
                </c:pt>
                <c:pt idx="23" formatCode="0.000">
                  <c:v>-2.9944654650427878</c:v>
                </c:pt>
                <c:pt idx="24" formatCode="0.000">
                  <c:v>-2.2563177395475091</c:v>
                </c:pt>
                <c:pt idx="25" formatCode="0.000">
                  <c:v>-1.4382265529143956</c:v>
                </c:pt>
                <c:pt idx="26" formatCode="0.000">
                  <c:v>-1.1643813737218396</c:v>
                </c:pt>
                <c:pt idx="27" formatCode="0.000">
                  <c:v>0.30261559846089736</c:v>
                </c:pt>
                <c:pt idx="28" formatCode="0.000">
                  <c:v>-1.5321142671061372</c:v>
                </c:pt>
                <c:pt idx="29" formatCode="0.000">
                  <c:v>-4.8814681470663128</c:v>
                </c:pt>
                <c:pt idx="30" formatCode="0.000">
                  <c:v>-4.9975070756475919</c:v>
                </c:pt>
                <c:pt idx="31" formatCode="0.000">
                  <c:v>-2.5034908887367395</c:v>
                </c:pt>
                <c:pt idx="32" formatCode="0.000">
                  <c:v>-1.1233933089159558</c:v>
                </c:pt>
                <c:pt idx="33" formatCode="0.000">
                  <c:v>-1.6703938514441814</c:v>
                </c:pt>
                <c:pt idx="34" formatCode="0.000">
                  <c:v>-1.6526834920627831</c:v>
                </c:pt>
                <c:pt idx="35" formatCode="0.000">
                  <c:v>-0.8271611963931631</c:v>
                </c:pt>
                <c:pt idx="36" formatCode="0.000">
                  <c:v>-0.66797578084263864</c:v>
                </c:pt>
                <c:pt idx="37" formatCode="0.000">
                  <c:v>7.8851074866337897E-2</c:v>
                </c:pt>
                <c:pt idx="38" formatCode="0.000">
                  <c:v>1.2089073140433209</c:v>
                </c:pt>
                <c:pt idx="39" formatCode="0.000">
                  <c:v>0.64645965018318008</c:v>
                </c:pt>
                <c:pt idx="40" formatCode="0.000">
                  <c:v>-5.4377477083906625</c:v>
                </c:pt>
                <c:pt idx="41" formatCode="0.000">
                  <c:v>-0.72715578051810115</c:v>
                </c:pt>
                <c:pt idx="42" formatCode="0.000">
                  <c:v>-2.1635133516521852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870-42C2-B95B-6530C3620E28}"/>
            </c:ext>
          </c:extLst>
        </c:ser>
        <c:ser>
          <c:idx val="1"/>
          <c:order val="1"/>
          <c:tx>
            <c:v>WEO April 2024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'[Dataset with r-g.xlsx]st'!$T$79:$T$121</c:f>
              <c:numCache>
                <c:formatCode>General</c:formatCode>
                <c:ptCount val="43"/>
                <c:pt idx="15">
                  <c:v>7.7771492999999997E-2</c:v>
                </c:pt>
                <c:pt idx="16">
                  <c:v>-1.0925949770000001</c:v>
                </c:pt>
                <c:pt idx="17">
                  <c:v>-1.1474598460000001</c:v>
                </c:pt>
                <c:pt idx="18">
                  <c:v>-1.0324241169999999</c:v>
                </c:pt>
                <c:pt idx="19">
                  <c:v>4.5981477999999999E-2</c:v>
                </c:pt>
                <c:pt idx="20">
                  <c:v>-0.89092140799999997</c:v>
                </c:pt>
                <c:pt idx="21">
                  <c:v>-1.738093694</c:v>
                </c:pt>
                <c:pt idx="22">
                  <c:v>-1.4903608239999999</c:v>
                </c:pt>
                <c:pt idx="23">
                  <c:v>-2.761657027</c:v>
                </c:pt>
                <c:pt idx="24">
                  <c:v>-2.915216831</c:v>
                </c:pt>
                <c:pt idx="25">
                  <c:v>-1.1895266250000001</c:v>
                </c:pt>
                <c:pt idx="26">
                  <c:v>-2.577395659</c:v>
                </c:pt>
                <c:pt idx="27">
                  <c:v>-0.53191249600000001</c:v>
                </c:pt>
                <c:pt idx="28">
                  <c:v>-1.997081796</c:v>
                </c:pt>
                <c:pt idx="29">
                  <c:v>-4.6097657349999999</c:v>
                </c:pt>
                <c:pt idx="30">
                  <c:v>-4.5073862199999999</c:v>
                </c:pt>
                <c:pt idx="31">
                  <c:v>-2.746672819</c:v>
                </c:pt>
                <c:pt idx="32">
                  <c:v>-0.82431027000000001</c:v>
                </c:pt>
                <c:pt idx="33">
                  <c:v>-0.75496224899999997</c:v>
                </c:pt>
                <c:pt idx="34">
                  <c:v>-0.90924311599999996</c:v>
                </c:pt>
                <c:pt idx="35">
                  <c:v>-0.46430181799999998</c:v>
                </c:pt>
                <c:pt idx="36">
                  <c:v>-1.9078217000000001E-2</c:v>
                </c:pt>
                <c:pt idx="37">
                  <c:v>-6.3977359999999997E-2</c:v>
                </c:pt>
                <c:pt idx="38">
                  <c:v>-5.6435065999999999E-2</c:v>
                </c:pt>
                <c:pt idx="39">
                  <c:v>-0.97597992300000003</c:v>
                </c:pt>
                <c:pt idx="40">
                  <c:v>-4.1285974449999996</c:v>
                </c:pt>
                <c:pt idx="41">
                  <c:v>-1.03296864</c:v>
                </c:pt>
                <c:pt idx="42">
                  <c:v>-3.3822755839999998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870-42C2-B95B-6530C3620E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.5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19467462400533264"/>
          <c:y val="0.16559829059829059"/>
          <c:w val="0.695206849143857"/>
          <c:h val="0.15265495659196446"/>
        </c:manualLayout>
      </c:layout>
      <c:overlay val="0"/>
      <c:txPr>
        <a:bodyPr/>
        <a:lstStyle/>
        <a:p>
          <a:pPr>
            <a:defRPr sz="600"/>
          </a:pPr>
          <a:endParaRPr lang="en-US"/>
        </a:p>
      </c:txPr>
    </c:legend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st!$U$3:$U$45</c:f>
              <c:numCache>
                <c:formatCode>0.000</c:formatCode>
                <c:ptCount val="43"/>
                <c:pt idx="0">
                  <c:v>-5.1809034188893923</c:v>
                </c:pt>
                <c:pt idx="1">
                  <c:v>-7.3599056870481405</c:v>
                </c:pt>
                <c:pt idx="2">
                  <c:v>-2.7753367580335744</c:v>
                </c:pt>
                <c:pt idx="3">
                  <c:v>-0.11867940376229481</c:v>
                </c:pt>
                <c:pt idx="4">
                  <c:v>-2.688580250152512</c:v>
                </c:pt>
                <c:pt idx="5">
                  <c:v>-1.642773005901252</c:v>
                </c:pt>
                <c:pt idx="6">
                  <c:v>2.2123993869747443</c:v>
                </c:pt>
                <c:pt idx="7">
                  <c:v>1.9571785571784472</c:v>
                </c:pt>
                <c:pt idx="8">
                  <c:v>3.0806898001037095</c:v>
                </c:pt>
                <c:pt idx="9">
                  <c:v>3.6963772445303538</c:v>
                </c:pt>
                <c:pt idx="10">
                  <c:v>2.9344106743064686</c:v>
                </c:pt>
                <c:pt idx="11">
                  <c:v>2.4294055119475337</c:v>
                </c:pt>
                <c:pt idx="12">
                  <c:v>3.7005819717026864</c:v>
                </c:pt>
                <c:pt idx="13">
                  <c:v>-0.33297641736880534</c:v>
                </c:pt>
                <c:pt idx="14">
                  <c:v>1.568880454812592E-2</c:v>
                </c:pt>
                <c:pt idx="15">
                  <c:v>-0.59261214798734507</c:v>
                </c:pt>
                <c:pt idx="16">
                  <c:v>-0.54848433038858391</c:v>
                </c:pt>
                <c:pt idx="17">
                  <c:v>-0.35007042598491528</c:v>
                </c:pt>
                <c:pt idx="18">
                  <c:v>-1.6738011631421759</c:v>
                </c:pt>
                <c:pt idx="19">
                  <c:v>-0.46135975934532725</c:v>
                </c:pt>
                <c:pt idx="20">
                  <c:v>-0.71313350602956249</c:v>
                </c:pt>
                <c:pt idx="21">
                  <c:v>-2.355756853652454</c:v>
                </c:pt>
                <c:pt idx="22">
                  <c:v>-0.82056421308033833</c:v>
                </c:pt>
                <c:pt idx="23">
                  <c:v>-3.2676660287375383</c:v>
                </c:pt>
                <c:pt idx="24">
                  <c:v>-3.9010645814394618</c:v>
                </c:pt>
                <c:pt idx="25">
                  <c:v>-3.8303443078845327</c:v>
                </c:pt>
                <c:pt idx="26">
                  <c:v>-1.6943854637965166</c:v>
                </c:pt>
                <c:pt idx="27">
                  <c:v>-0.31191300354162482</c:v>
                </c:pt>
                <c:pt idx="28">
                  <c:v>-1.0109632460119757</c:v>
                </c:pt>
                <c:pt idx="29">
                  <c:v>-7.1624533906036865</c:v>
                </c:pt>
                <c:pt idx="30">
                  <c:v>-8.8764244754469317</c:v>
                </c:pt>
                <c:pt idx="31">
                  <c:v>-3.8557722390966727</c:v>
                </c:pt>
                <c:pt idx="32">
                  <c:v>-1.8261324686707789</c:v>
                </c:pt>
                <c:pt idx="33">
                  <c:v>-0.8820540930923283</c:v>
                </c:pt>
                <c:pt idx="34">
                  <c:v>-2.8679983672596734</c:v>
                </c:pt>
                <c:pt idx="35">
                  <c:v>-0.16646704816386243</c:v>
                </c:pt>
                <c:pt idx="36">
                  <c:v>1.9147946459482941</c:v>
                </c:pt>
                <c:pt idx="37">
                  <c:v>0.65958732354912497</c:v>
                </c:pt>
                <c:pt idx="38">
                  <c:v>2.9658633086146584</c:v>
                </c:pt>
                <c:pt idx="39">
                  <c:v>3.0808134527736133</c:v>
                </c:pt>
                <c:pt idx="40">
                  <c:v>-2.8797595284509021</c:v>
                </c:pt>
                <c:pt idx="41">
                  <c:v>-0.57279340498323494</c:v>
                </c:pt>
                <c:pt idx="42">
                  <c:v>1.5628000853346664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54B-44F3-8AEB-E436946BD0F9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st!$U$79:$U$121</c:f>
              <c:numCache>
                <c:formatCode>General</c:formatCode>
                <c:ptCount val="43"/>
                <c:pt idx="15">
                  <c:v>1.0350558400000001</c:v>
                </c:pt>
                <c:pt idx="16">
                  <c:v>-2.4210058E-2</c:v>
                </c:pt>
                <c:pt idx="17">
                  <c:v>0.25934764999999999</c:v>
                </c:pt>
                <c:pt idx="18">
                  <c:v>-0.94797914699999997</c:v>
                </c:pt>
                <c:pt idx="19">
                  <c:v>-0.47971485000000003</c:v>
                </c:pt>
                <c:pt idx="20">
                  <c:v>-1.171363143</c:v>
                </c:pt>
                <c:pt idx="21">
                  <c:v>-2.510823604</c:v>
                </c:pt>
                <c:pt idx="22">
                  <c:v>-2.4425262339999998</c:v>
                </c:pt>
                <c:pt idx="23">
                  <c:v>-2.9938231279999998</c:v>
                </c:pt>
                <c:pt idx="24">
                  <c:v>-3.6147099040000001</c:v>
                </c:pt>
                <c:pt idx="25">
                  <c:v>-3.4458777889999999</c:v>
                </c:pt>
                <c:pt idx="26">
                  <c:v>-1.7576880290000001</c:v>
                </c:pt>
                <c:pt idx="27">
                  <c:v>-1.026317022</c:v>
                </c:pt>
                <c:pt idx="28">
                  <c:v>-1.368319482</c:v>
                </c:pt>
                <c:pt idx="29">
                  <c:v>-5.3400972910000002</c:v>
                </c:pt>
                <c:pt idx="30">
                  <c:v>-7.6959824990000003</c:v>
                </c:pt>
                <c:pt idx="31">
                  <c:v>-1.7915531170000001</c:v>
                </c:pt>
                <c:pt idx="32">
                  <c:v>2.3042206520000001</c:v>
                </c:pt>
                <c:pt idx="33">
                  <c:v>3.9351648510000001</c:v>
                </c:pt>
                <c:pt idx="34">
                  <c:v>1.391683778</c:v>
                </c:pt>
                <c:pt idx="35">
                  <c:v>2.9960693059999999</c:v>
                </c:pt>
                <c:pt idx="36">
                  <c:v>3.9419106180000001</c:v>
                </c:pt>
                <c:pt idx="37">
                  <c:v>1.259002873</c:v>
                </c:pt>
                <c:pt idx="38">
                  <c:v>2.696810014</c:v>
                </c:pt>
                <c:pt idx="39">
                  <c:v>2.158882288</c:v>
                </c:pt>
                <c:pt idx="40">
                  <c:v>-0.123102458</c:v>
                </c:pt>
                <c:pt idx="41">
                  <c:v>0.91230672400000001</c:v>
                </c:pt>
                <c:pt idx="42">
                  <c:v>0.60037881699999995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54B-44F3-8AEB-E436946BD0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st!$V$3:$V$45</c:f>
              <c:numCache>
                <c:formatCode>General</c:formatCode>
                <c:ptCount val="43"/>
                <c:pt idx="15" formatCode="0.000">
                  <c:v>-2.2452559846336633</c:v>
                </c:pt>
                <c:pt idx="16" formatCode="0.000">
                  <c:v>-8.6249497541529685</c:v>
                </c:pt>
                <c:pt idx="17" formatCode="0.000">
                  <c:v>-4.6529367359707194</c:v>
                </c:pt>
                <c:pt idx="18" formatCode="0.000">
                  <c:v>-3.4308366535892643</c:v>
                </c:pt>
                <c:pt idx="19" formatCode="0.000">
                  <c:v>-4.3503312757300394</c:v>
                </c:pt>
                <c:pt idx="20" formatCode="0.000">
                  <c:v>-9.1527532466436998</c:v>
                </c:pt>
                <c:pt idx="21" formatCode="0.000">
                  <c:v>-3.8866835508338298</c:v>
                </c:pt>
                <c:pt idx="22" formatCode="0.000">
                  <c:v>-4.9668142069880306</c:v>
                </c:pt>
                <c:pt idx="23" formatCode="0.000">
                  <c:v>-1.3900335954553129</c:v>
                </c:pt>
                <c:pt idx="24" formatCode="0.000">
                  <c:v>-0.83444260705416617</c:v>
                </c:pt>
                <c:pt idx="25" formatCode="0.000">
                  <c:v>-1.6964279385003327</c:v>
                </c:pt>
                <c:pt idx="26" formatCode="0.000">
                  <c:v>-2.710645029499871</c:v>
                </c:pt>
                <c:pt idx="27" formatCode="0.000">
                  <c:v>-1.1798728911892871</c:v>
                </c:pt>
                <c:pt idx="28" formatCode="0.000">
                  <c:v>-1.7464517570388614</c:v>
                </c:pt>
                <c:pt idx="29" formatCode="0.000">
                  <c:v>-6.9354864423721327</c:v>
                </c:pt>
                <c:pt idx="30" formatCode="0.000">
                  <c:v>-6.4788367440269434</c:v>
                </c:pt>
                <c:pt idx="31" formatCode="0.000">
                  <c:v>-2.993344946453925</c:v>
                </c:pt>
                <c:pt idx="32" formatCode="0.000">
                  <c:v>-2.7547779399616097</c:v>
                </c:pt>
                <c:pt idx="33" formatCode="0.000">
                  <c:v>-1.1503172693390853</c:v>
                </c:pt>
                <c:pt idx="34" formatCode="0.000">
                  <c:v>-1.3813204132726351</c:v>
                </c:pt>
                <c:pt idx="35" formatCode="0.000">
                  <c:v>-1.1787244563922477</c:v>
                </c:pt>
                <c:pt idx="36" formatCode="0.000">
                  <c:v>-1.1548790774890361</c:v>
                </c:pt>
                <c:pt idx="37" formatCode="0.000">
                  <c:v>0.23489511085408882</c:v>
                </c:pt>
                <c:pt idx="38" formatCode="0.000">
                  <c:v>0.14608355219714322</c:v>
                </c:pt>
                <c:pt idx="39" formatCode="0.000">
                  <c:v>-0.16144688097185217</c:v>
                </c:pt>
                <c:pt idx="40" formatCode="0.000">
                  <c:v>-4.21361894129861</c:v>
                </c:pt>
                <c:pt idx="41" formatCode="0.000">
                  <c:v>-4.5274701346442265</c:v>
                </c:pt>
                <c:pt idx="42" formatCode="0.000">
                  <c:v>-1.6445972351147204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3ED-4500-84FF-391C7DEC8C0F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st!$V$79:$V$121</c:f>
              <c:numCache>
                <c:formatCode>General</c:formatCode>
                <c:ptCount val="43"/>
                <c:pt idx="15">
                  <c:v>0.670309186</c:v>
                </c:pt>
                <c:pt idx="16">
                  <c:v>-6.0320386529999999</c:v>
                </c:pt>
                <c:pt idx="17">
                  <c:v>-5.8244792439999999</c:v>
                </c:pt>
                <c:pt idx="18">
                  <c:v>-5.3019081650000004</c:v>
                </c:pt>
                <c:pt idx="19">
                  <c:v>-4.4715333050000003</c:v>
                </c:pt>
                <c:pt idx="20">
                  <c:v>-8.4355281889999993</c:v>
                </c:pt>
                <c:pt idx="21">
                  <c:v>-2.8143308600000001</c:v>
                </c:pt>
                <c:pt idx="22">
                  <c:v>-4.0456714849999997</c:v>
                </c:pt>
                <c:pt idx="23">
                  <c:v>-0.756808166</c:v>
                </c:pt>
                <c:pt idx="24">
                  <c:v>-0.33048640800000001</c:v>
                </c:pt>
                <c:pt idx="25">
                  <c:v>-1.6218833699999999</c:v>
                </c:pt>
                <c:pt idx="26">
                  <c:v>-3.4591355699999999</c:v>
                </c:pt>
                <c:pt idx="27">
                  <c:v>-3.4160149990000002</c:v>
                </c:pt>
                <c:pt idx="28">
                  <c:v>-4.1129150460000004</c:v>
                </c:pt>
                <c:pt idx="29">
                  <c:v>-5.6544915590000002</c:v>
                </c:pt>
                <c:pt idx="30">
                  <c:v>-5.7595630040000003</c:v>
                </c:pt>
                <c:pt idx="31">
                  <c:v>-2.1072930429999999</c:v>
                </c:pt>
                <c:pt idx="32">
                  <c:v>-1.6502992809999999</c:v>
                </c:pt>
                <c:pt idx="33">
                  <c:v>0.12154535900000001</c:v>
                </c:pt>
                <c:pt idx="34">
                  <c:v>-0.683029463</c:v>
                </c:pt>
                <c:pt idx="35">
                  <c:v>-1.7507099290000001</c:v>
                </c:pt>
                <c:pt idx="36">
                  <c:v>-1.645273904</c:v>
                </c:pt>
                <c:pt idx="37">
                  <c:v>-0.28856875700000001</c:v>
                </c:pt>
                <c:pt idx="38">
                  <c:v>-0.46987583199999999</c:v>
                </c:pt>
                <c:pt idx="39">
                  <c:v>-0.62773699199999999</c:v>
                </c:pt>
                <c:pt idx="40">
                  <c:v>-2.9525090070000002</c:v>
                </c:pt>
                <c:pt idx="41">
                  <c:v>-4.0457653359999997</c:v>
                </c:pt>
                <c:pt idx="42">
                  <c:v>-0.88527581099999997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3ED-4500-84FF-391C7DEC8C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st!$W$3:$W$45</c:f>
              <c:numCache>
                <c:formatCode>General</c:formatCode>
                <c:ptCount val="43"/>
                <c:pt idx="15" formatCode="0.000">
                  <c:v>-6.5244305355762675</c:v>
                </c:pt>
                <c:pt idx="16" formatCode="0.000">
                  <c:v>0.55291483227016369</c:v>
                </c:pt>
                <c:pt idx="17" formatCode="0.000">
                  <c:v>-0.35272023160011579</c:v>
                </c:pt>
                <c:pt idx="18" formatCode="0.000">
                  <c:v>-0.56565654930905473</c:v>
                </c:pt>
                <c:pt idx="19" formatCode="0.000">
                  <c:v>-1.1092294449632019</c:v>
                </c:pt>
                <c:pt idx="20" formatCode="0.000">
                  <c:v>-1.8639733609643427</c:v>
                </c:pt>
                <c:pt idx="21" formatCode="0.000">
                  <c:v>-2.6203420196852711</c:v>
                </c:pt>
                <c:pt idx="22" formatCode="0.000">
                  <c:v>-0.62620809412572653</c:v>
                </c:pt>
                <c:pt idx="23" formatCode="0.000">
                  <c:v>-1.1279261609415998</c:v>
                </c:pt>
                <c:pt idx="24" formatCode="0.000">
                  <c:v>-0.52973994315286344</c:v>
                </c:pt>
                <c:pt idx="25" formatCode="0.000">
                  <c:v>-2.7115624736939764E-2</c:v>
                </c:pt>
                <c:pt idx="26" formatCode="0.000">
                  <c:v>-7.2833766361759214E-2</c:v>
                </c:pt>
                <c:pt idx="27" formatCode="0.000">
                  <c:v>1.0577484018079564</c:v>
                </c:pt>
                <c:pt idx="28" formatCode="0.000">
                  <c:v>-0.78390317095639384</c:v>
                </c:pt>
                <c:pt idx="29" formatCode="0.000">
                  <c:v>-4.9419043348314675</c:v>
                </c:pt>
                <c:pt idx="30" formatCode="0.000">
                  <c:v>-4.5371614895941406</c:v>
                </c:pt>
                <c:pt idx="31" formatCode="0.000">
                  <c:v>-5.2484100626472259</c:v>
                </c:pt>
                <c:pt idx="32" formatCode="0.000">
                  <c:v>-2.4777240187028333</c:v>
                </c:pt>
                <c:pt idx="33" formatCode="0.000">
                  <c:v>-11.855630666021984</c:v>
                </c:pt>
                <c:pt idx="34" formatCode="0.000">
                  <c:v>-2.5792132386296114</c:v>
                </c:pt>
                <c:pt idx="35" formatCode="0.000">
                  <c:v>9.885731966890127E-4</c:v>
                </c:pt>
                <c:pt idx="36" formatCode="0.000">
                  <c:v>0.69811787650568413</c:v>
                </c:pt>
                <c:pt idx="37" formatCode="0.000">
                  <c:v>2.1211633671987777</c:v>
                </c:pt>
                <c:pt idx="38" formatCode="0.000">
                  <c:v>2.5931187164462473</c:v>
                </c:pt>
                <c:pt idx="39" formatCode="0.000">
                  <c:v>2.2767015396268948</c:v>
                </c:pt>
                <c:pt idx="40" formatCode="0.000">
                  <c:v>-6.0155194625932467</c:v>
                </c:pt>
                <c:pt idx="41" formatCode="0.000">
                  <c:v>-3.5641193549311398</c:v>
                </c:pt>
                <c:pt idx="42" formatCode="0.000">
                  <c:v>-2.0608784592269176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3B9-4C53-A335-3DF29E6DC587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st!$W$79:$W$121</c:f>
              <c:numCache>
                <c:formatCode>General</c:formatCode>
                <c:ptCount val="43"/>
                <c:pt idx="16">
                  <c:v>2.3472064590000001</c:v>
                </c:pt>
                <c:pt idx="17">
                  <c:v>0.95418771000000002</c:v>
                </c:pt>
                <c:pt idx="18">
                  <c:v>-2.0179588900000001</c:v>
                </c:pt>
                <c:pt idx="19">
                  <c:v>-0.83954888699999997</c:v>
                </c:pt>
                <c:pt idx="20">
                  <c:v>-1.337861446</c:v>
                </c:pt>
                <c:pt idx="21">
                  <c:v>-1.5478702790000001</c:v>
                </c:pt>
                <c:pt idx="22">
                  <c:v>-0.15885602300000001</c:v>
                </c:pt>
                <c:pt idx="23">
                  <c:v>-1.2117852499999999</c:v>
                </c:pt>
                <c:pt idx="24">
                  <c:v>8.9208790999999996E-2</c:v>
                </c:pt>
                <c:pt idx="25">
                  <c:v>0.17892528599999999</c:v>
                </c:pt>
                <c:pt idx="26">
                  <c:v>-1.316031564</c:v>
                </c:pt>
                <c:pt idx="27">
                  <c:v>-1.2553162410000001</c:v>
                </c:pt>
                <c:pt idx="28">
                  <c:v>-3.0978717910000002</c:v>
                </c:pt>
                <c:pt idx="29">
                  <c:v>-3.4678057679999998</c:v>
                </c:pt>
                <c:pt idx="30">
                  <c:v>-4.0176832060000001</c:v>
                </c:pt>
                <c:pt idx="31">
                  <c:v>-5.53202002</c:v>
                </c:pt>
                <c:pt idx="32">
                  <c:v>-1.632840845</c:v>
                </c:pt>
                <c:pt idx="33">
                  <c:v>-10.86899524</c:v>
                </c:pt>
                <c:pt idx="34">
                  <c:v>-1.613909552</c:v>
                </c:pt>
                <c:pt idx="35">
                  <c:v>0.84819595299999995</c:v>
                </c:pt>
                <c:pt idx="36">
                  <c:v>0.803834465</c:v>
                </c:pt>
                <c:pt idx="37">
                  <c:v>2.140155563</c:v>
                </c:pt>
                <c:pt idx="38">
                  <c:v>2.3933632029999998</c:v>
                </c:pt>
                <c:pt idx="39">
                  <c:v>1.7734604819999999</c:v>
                </c:pt>
                <c:pt idx="40">
                  <c:v>-4.9634505039999999</c:v>
                </c:pt>
                <c:pt idx="41">
                  <c:v>-4.4768125669999996</c:v>
                </c:pt>
                <c:pt idx="42">
                  <c:v>-2.8997074170000001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3B9-4C53-A335-3DF29E6DC5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st!$X$3:$X$45</c:f>
              <c:numCache>
                <c:formatCode>0.000</c:formatCode>
                <c:ptCount val="43"/>
                <c:pt idx="0">
                  <c:v>-2.1572161925854436</c:v>
                </c:pt>
                <c:pt idx="1">
                  <c:v>-2.4368356942989924</c:v>
                </c:pt>
                <c:pt idx="2">
                  <c:v>-5.4884773674052472</c:v>
                </c:pt>
                <c:pt idx="3">
                  <c:v>-4.3899507680641037</c:v>
                </c:pt>
                <c:pt idx="4">
                  <c:v>-4.3548998660147893</c:v>
                </c:pt>
                <c:pt idx="5">
                  <c:v>-4.4739301985140845</c:v>
                </c:pt>
                <c:pt idx="6">
                  <c:v>-3.1451325743316239</c:v>
                </c:pt>
                <c:pt idx="7">
                  <c:v>-0.97502900039474605</c:v>
                </c:pt>
                <c:pt idx="8">
                  <c:v>-0.85680507362689706</c:v>
                </c:pt>
                <c:pt idx="9">
                  <c:v>-0.3568960516437038</c:v>
                </c:pt>
                <c:pt idx="10">
                  <c:v>-1.1460679375211507</c:v>
                </c:pt>
                <c:pt idx="11">
                  <c:v>-1.6414833664800097</c:v>
                </c:pt>
                <c:pt idx="12">
                  <c:v>-0.68333626560710337</c:v>
                </c:pt>
                <c:pt idx="13">
                  <c:v>-2.4582489938532563</c:v>
                </c:pt>
                <c:pt idx="14">
                  <c:v>-2.1811395835805434</c:v>
                </c:pt>
                <c:pt idx="15">
                  <c:v>-2.3049913672182205</c:v>
                </c:pt>
                <c:pt idx="16">
                  <c:v>-1.2936980134266942</c:v>
                </c:pt>
                <c:pt idx="17">
                  <c:v>0.20734508530637774</c:v>
                </c:pt>
                <c:pt idx="18">
                  <c:v>0.97932747032452394</c:v>
                </c:pt>
                <c:pt idx="19">
                  <c:v>1.8192821510871513</c:v>
                </c:pt>
                <c:pt idx="20">
                  <c:v>1.648338168896019</c:v>
                </c:pt>
                <c:pt idx="21">
                  <c:v>2.0497441068416382</c:v>
                </c:pt>
                <c:pt idx="22">
                  <c:v>1.9453223181649981</c:v>
                </c:pt>
                <c:pt idx="23">
                  <c:v>1.636117818734979</c:v>
                </c:pt>
                <c:pt idx="24">
                  <c:v>1.6639548554635872</c:v>
                </c:pt>
                <c:pt idx="25">
                  <c:v>2.7784995125057357</c:v>
                </c:pt>
                <c:pt idx="26">
                  <c:v>3.5589851475728485</c:v>
                </c:pt>
                <c:pt idx="27">
                  <c:v>3.2088187137102322</c:v>
                </c:pt>
                <c:pt idx="28">
                  <c:v>-3.8208598867750894</c:v>
                </c:pt>
                <c:pt idx="29">
                  <c:v>-10.075485893170097</c:v>
                </c:pt>
                <c:pt idx="30">
                  <c:v>-8.0568202457267333</c:v>
                </c:pt>
                <c:pt idx="31">
                  <c:v>-7.6977883327016423</c:v>
                </c:pt>
                <c:pt idx="32">
                  <c:v>-8.4998391673539597</c:v>
                </c:pt>
                <c:pt idx="33">
                  <c:v>-4.1820825638140127</c:v>
                </c:pt>
                <c:pt idx="34">
                  <c:v>-2.8943150407338218</c:v>
                </c:pt>
                <c:pt idx="35">
                  <c:v>-2.625973967713052</c:v>
                </c:pt>
                <c:pt idx="36">
                  <c:v>-1.9084975340894779</c:v>
                </c:pt>
                <c:pt idx="37">
                  <c:v>-0.90276059364712735</c:v>
                </c:pt>
                <c:pt idx="38">
                  <c:v>-0.42562006900299643</c:v>
                </c:pt>
                <c:pt idx="39">
                  <c:v>-1.0846828855367323</c:v>
                </c:pt>
                <c:pt idx="40">
                  <c:v>-7.2505694308705158</c:v>
                </c:pt>
                <c:pt idx="41">
                  <c:v>-4.6476238010589217</c:v>
                </c:pt>
                <c:pt idx="42">
                  <c:v>-2.7036654396035926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FE7-4527-8477-E98062C2474C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st!$X$79:$X$121</c:f>
              <c:numCache>
                <c:formatCode>General</c:formatCode>
                <c:ptCount val="43"/>
                <c:pt idx="15">
                  <c:v>-0.79161179500000001</c:v>
                </c:pt>
                <c:pt idx="16">
                  <c:v>0.68553720500000004</c:v>
                </c:pt>
                <c:pt idx="17">
                  <c:v>1.2494077320000001</c:v>
                </c:pt>
                <c:pt idx="18">
                  <c:v>0.45261742500000002</c:v>
                </c:pt>
                <c:pt idx="19">
                  <c:v>1.1923786169999999</c:v>
                </c:pt>
                <c:pt idx="20">
                  <c:v>1.386511842</c:v>
                </c:pt>
                <c:pt idx="21">
                  <c:v>1.3042291939999999</c:v>
                </c:pt>
                <c:pt idx="22">
                  <c:v>1.2254000439999999</c:v>
                </c:pt>
                <c:pt idx="23">
                  <c:v>0.82003365399999995</c:v>
                </c:pt>
                <c:pt idx="24">
                  <c:v>0.60235977500000004</c:v>
                </c:pt>
                <c:pt idx="25">
                  <c:v>1.185940625</c:v>
                </c:pt>
                <c:pt idx="26">
                  <c:v>1.2242071720000001</c:v>
                </c:pt>
                <c:pt idx="27">
                  <c:v>0.37076036200000001</c:v>
                </c:pt>
                <c:pt idx="28">
                  <c:v>-5.475318015</c:v>
                </c:pt>
                <c:pt idx="29">
                  <c:v>-8.6219855709999997</c:v>
                </c:pt>
                <c:pt idx="30">
                  <c:v>-6.225978918</c:v>
                </c:pt>
                <c:pt idx="31">
                  <c:v>-5.2449262169999997</c:v>
                </c:pt>
                <c:pt idx="32">
                  <c:v>-4.5539981799999998</c:v>
                </c:pt>
                <c:pt idx="33">
                  <c:v>0.25992504700000002</c:v>
                </c:pt>
                <c:pt idx="34">
                  <c:v>1.0113328210000001</c:v>
                </c:pt>
                <c:pt idx="35">
                  <c:v>-0.109206919</c:v>
                </c:pt>
                <c:pt idx="36">
                  <c:v>-0.38907460799999999</c:v>
                </c:pt>
                <c:pt idx="37">
                  <c:v>-0.28781488700000002</c:v>
                </c:pt>
                <c:pt idx="38">
                  <c:v>-0.38428065099999997</c:v>
                </c:pt>
                <c:pt idx="39">
                  <c:v>-1.2769305440000001</c:v>
                </c:pt>
                <c:pt idx="40">
                  <c:v>-2.7405432830000001</c:v>
                </c:pt>
                <c:pt idx="41">
                  <c:v>-2.2489734010000002</c:v>
                </c:pt>
                <c:pt idx="42">
                  <c:v>-2.3254698330000001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FE7-4527-8477-E98062C247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st!$Y$3:$Y$45</c:f>
              <c:numCache>
                <c:formatCode>0.000</c:formatCode>
                <c:ptCount val="43"/>
                <c:pt idx="0">
                  <c:v>-4.4119913500225145</c:v>
                </c:pt>
                <c:pt idx="1">
                  <c:v>-2.6565025329712149</c:v>
                </c:pt>
                <c:pt idx="2">
                  <c:v>-3.2705484842723966</c:v>
                </c:pt>
                <c:pt idx="3">
                  <c:v>-1.558857951919175</c:v>
                </c:pt>
                <c:pt idx="4">
                  <c:v>0.91837795327129879</c:v>
                </c:pt>
                <c:pt idx="5">
                  <c:v>0.88409913827283193</c:v>
                </c:pt>
                <c:pt idx="6">
                  <c:v>3.4487449465552649</c:v>
                </c:pt>
                <c:pt idx="7">
                  <c:v>6.6529600276658556</c:v>
                </c:pt>
                <c:pt idx="8">
                  <c:v>5.9360548012460317</c:v>
                </c:pt>
                <c:pt idx="9">
                  <c:v>5.6064925391544271</c:v>
                </c:pt>
                <c:pt idx="10">
                  <c:v>5.3237493464253376</c:v>
                </c:pt>
                <c:pt idx="11">
                  <c:v>1.7670894146304565</c:v>
                </c:pt>
                <c:pt idx="12">
                  <c:v>-6.735865886372248</c:v>
                </c:pt>
                <c:pt idx="13">
                  <c:v>-9.2665503512281227</c:v>
                </c:pt>
                <c:pt idx="14">
                  <c:v>-6.5339166527636747</c:v>
                </c:pt>
                <c:pt idx="15">
                  <c:v>-4.5030577538818219</c:v>
                </c:pt>
                <c:pt idx="16">
                  <c:v>-0.34984974338851793</c:v>
                </c:pt>
                <c:pt idx="17">
                  <c:v>1.4134875163850817</c:v>
                </c:pt>
                <c:pt idx="18">
                  <c:v>3.3893489848497218</c:v>
                </c:pt>
                <c:pt idx="19">
                  <c:v>3.1158865774199622</c:v>
                </c:pt>
                <c:pt idx="20">
                  <c:v>5.3368938426188217</c:v>
                </c:pt>
                <c:pt idx="21">
                  <c:v>3.1136462814757704</c:v>
                </c:pt>
                <c:pt idx="22">
                  <c:v>0.54731664480463793</c:v>
                </c:pt>
                <c:pt idx="23">
                  <c:v>3.8462987034077962E-3</c:v>
                </c:pt>
                <c:pt idx="24">
                  <c:v>1.2824152431404956</c:v>
                </c:pt>
                <c:pt idx="25">
                  <c:v>2.8268164656466235</c:v>
                </c:pt>
                <c:pt idx="26">
                  <c:v>3.1465149232670901</c:v>
                </c:pt>
                <c:pt idx="27">
                  <c:v>4.2000718462753746</c:v>
                </c:pt>
                <c:pt idx="28">
                  <c:v>2.4821267009777004</c:v>
                </c:pt>
                <c:pt idx="29">
                  <c:v>-0.36782611074037519</c:v>
                </c:pt>
                <c:pt idx="30">
                  <c:v>0.25302913935483573</c:v>
                </c:pt>
                <c:pt idx="31">
                  <c:v>0.11730984655466557</c:v>
                </c:pt>
                <c:pt idx="32">
                  <c:v>-0.86075762443456605</c:v>
                </c:pt>
                <c:pt idx="33">
                  <c:v>-1.227032219533468</c:v>
                </c:pt>
                <c:pt idx="34">
                  <c:v>-1.4002535073318065</c:v>
                </c:pt>
                <c:pt idx="35">
                  <c:v>5.5512005216688323E-3</c:v>
                </c:pt>
                <c:pt idx="36">
                  <c:v>0.9524530066568645</c:v>
                </c:pt>
                <c:pt idx="37">
                  <c:v>1.3510817120629757</c:v>
                </c:pt>
                <c:pt idx="38">
                  <c:v>0.72650429918170545</c:v>
                </c:pt>
                <c:pt idx="39">
                  <c:v>0.46749614005709522</c:v>
                </c:pt>
                <c:pt idx="40">
                  <c:v>-2.8118695908728215</c:v>
                </c:pt>
                <c:pt idx="41">
                  <c:v>-9.2285108360364937E-2</c:v>
                </c:pt>
                <c:pt idx="42">
                  <c:v>1.4688182302171908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03F-4C4A-9755-76293CACBBC5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st!$Y$79:$Y$121</c:f>
              <c:numCache>
                <c:formatCode>General</c:formatCode>
                <c:ptCount val="43"/>
                <c:pt idx="13">
                  <c:v>-9.5436005739999992</c:v>
                </c:pt>
                <c:pt idx="14">
                  <c:v>-8.6449990640000003</c:v>
                </c:pt>
                <c:pt idx="15">
                  <c:v>-7.0104126999999998</c:v>
                </c:pt>
                <c:pt idx="16">
                  <c:v>-2.822071861</c:v>
                </c:pt>
                <c:pt idx="17">
                  <c:v>-1.4513073009999999</c:v>
                </c:pt>
                <c:pt idx="18">
                  <c:v>9.6946556000000003E-2</c:v>
                </c:pt>
                <c:pt idx="19">
                  <c:v>-0.18990194699999999</c:v>
                </c:pt>
                <c:pt idx="20">
                  <c:v>2.029507422</c:v>
                </c:pt>
                <c:pt idx="21">
                  <c:v>3.270709343</c:v>
                </c:pt>
                <c:pt idx="22">
                  <c:v>0.85461372099999999</c:v>
                </c:pt>
                <c:pt idx="23">
                  <c:v>0.83048887500000002</c:v>
                </c:pt>
                <c:pt idx="24">
                  <c:v>0.966582198</c:v>
                </c:pt>
                <c:pt idx="25">
                  <c:v>2.4991816349999998</c:v>
                </c:pt>
                <c:pt idx="26">
                  <c:v>1.8534366099999999</c:v>
                </c:pt>
                <c:pt idx="27">
                  <c:v>2.3969704429999998</c:v>
                </c:pt>
                <c:pt idx="28">
                  <c:v>1.777894063</c:v>
                </c:pt>
                <c:pt idx="29">
                  <c:v>1.4499650449999999</c:v>
                </c:pt>
                <c:pt idx="30">
                  <c:v>0.70751702500000002</c:v>
                </c:pt>
                <c:pt idx="31">
                  <c:v>-7.9369221000000004E-2</c:v>
                </c:pt>
                <c:pt idx="32">
                  <c:v>-0.29012205800000002</c:v>
                </c:pt>
                <c:pt idx="33">
                  <c:v>-0.34981517699999998</c:v>
                </c:pt>
                <c:pt idx="34">
                  <c:v>-0.86335971499999997</c:v>
                </c:pt>
                <c:pt idx="35">
                  <c:v>-0.242181076</c:v>
                </c:pt>
                <c:pt idx="36">
                  <c:v>0.92189058800000001</c:v>
                </c:pt>
                <c:pt idx="37">
                  <c:v>0.90875262000000001</c:v>
                </c:pt>
                <c:pt idx="38">
                  <c:v>0.22269356400000001</c:v>
                </c:pt>
                <c:pt idx="39">
                  <c:v>-0.13675452399999999</c:v>
                </c:pt>
                <c:pt idx="40">
                  <c:v>-1.591808243</c:v>
                </c:pt>
                <c:pt idx="41">
                  <c:v>-0.66824379</c:v>
                </c:pt>
                <c:pt idx="42">
                  <c:v>0.33755628900000001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03F-4C4A-9755-76293CACBB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7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st!$Z$3:$Z$45</c:f>
              <c:numCache>
                <c:formatCode>General</c:formatCode>
                <c:ptCount val="43"/>
                <c:pt idx="3" formatCode="0.000">
                  <c:v>0.86917782893266382</c:v>
                </c:pt>
                <c:pt idx="4" formatCode="0.000">
                  <c:v>1.1056587833210445</c:v>
                </c:pt>
                <c:pt idx="5" formatCode="0.000">
                  <c:v>1.3350178993351285</c:v>
                </c:pt>
                <c:pt idx="6" formatCode="0.000">
                  <c:v>2.3545939061265968</c:v>
                </c:pt>
                <c:pt idx="7" formatCode="0.000">
                  <c:v>2.2922960743653711</c:v>
                </c:pt>
                <c:pt idx="8" formatCode="0.000">
                  <c:v>2.0865469045097562</c:v>
                </c:pt>
                <c:pt idx="9" formatCode="0.000">
                  <c:v>1.9653075087236529</c:v>
                </c:pt>
                <c:pt idx="10" formatCode="0.000">
                  <c:v>0.39762147922969099</c:v>
                </c:pt>
                <c:pt idx="11" formatCode="0.000">
                  <c:v>-1.406129336465604</c:v>
                </c:pt>
                <c:pt idx="12" formatCode="0.000">
                  <c:v>-2.3320992331955481</c:v>
                </c:pt>
                <c:pt idx="13" formatCode="0.000">
                  <c:v>-2.4657962390881463</c:v>
                </c:pt>
                <c:pt idx="14" formatCode="0.000">
                  <c:v>-1.8064673117098746</c:v>
                </c:pt>
                <c:pt idx="15" formatCode="0.000">
                  <c:v>-1.0537321759770837</c:v>
                </c:pt>
                <c:pt idx="16" formatCode="0.000">
                  <c:v>-1.2119632663262785</c:v>
                </c:pt>
                <c:pt idx="17" formatCode="0.000">
                  <c:v>-1.4609181209446951</c:v>
                </c:pt>
                <c:pt idx="18" formatCode="0.000">
                  <c:v>-0.37082087714157869</c:v>
                </c:pt>
                <c:pt idx="19" formatCode="0.000">
                  <c:v>-0.4747182479091101</c:v>
                </c:pt>
                <c:pt idx="20" formatCode="0.000">
                  <c:v>1.2960603080199176</c:v>
                </c:pt>
                <c:pt idx="21" formatCode="0.000">
                  <c:v>1.129453152325949</c:v>
                </c:pt>
                <c:pt idx="22" formatCode="0.000">
                  <c:v>-0.77520109815136795</c:v>
                </c:pt>
                <c:pt idx="23" formatCode="0.000">
                  <c:v>-0.45243126349232277</c:v>
                </c:pt>
                <c:pt idx="24" formatCode="0.000">
                  <c:v>-0.50631424251882884</c:v>
                </c:pt>
                <c:pt idx="25" formatCode="0.000">
                  <c:v>0.2232681216483472</c:v>
                </c:pt>
                <c:pt idx="26" formatCode="0.000">
                  <c:v>1.6578544703046445</c:v>
                </c:pt>
                <c:pt idx="27" formatCode="0.000">
                  <c:v>2.1897538175433144</c:v>
                </c:pt>
                <c:pt idx="28" formatCode="0.000">
                  <c:v>2.5347088260507329</c:v>
                </c:pt>
                <c:pt idx="29" formatCode="0.000">
                  <c:v>0.97828251617038364</c:v>
                </c:pt>
                <c:pt idx="30" formatCode="0.000">
                  <c:v>0.8283850892358674</c:v>
                </c:pt>
                <c:pt idx="31" formatCode="0.000">
                  <c:v>1.0801161311624012</c:v>
                </c:pt>
                <c:pt idx="32" formatCode="0.000">
                  <c:v>0.60050270286655083</c:v>
                </c:pt>
                <c:pt idx="33" formatCode="0.000">
                  <c:v>-0.17431890834622904</c:v>
                </c:pt>
                <c:pt idx="34" formatCode="0.000">
                  <c:v>-9.2105435640807004E-3</c:v>
                </c:pt>
                <c:pt idx="35" formatCode="0.000">
                  <c:v>0.77699493625416516</c:v>
                </c:pt>
                <c:pt idx="36" formatCode="0.000">
                  <c:v>0.41577751838897592</c:v>
                </c:pt>
                <c:pt idx="37" formatCode="0.000">
                  <c:v>1.2739278210304414</c:v>
                </c:pt>
                <c:pt idx="38" formatCode="0.000">
                  <c:v>1.3964770390906378</c:v>
                </c:pt>
                <c:pt idx="39" formatCode="0.000">
                  <c:v>1.4034383693886123</c:v>
                </c:pt>
                <c:pt idx="40" formatCode="0.000">
                  <c:v>-2.8400496503808159</c:v>
                </c:pt>
                <c:pt idx="41" formatCode="0.000">
                  <c:v>-0.15263875602877824</c:v>
                </c:pt>
                <c:pt idx="42" formatCode="0.000">
                  <c:v>1.3615024617346505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199-437D-A153-1B093376A227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st!$Z$79:$Z$121</c:f>
              <c:numCache>
                <c:formatCode>General</c:formatCode>
                <c:ptCount val="43"/>
                <c:pt idx="10">
                  <c:v>-0.428558418</c:v>
                </c:pt>
                <c:pt idx="11">
                  <c:v>-1.6632531960000001</c:v>
                </c:pt>
                <c:pt idx="12">
                  <c:v>-2.35596943</c:v>
                </c:pt>
                <c:pt idx="13">
                  <c:v>-2.2887018700000001</c:v>
                </c:pt>
                <c:pt idx="14">
                  <c:v>-1.827368949</c:v>
                </c:pt>
                <c:pt idx="15">
                  <c:v>-0.95452326600000004</c:v>
                </c:pt>
                <c:pt idx="16">
                  <c:v>-0.87351396199999998</c:v>
                </c:pt>
                <c:pt idx="17">
                  <c:v>-1.2723967359999999</c:v>
                </c:pt>
                <c:pt idx="18">
                  <c:v>-0.44017312600000003</c:v>
                </c:pt>
                <c:pt idx="19">
                  <c:v>-0.385721863</c:v>
                </c:pt>
                <c:pt idx="20">
                  <c:v>0.71298318000000005</c:v>
                </c:pt>
                <c:pt idx="21">
                  <c:v>0.60722638399999995</c:v>
                </c:pt>
                <c:pt idx="22">
                  <c:v>-0.75136967499999996</c:v>
                </c:pt>
                <c:pt idx="23">
                  <c:v>9.2948957999999998E-2</c:v>
                </c:pt>
                <c:pt idx="24">
                  <c:v>-8.4002706999999996E-2</c:v>
                </c:pt>
                <c:pt idx="25">
                  <c:v>0.54126331800000005</c:v>
                </c:pt>
                <c:pt idx="26">
                  <c:v>1.5333613930000001</c:v>
                </c:pt>
                <c:pt idx="27">
                  <c:v>1.6577926140000001</c:v>
                </c:pt>
                <c:pt idx="28">
                  <c:v>1.7722796839999999</c:v>
                </c:pt>
                <c:pt idx="29">
                  <c:v>1.543539918</c:v>
                </c:pt>
                <c:pt idx="30">
                  <c:v>0.89320707899999996</c:v>
                </c:pt>
                <c:pt idx="31">
                  <c:v>1.0510977509999999</c:v>
                </c:pt>
                <c:pt idx="32">
                  <c:v>0.71599006499999995</c:v>
                </c:pt>
                <c:pt idx="33">
                  <c:v>-0.101035627</c:v>
                </c:pt>
                <c:pt idx="34">
                  <c:v>-5.4623759999999997E-3</c:v>
                </c:pt>
                <c:pt idx="35">
                  <c:v>0.76406917100000005</c:v>
                </c:pt>
                <c:pt idx="36">
                  <c:v>0.40309438600000003</c:v>
                </c:pt>
                <c:pt idx="37">
                  <c:v>1.271455676</c:v>
                </c:pt>
                <c:pt idx="38">
                  <c:v>1.1428915040000001</c:v>
                </c:pt>
                <c:pt idx="39">
                  <c:v>1.2570528599999999</c:v>
                </c:pt>
                <c:pt idx="40">
                  <c:v>-2.2849314039999999</c:v>
                </c:pt>
                <c:pt idx="41">
                  <c:v>-1.5129132999999999E-2</c:v>
                </c:pt>
                <c:pt idx="42">
                  <c:v>0.91181133400000003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199-437D-A153-1B093376A2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xt!$I$3:$I$45</c:f>
              <c:numCache>
                <c:formatCode>0.000</c:formatCode>
                <c:ptCount val="43"/>
                <c:pt idx="0">
                  <c:v>2.4550000000000001</c:v>
                </c:pt>
                <c:pt idx="1">
                  <c:v>0.621</c:v>
                </c:pt>
                <c:pt idx="2">
                  <c:v>-2.0950000000000002</c:v>
                </c:pt>
                <c:pt idx="3">
                  <c:v>-2.5840000000000001</c:v>
                </c:pt>
                <c:pt idx="4">
                  <c:v>-1.996</c:v>
                </c:pt>
                <c:pt idx="5">
                  <c:v>-2.1720000000000002</c:v>
                </c:pt>
                <c:pt idx="6">
                  <c:v>-2.29</c:v>
                </c:pt>
                <c:pt idx="7">
                  <c:v>-3.4489999999999998</c:v>
                </c:pt>
                <c:pt idx="8">
                  <c:v>-2.5640000000000001</c:v>
                </c:pt>
                <c:pt idx="9">
                  <c:v>-1.5409999999999999</c:v>
                </c:pt>
                <c:pt idx="10">
                  <c:v>1.268</c:v>
                </c:pt>
                <c:pt idx="11">
                  <c:v>2.5739999999999998</c:v>
                </c:pt>
                <c:pt idx="12">
                  <c:v>2.5449999999999999</c:v>
                </c:pt>
                <c:pt idx="13">
                  <c:v>-0.66100000000000003</c:v>
                </c:pt>
                <c:pt idx="14">
                  <c:v>-0.32600000000000001</c:v>
                </c:pt>
                <c:pt idx="15">
                  <c:v>-0.70499999999999996</c:v>
                </c:pt>
                <c:pt idx="16">
                  <c:v>-1.2889999999999999</c:v>
                </c:pt>
                <c:pt idx="17">
                  <c:v>-0.97599999999999998</c:v>
                </c:pt>
                <c:pt idx="18">
                  <c:v>-0.54300000000000004</c:v>
                </c:pt>
                <c:pt idx="19">
                  <c:v>-9.6000000000000002E-2</c:v>
                </c:pt>
                <c:pt idx="20">
                  <c:v>1.272</c:v>
                </c:pt>
                <c:pt idx="21">
                  <c:v>1.5449999999999999</c:v>
                </c:pt>
                <c:pt idx="22">
                  <c:v>0.32500000000000001</c:v>
                </c:pt>
                <c:pt idx="23">
                  <c:v>-1.41</c:v>
                </c:pt>
                <c:pt idx="24">
                  <c:v>-1.3360000000000001</c:v>
                </c:pt>
                <c:pt idx="25">
                  <c:v>-1.8360000000000001</c:v>
                </c:pt>
                <c:pt idx="26">
                  <c:v>0.38900000000000001</c:v>
                </c:pt>
                <c:pt idx="27">
                  <c:v>2.33</c:v>
                </c:pt>
                <c:pt idx="28">
                  <c:v>2.4470000000000001</c:v>
                </c:pt>
                <c:pt idx="29">
                  <c:v>-3.87</c:v>
                </c:pt>
                <c:pt idx="30">
                  <c:v>-1.0069999999999999</c:v>
                </c:pt>
                <c:pt idx="31">
                  <c:v>1.3280000000000001</c:v>
                </c:pt>
                <c:pt idx="32">
                  <c:v>0.23499999999999999</c:v>
                </c:pt>
                <c:pt idx="33">
                  <c:v>-0.84299999999999997</c:v>
                </c:pt>
                <c:pt idx="34">
                  <c:v>-0.37</c:v>
                </c:pt>
                <c:pt idx="35">
                  <c:v>-0.371</c:v>
                </c:pt>
                <c:pt idx="36">
                  <c:v>0.11899999999999999</c:v>
                </c:pt>
                <c:pt idx="37">
                  <c:v>0.97199999999999998</c:v>
                </c:pt>
                <c:pt idx="38">
                  <c:v>0.79</c:v>
                </c:pt>
                <c:pt idx="39">
                  <c:v>0.35699999999999998</c:v>
                </c:pt>
                <c:pt idx="40">
                  <c:v>-3.1360000000000001</c:v>
                </c:pt>
                <c:pt idx="41">
                  <c:v>-1.07</c:v>
                </c:pt>
                <c:pt idx="42">
                  <c:v>0.755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3A7-4D68-A0E3-3C3598CFEED8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xt!$I$51:$I$93</c:f>
              <c:numCache>
                <c:formatCode>0.00</c:formatCode>
                <c:ptCount val="43"/>
                <c:pt idx="0">
                  <c:v>4.1811132766838108</c:v>
                </c:pt>
                <c:pt idx="1">
                  <c:v>1.9816369495065509</c:v>
                </c:pt>
                <c:pt idx="2">
                  <c:v>-1.0581581416658326</c:v>
                </c:pt>
                <c:pt idx="3">
                  <c:v>-1.788063181860327</c:v>
                </c:pt>
                <c:pt idx="4">
                  <c:v>-1.3812848468116243</c:v>
                </c:pt>
                <c:pt idx="5">
                  <c:v>-1.692864823578603</c:v>
                </c:pt>
                <c:pt idx="6">
                  <c:v>-1.901878855237741</c:v>
                </c:pt>
                <c:pt idx="7">
                  <c:v>-3.117472313731974</c:v>
                </c:pt>
                <c:pt idx="8">
                  <c:v>-2.2535055683499623</c:v>
                </c:pt>
                <c:pt idx="9">
                  <c:v>-1.2305030991516932</c:v>
                </c:pt>
                <c:pt idx="10">
                  <c:v>1.5978244993386472</c:v>
                </c:pt>
                <c:pt idx="11">
                  <c:v>3.9395162366563015</c:v>
                </c:pt>
                <c:pt idx="12">
                  <c:v>3.3950367642962305</c:v>
                </c:pt>
                <c:pt idx="13">
                  <c:v>0.12612197444950018</c:v>
                </c:pt>
                <c:pt idx="14">
                  <c:v>0.44047186233979446</c:v>
                </c:pt>
                <c:pt idx="15">
                  <c:v>6.4120074811360381E-2</c:v>
                </c:pt>
                <c:pt idx="16">
                  <c:v>-0.89445572876892743</c:v>
                </c:pt>
                <c:pt idx="17">
                  <c:v>-0.79285336321982869</c:v>
                </c:pt>
                <c:pt idx="18">
                  <c:v>-0.36640571088374763</c:v>
                </c:pt>
                <c:pt idx="19">
                  <c:v>2.3731355819783376E-2</c:v>
                </c:pt>
                <c:pt idx="20">
                  <c:v>1.5125447829208847</c:v>
                </c:pt>
                <c:pt idx="21">
                  <c:v>1.9013998913404093</c:v>
                </c:pt>
                <c:pt idx="22">
                  <c:v>0.47335990405121631</c:v>
                </c:pt>
                <c:pt idx="23">
                  <c:v>-1.385172943929061</c:v>
                </c:pt>
                <c:pt idx="24">
                  <c:v>-1.3565457664133749</c:v>
                </c:pt>
                <c:pt idx="25">
                  <c:v>-1.7803836565893496</c:v>
                </c:pt>
                <c:pt idx="26">
                  <c:v>0.78350130544406815</c:v>
                </c:pt>
                <c:pt idx="27">
                  <c:v>2.5863911797646399</c:v>
                </c:pt>
                <c:pt idx="28">
                  <c:v>2.3750463617021369</c:v>
                </c:pt>
                <c:pt idx="29">
                  <c:v>-4.5871737993871484</c:v>
                </c:pt>
                <c:pt idx="30">
                  <c:v>-1.8183268440863154</c:v>
                </c:pt>
                <c:pt idx="31">
                  <c:v>0.70991563467541352</c:v>
                </c:pt>
                <c:pt idx="32">
                  <c:v>-0.20082612290948015</c:v>
                </c:pt>
                <c:pt idx="33">
                  <c:v>-1.1213088597932777</c:v>
                </c:pt>
                <c:pt idx="34">
                  <c:v>-0.30220686940891084</c:v>
                </c:pt>
                <c:pt idx="35">
                  <c:v>-0.17887902330770378</c:v>
                </c:pt>
                <c:pt idx="36">
                  <c:v>0.71719934324133061</c:v>
                </c:pt>
                <c:pt idx="37">
                  <c:v>2.1378063088909753</c:v>
                </c:pt>
                <c:pt idx="38">
                  <c:v>1.9549485391364225</c:v>
                </c:pt>
                <c:pt idx="39">
                  <c:v>1.9440200426000893</c:v>
                </c:pt>
                <c:pt idx="40">
                  <c:v>-2.9498198727517617</c:v>
                </c:pt>
                <c:pt idx="41">
                  <c:v>-0.86583237611952157</c:v>
                </c:pt>
                <c:pt idx="42">
                  <c:v>-6.584996899186582E-2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3A7-4D68-A0E3-3C3598CFEE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st!$AA$3:$AA$45</c:f>
              <c:numCache>
                <c:formatCode>0.000</c:formatCode>
                <c:ptCount val="43"/>
                <c:pt idx="0">
                  <c:v>-0.68917540704288394</c:v>
                </c:pt>
                <c:pt idx="1">
                  <c:v>-1.7453643680320696</c:v>
                </c:pt>
                <c:pt idx="2">
                  <c:v>-0.53534248050245792</c:v>
                </c:pt>
                <c:pt idx="3">
                  <c:v>-0.744087612591951</c:v>
                </c:pt>
                <c:pt idx="4">
                  <c:v>-0.50317827092307144</c:v>
                </c:pt>
                <c:pt idx="5">
                  <c:v>-0.12758370223969986</c:v>
                </c:pt>
                <c:pt idx="6">
                  <c:v>1.1337079407170268E-2</c:v>
                </c:pt>
                <c:pt idx="7">
                  <c:v>0.58497925425905106</c:v>
                </c:pt>
                <c:pt idx="8">
                  <c:v>2.1732955545075492</c:v>
                </c:pt>
                <c:pt idx="9">
                  <c:v>2.2098490220535032</c:v>
                </c:pt>
                <c:pt idx="10">
                  <c:v>0.11845587774448356</c:v>
                </c:pt>
                <c:pt idx="11">
                  <c:v>-1.4770996123380384</c:v>
                </c:pt>
                <c:pt idx="12">
                  <c:v>-3.9674934207338532</c:v>
                </c:pt>
                <c:pt idx="13">
                  <c:v>-5.0551495432300948</c:v>
                </c:pt>
                <c:pt idx="14">
                  <c:v>-3.9802561256691993</c:v>
                </c:pt>
                <c:pt idx="15">
                  <c:v>-2.917947596830571</c:v>
                </c:pt>
                <c:pt idx="16">
                  <c:v>-1.6197350216968764</c:v>
                </c:pt>
                <c:pt idx="17">
                  <c:v>6.2889511716030341E-2</c:v>
                </c:pt>
                <c:pt idx="18">
                  <c:v>1.6882566994527195</c:v>
                </c:pt>
                <c:pt idx="19">
                  <c:v>2.3747215087151998</c:v>
                </c:pt>
                <c:pt idx="20">
                  <c:v>3.0111659613691519</c:v>
                </c:pt>
                <c:pt idx="21">
                  <c:v>1.7580163337290491</c:v>
                </c:pt>
                <c:pt idx="22">
                  <c:v>-0.67020137314853023</c:v>
                </c:pt>
                <c:pt idx="23">
                  <c:v>-1.917488042098999</c:v>
                </c:pt>
                <c:pt idx="24">
                  <c:v>-1.820180824553272</c:v>
                </c:pt>
                <c:pt idx="25">
                  <c:v>-1.6962505294626451</c:v>
                </c:pt>
                <c:pt idx="26">
                  <c:v>-1.2935392128101102</c:v>
                </c:pt>
                <c:pt idx="27">
                  <c:v>-1.1200990993351234</c:v>
                </c:pt>
                <c:pt idx="28">
                  <c:v>-3.7393852017098586</c:v>
                </c:pt>
                <c:pt idx="29">
                  <c:v>-8.3698486651111335</c:v>
                </c:pt>
                <c:pt idx="30">
                  <c:v>-6.6193394648158375</c:v>
                </c:pt>
                <c:pt idx="31">
                  <c:v>-4.5853443904424189</c:v>
                </c:pt>
                <c:pt idx="32">
                  <c:v>-5.0704110568635397</c:v>
                </c:pt>
                <c:pt idx="33">
                  <c:v>-3.95821754261243</c:v>
                </c:pt>
                <c:pt idx="34">
                  <c:v>-3.76624765403148</c:v>
                </c:pt>
                <c:pt idx="35">
                  <c:v>-3.1757936080082807</c:v>
                </c:pt>
                <c:pt idx="36">
                  <c:v>-1.7820460641595086</c:v>
                </c:pt>
                <c:pt idx="37">
                  <c:v>-0.74720882818724121</c:v>
                </c:pt>
                <c:pt idx="38">
                  <c:v>-0.64512903861871107</c:v>
                </c:pt>
                <c:pt idx="39">
                  <c:v>-1.1515903535360963</c:v>
                </c:pt>
                <c:pt idx="40">
                  <c:v>-11.015316254995087</c:v>
                </c:pt>
                <c:pt idx="41">
                  <c:v>-5.6463203902652133</c:v>
                </c:pt>
                <c:pt idx="42">
                  <c:v>-1.4577606226400399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FD7-435E-AE2E-D47F7A3C254A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st!$AA$79:$AA$121</c:f>
              <c:numCache>
                <c:formatCode>General</c:formatCode>
                <c:ptCount val="43"/>
                <c:pt idx="1">
                  <c:v>-4.1280195900000001</c:v>
                </c:pt>
                <c:pt idx="2">
                  <c:v>-2.5274401100000001</c:v>
                </c:pt>
                <c:pt idx="3">
                  <c:v>-3.818877005</c:v>
                </c:pt>
                <c:pt idx="4">
                  <c:v>-3.500027207</c:v>
                </c:pt>
                <c:pt idx="5">
                  <c:v>-3.2419868300000001</c:v>
                </c:pt>
                <c:pt idx="6">
                  <c:v>-2.6023729410000001</c:v>
                </c:pt>
                <c:pt idx="7">
                  <c:v>-2.619087451</c:v>
                </c:pt>
                <c:pt idx="8">
                  <c:v>-1.6061095780000001</c:v>
                </c:pt>
                <c:pt idx="9">
                  <c:v>-1.828838835</c:v>
                </c:pt>
                <c:pt idx="10">
                  <c:v>-3.0075226329999998</c:v>
                </c:pt>
                <c:pt idx="11">
                  <c:v>-2.4911517650000001</c:v>
                </c:pt>
                <c:pt idx="12">
                  <c:v>-3.6838364600000002</c:v>
                </c:pt>
                <c:pt idx="13">
                  <c:v>-4.4846219070000002</c:v>
                </c:pt>
                <c:pt idx="14">
                  <c:v>-3.7623047239999998</c:v>
                </c:pt>
                <c:pt idx="15">
                  <c:v>-2.3723988729999999</c:v>
                </c:pt>
                <c:pt idx="16">
                  <c:v>-0.20052330900000001</c:v>
                </c:pt>
                <c:pt idx="17">
                  <c:v>1.213575063</c:v>
                </c:pt>
                <c:pt idx="18">
                  <c:v>2.5853644440000001</c:v>
                </c:pt>
                <c:pt idx="19">
                  <c:v>3.1956493909999999</c:v>
                </c:pt>
                <c:pt idx="20">
                  <c:v>3.2869509240000001</c:v>
                </c:pt>
                <c:pt idx="21">
                  <c:v>2.0353756440000002</c:v>
                </c:pt>
                <c:pt idx="22">
                  <c:v>0.37566674300000003</c:v>
                </c:pt>
                <c:pt idx="23">
                  <c:v>-0.93906440599999996</c:v>
                </c:pt>
                <c:pt idx="24">
                  <c:v>-0.94400168699999998</c:v>
                </c:pt>
                <c:pt idx="25">
                  <c:v>-1.1746148729999999</c:v>
                </c:pt>
                <c:pt idx="26">
                  <c:v>-1.083283233</c:v>
                </c:pt>
                <c:pt idx="27">
                  <c:v>-1.543809389</c:v>
                </c:pt>
                <c:pt idx="28">
                  <c:v>-3.613101237</c:v>
                </c:pt>
                <c:pt idx="29">
                  <c:v>-5.3772339310000001</c:v>
                </c:pt>
                <c:pt idx="30">
                  <c:v>-3.2315667370000001</c:v>
                </c:pt>
                <c:pt idx="31">
                  <c:v>-1.4957339030000001</c:v>
                </c:pt>
                <c:pt idx="32">
                  <c:v>-1.9606199230000001</c:v>
                </c:pt>
                <c:pt idx="33">
                  <c:v>-0.93346401999999995</c:v>
                </c:pt>
                <c:pt idx="34">
                  <c:v>-1.2089426080000001</c:v>
                </c:pt>
                <c:pt idx="35">
                  <c:v>-1.1184382369999999</c:v>
                </c:pt>
                <c:pt idx="36">
                  <c:v>-9.0766384000000006E-2</c:v>
                </c:pt>
                <c:pt idx="37">
                  <c:v>0.45934077600000001</c:v>
                </c:pt>
                <c:pt idx="38">
                  <c:v>0.21677053800000001</c:v>
                </c:pt>
                <c:pt idx="39">
                  <c:v>-0.300736791</c:v>
                </c:pt>
                <c:pt idx="40">
                  <c:v>-9.6945722669999999</c:v>
                </c:pt>
                <c:pt idx="41">
                  <c:v>-5.5783299169999996</c:v>
                </c:pt>
                <c:pt idx="42">
                  <c:v>-3.1696894470000001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FD7-435E-AE2E-D47F7A3C25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st</c:v>
          </c:tx>
          <c:spPr>
            <a:ln w="19050"/>
          </c:spPr>
          <c:marker>
            <c:symbol val="none"/>
          </c:marker>
          <c:cat>
            <c:numRef>
              <c:f>st!$A$3:$A$45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st!$AB$3:$AB$45</c:f>
              <c:numCache>
                <c:formatCode>0.000</c:formatCode>
                <c:ptCount val="43"/>
                <c:pt idx="0">
                  <c:v>-0.25990951186391686</c:v>
                </c:pt>
                <c:pt idx="1">
                  <c:v>-0.30189817139787622</c:v>
                </c:pt>
                <c:pt idx="2">
                  <c:v>-2.0324452855094082</c:v>
                </c:pt>
                <c:pt idx="3">
                  <c:v>-2.1574866119841709</c:v>
                </c:pt>
                <c:pt idx="4">
                  <c:v>-1.3227443410655835</c:v>
                </c:pt>
                <c:pt idx="5">
                  <c:v>-1.4898051887044845</c:v>
                </c:pt>
                <c:pt idx="6">
                  <c:v>-1.3717748624482946</c:v>
                </c:pt>
                <c:pt idx="7">
                  <c:v>-0.4121431840959871</c:v>
                </c:pt>
                <c:pt idx="8">
                  <c:v>0.15426597304542142</c:v>
                </c:pt>
                <c:pt idx="9">
                  <c:v>0.13762620400830666</c:v>
                </c:pt>
                <c:pt idx="10">
                  <c:v>-0.71966678678662999</c:v>
                </c:pt>
                <c:pt idx="11">
                  <c:v>-1.349678751688417</c:v>
                </c:pt>
                <c:pt idx="12">
                  <c:v>-1.9319744697460708</c:v>
                </c:pt>
                <c:pt idx="13">
                  <c:v>-1.0919793561902178</c:v>
                </c:pt>
                <c:pt idx="14">
                  <c:v>-2.1581433883454553E-2</c:v>
                </c:pt>
                <c:pt idx="15">
                  <c:v>0.62232220268966809</c:v>
                </c:pt>
                <c:pt idx="16">
                  <c:v>1.585741602580766</c:v>
                </c:pt>
                <c:pt idx="17">
                  <c:v>2.7102044705931245</c:v>
                </c:pt>
                <c:pt idx="18">
                  <c:v>3.3887241112668027</c:v>
                </c:pt>
                <c:pt idx="19">
                  <c:v>3.5800816347354236</c:v>
                </c:pt>
                <c:pt idx="20">
                  <c:v>3.3487358722860487</c:v>
                </c:pt>
                <c:pt idx="21">
                  <c:v>0.61010480413988366</c:v>
                </c:pt>
                <c:pt idx="22">
                  <c:v>-2.2778038137266288</c:v>
                </c:pt>
                <c:pt idx="23">
                  <c:v>-2.9417775283568721</c:v>
                </c:pt>
                <c:pt idx="24">
                  <c:v>-2.2949485342269504</c:v>
                </c:pt>
                <c:pt idx="25">
                  <c:v>-1.0174918688264467</c:v>
                </c:pt>
                <c:pt idx="26">
                  <c:v>-0.36464508934342205</c:v>
                </c:pt>
                <c:pt idx="27">
                  <c:v>-1.7437652011710374</c:v>
                </c:pt>
                <c:pt idx="28">
                  <c:v>-5.6062499655021618</c:v>
                </c:pt>
                <c:pt idx="29">
                  <c:v>-9.1938410616655872</c:v>
                </c:pt>
                <c:pt idx="30">
                  <c:v>-8.3315756694383083</c:v>
                </c:pt>
                <c:pt idx="31">
                  <c:v>-6.6985909777171395</c:v>
                </c:pt>
                <c:pt idx="32">
                  <c:v>-4.6401020845081131</c:v>
                </c:pt>
                <c:pt idx="33">
                  <c:v>-2.1874240851957651</c:v>
                </c:pt>
                <c:pt idx="34">
                  <c:v>-1.6489711895990629</c:v>
                </c:pt>
                <c:pt idx="35">
                  <c:v>-1.5173466586462618</c:v>
                </c:pt>
                <c:pt idx="36">
                  <c:v>-1.7680352131165942</c:v>
                </c:pt>
                <c:pt idx="37">
                  <c:v>-1.4695260302955901</c:v>
                </c:pt>
                <c:pt idx="38">
                  <c:v>-2.848720807037636</c:v>
                </c:pt>
                <c:pt idx="39">
                  <c:v>-5.2914612679273914</c:v>
                </c:pt>
                <c:pt idx="40">
                  <c:v>-10.516634618549373</c:v>
                </c:pt>
                <c:pt idx="41">
                  <c:v>-6.4330765142387056</c:v>
                </c:pt>
                <c:pt idx="42">
                  <c:v>-1.4631630874300456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D80-426F-B1FD-1FC2067D99CF}"/>
            </c:ext>
          </c:extLst>
        </c:ser>
        <c:ser>
          <c:idx val="1"/>
          <c:order val="1"/>
          <c:tx>
            <c:v>weo</c:v>
          </c:tx>
          <c:spPr>
            <a:ln w="19050">
              <a:prstDash val="dash"/>
            </a:ln>
          </c:spPr>
          <c:marker>
            <c:symbol val="none"/>
          </c:marker>
          <c:val>
            <c:numRef>
              <c:f>st!$AB$79:$AB$121</c:f>
              <c:numCache>
                <c:formatCode>General</c:formatCode>
                <c:ptCount val="43"/>
                <c:pt idx="21">
                  <c:v>1.5356342919999999</c:v>
                </c:pt>
                <c:pt idx="22">
                  <c:v>-0.73992876100000005</c:v>
                </c:pt>
                <c:pt idx="23">
                  <c:v>-1.765243559</c:v>
                </c:pt>
                <c:pt idx="24">
                  <c:v>-1.717991901</c:v>
                </c:pt>
                <c:pt idx="25">
                  <c:v>-0.645326077</c:v>
                </c:pt>
                <c:pt idx="26">
                  <c:v>-2.0010747999999998E-2</c:v>
                </c:pt>
                <c:pt idx="27">
                  <c:v>-0.848781271</c:v>
                </c:pt>
                <c:pt idx="28">
                  <c:v>-3.5119381930000002</c:v>
                </c:pt>
                <c:pt idx="29">
                  <c:v>-7.0065279020000002</c:v>
                </c:pt>
                <c:pt idx="30">
                  <c:v>-6.5738001710000002</c:v>
                </c:pt>
                <c:pt idx="31">
                  <c:v>-4.7773804899999996</c:v>
                </c:pt>
                <c:pt idx="32">
                  <c:v>-3.039972176</c:v>
                </c:pt>
                <c:pt idx="33">
                  <c:v>-1.318995914</c:v>
                </c:pt>
                <c:pt idx="34">
                  <c:v>-0.80089732300000005</c:v>
                </c:pt>
                <c:pt idx="35">
                  <c:v>-0.76723873899999995</c:v>
                </c:pt>
                <c:pt idx="36">
                  <c:v>-1.6505132010000001</c:v>
                </c:pt>
                <c:pt idx="37">
                  <c:v>-2.3360419430000001</c:v>
                </c:pt>
                <c:pt idx="38">
                  <c:v>-2.8830143640000001</c:v>
                </c:pt>
                <c:pt idx="39">
                  <c:v>-3.6873707630000001</c:v>
                </c:pt>
                <c:pt idx="40">
                  <c:v>-8.6605583060000004</c:v>
                </c:pt>
                <c:pt idx="41">
                  <c:v>-8.3531850760000008</c:v>
                </c:pt>
                <c:pt idx="42">
                  <c:v>-1.9906522639999999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D80-426F-B1FD-1FC2067D99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#,##0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  <c:majorUnit val="2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r-g.xlsx]bt'!$B$3:$B$45</c:f>
              <c:numCache>
                <c:formatCode>General</c:formatCode>
                <c:ptCount val="43"/>
                <c:pt idx="0">
                  <c:v>35.39701995179</c:v>
                </c:pt>
                <c:pt idx="1">
                  <c:v>37.269278740940003</c:v>
                </c:pt>
                <c:pt idx="2">
                  <c:v>39.493535406587</c:v>
                </c:pt>
                <c:pt idx="3">
                  <c:v>43.412522218870002</c:v>
                </c:pt>
                <c:pt idx="4">
                  <c:v>45.755236005192003</c:v>
                </c:pt>
                <c:pt idx="5">
                  <c:v>47.505679873353003</c:v>
                </c:pt>
                <c:pt idx="6">
                  <c:v>51.665846588066998</c:v>
                </c:pt>
                <c:pt idx="7">
                  <c:v>55.187111097027</c:v>
                </c:pt>
                <c:pt idx="8">
                  <c:v>57.364958604747002</c:v>
                </c:pt>
                <c:pt idx="9">
                  <c:v>56.331881742295003</c:v>
                </c:pt>
                <c:pt idx="10">
                  <c:v>55.931728133569997</c:v>
                </c:pt>
                <c:pt idx="11">
                  <c:v>56.134185719070999</c:v>
                </c:pt>
                <c:pt idx="12">
                  <c:v>56.027725476905999</c:v>
                </c:pt>
                <c:pt idx="13">
                  <c:v>60.62884437996</c:v>
                </c:pt>
                <c:pt idx="14">
                  <c:v>63.720815314913999</c:v>
                </c:pt>
                <c:pt idx="15">
                  <c:v>67.864755938711994</c:v>
                </c:pt>
                <c:pt idx="16">
                  <c:v>67.807224467078001</c:v>
                </c:pt>
                <c:pt idx="17">
                  <c:v>63.055809601120998</c:v>
                </c:pt>
                <c:pt idx="18">
                  <c:v>68.818757238475001</c:v>
                </c:pt>
                <c:pt idx="19">
                  <c:v>61.103165749818999</c:v>
                </c:pt>
                <c:pt idx="20">
                  <c:v>65.737618348514005</c:v>
                </c:pt>
                <c:pt idx="21">
                  <c:v>66.354553905453002</c:v>
                </c:pt>
                <c:pt idx="22">
                  <c:v>66.977797458092994</c:v>
                </c:pt>
                <c:pt idx="23">
                  <c:v>64.896276888241999</c:v>
                </c:pt>
                <c:pt idx="24">
                  <c:v>64.848657902696004</c:v>
                </c:pt>
                <c:pt idx="25">
                  <c:v>68.317516481354005</c:v>
                </c:pt>
                <c:pt idx="26">
                  <c:v>67.000706433020994</c:v>
                </c:pt>
                <c:pt idx="27">
                  <c:v>64.740497503328001</c:v>
                </c:pt>
                <c:pt idx="28">
                  <c:v>68.417357730869995</c:v>
                </c:pt>
                <c:pt idx="29">
                  <c:v>79.579769208951006</c:v>
                </c:pt>
                <c:pt idx="30">
                  <c:v>82.417665495311994</c:v>
                </c:pt>
                <c:pt idx="31">
                  <c:v>82.178173828534</c:v>
                </c:pt>
                <c:pt idx="32">
                  <c:v>81.660931589870003</c:v>
                </c:pt>
                <c:pt idx="33">
                  <c:v>81.011264850567002</c:v>
                </c:pt>
                <c:pt idx="34">
                  <c:v>83.757939834805001</c:v>
                </c:pt>
                <c:pt idx="35">
                  <c:v>84.401089495926996</c:v>
                </c:pt>
                <c:pt idx="36">
                  <c:v>82.548609091518998</c:v>
                </c:pt>
                <c:pt idx="37">
                  <c:v>78.603450600467994</c:v>
                </c:pt>
                <c:pt idx="38">
                  <c:v>74.073810524869003</c:v>
                </c:pt>
                <c:pt idx="39">
                  <c:v>70.639706563643998</c:v>
                </c:pt>
                <c:pt idx="40">
                  <c:v>82.930030114751005</c:v>
                </c:pt>
                <c:pt idx="41">
                  <c:v>82.275804403658</c:v>
                </c:pt>
                <c:pt idx="42">
                  <c:v>77.786411310212998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33A-404A-ABC1-9FB5E32658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r-g.xlsx]bt'!$C$3:$C$45</c:f>
              <c:numCache>
                <c:formatCode>General</c:formatCode>
                <c:ptCount val="43"/>
                <c:pt idx="0">
                  <c:v>76.796832966690005</c:v>
                </c:pt>
                <c:pt idx="1">
                  <c:v>89.686063775224994</c:v>
                </c:pt>
                <c:pt idx="2">
                  <c:v>99.633981181566995</c:v>
                </c:pt>
                <c:pt idx="3">
                  <c:v>110.28740369012</c:v>
                </c:pt>
                <c:pt idx="4">
                  <c:v>114.61238758685001</c:v>
                </c:pt>
                <c:pt idx="5">
                  <c:v>119.38778650443</c:v>
                </c:pt>
                <c:pt idx="6">
                  <c:v>124.67030693178</c:v>
                </c:pt>
                <c:pt idx="7">
                  <c:v>129.2277404681</c:v>
                </c:pt>
                <c:pt idx="8">
                  <c:v>129.68620275109001</c:v>
                </c:pt>
                <c:pt idx="9">
                  <c:v>126.40783441667</c:v>
                </c:pt>
                <c:pt idx="10">
                  <c:v>130.30760543947</c:v>
                </c:pt>
                <c:pt idx="11">
                  <c:v>131.79722042117999</c:v>
                </c:pt>
                <c:pt idx="12">
                  <c:v>134.68400996896</c:v>
                </c:pt>
                <c:pt idx="13">
                  <c:v>138.92589124077</c:v>
                </c:pt>
                <c:pt idx="14">
                  <c:v>137.08340503378</c:v>
                </c:pt>
                <c:pt idx="15">
                  <c:v>131.28667056236</c:v>
                </c:pt>
                <c:pt idx="16">
                  <c:v>129.00395729112</c:v>
                </c:pt>
                <c:pt idx="17">
                  <c:v>124.27119914681001</c:v>
                </c:pt>
                <c:pt idx="18">
                  <c:v>119.1858965541</c:v>
                </c:pt>
                <c:pt idx="19">
                  <c:v>115.36280570848</c:v>
                </c:pt>
                <c:pt idx="20">
                  <c:v>109.58904109589</c:v>
                </c:pt>
                <c:pt idx="21">
                  <c:v>108.21684604763</c:v>
                </c:pt>
                <c:pt idx="22">
                  <c:v>105.43668002414999</c:v>
                </c:pt>
                <c:pt idx="23">
                  <c:v>101.65931131113</c:v>
                </c:pt>
                <c:pt idx="24">
                  <c:v>97.169665116906003</c:v>
                </c:pt>
                <c:pt idx="25">
                  <c:v>95.141870163883993</c:v>
                </c:pt>
                <c:pt idx="26">
                  <c:v>91.494413364867</c:v>
                </c:pt>
                <c:pt idx="27">
                  <c:v>87.324624074919996</c:v>
                </c:pt>
                <c:pt idx="28">
                  <c:v>93.160043440931005</c:v>
                </c:pt>
                <c:pt idx="29">
                  <c:v>100.21675570679</c:v>
                </c:pt>
                <c:pt idx="30">
                  <c:v>100.27317288098</c:v>
                </c:pt>
                <c:pt idx="31">
                  <c:v>103.49471231594001</c:v>
                </c:pt>
                <c:pt idx="32">
                  <c:v>104.81051336829</c:v>
                </c:pt>
                <c:pt idx="33">
                  <c:v>105.48564447159001</c:v>
                </c:pt>
                <c:pt idx="34">
                  <c:v>107.04087304344</c:v>
                </c:pt>
                <c:pt idx="35">
                  <c:v>105.23035646577</c:v>
                </c:pt>
                <c:pt idx="36">
                  <c:v>105.00528965205</c:v>
                </c:pt>
                <c:pt idx="37">
                  <c:v>102.02022244692</c:v>
                </c:pt>
                <c:pt idx="38">
                  <c:v>99.854363972689995</c:v>
                </c:pt>
                <c:pt idx="39">
                  <c:v>97.617231977770999</c:v>
                </c:pt>
                <c:pt idx="40">
                  <c:v>112.03542209443999</c:v>
                </c:pt>
                <c:pt idx="41">
                  <c:v>109.19269298763</c:v>
                </c:pt>
                <c:pt idx="42">
                  <c:v>105.27042154661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AC3-4EA7-B7B5-2C9B4FE505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r-g.xlsx]bt'!$D$3:$D$45</c:f>
              <c:numCache>
                <c:formatCode>General</c:formatCode>
                <c:ptCount val="43"/>
                <c:pt idx="15">
                  <c:v>13.57164603779</c:v>
                </c:pt>
                <c:pt idx="16">
                  <c:v>11.577226794514999</c:v>
                </c:pt>
                <c:pt idx="17">
                  <c:v>12.193712506798001</c:v>
                </c:pt>
                <c:pt idx="18">
                  <c:v>13.955886607958</c:v>
                </c:pt>
                <c:pt idx="19">
                  <c:v>15.183558863959</c:v>
                </c:pt>
                <c:pt idx="20">
                  <c:v>16.989476127995999</c:v>
                </c:pt>
                <c:pt idx="21">
                  <c:v>22.705947673747001</c:v>
                </c:pt>
                <c:pt idx="22">
                  <c:v>25.831945364182999</c:v>
                </c:pt>
                <c:pt idx="23">
                  <c:v>28.158438677193999</c:v>
                </c:pt>
                <c:pt idx="24">
                  <c:v>28.367466039145999</c:v>
                </c:pt>
                <c:pt idx="25">
                  <c:v>27.702176862011001</c:v>
                </c:pt>
                <c:pt idx="26">
                  <c:v>27.559892276176999</c:v>
                </c:pt>
                <c:pt idx="27">
                  <c:v>27.325404394780001</c:v>
                </c:pt>
                <c:pt idx="28">
                  <c:v>28.118064934229999</c:v>
                </c:pt>
                <c:pt idx="29">
                  <c:v>33.355975237209002</c:v>
                </c:pt>
                <c:pt idx="30">
                  <c:v>37.068499600537997</c:v>
                </c:pt>
                <c:pt idx="31">
                  <c:v>39.722346056676997</c:v>
                </c:pt>
                <c:pt idx="32">
                  <c:v>44.151280340588997</c:v>
                </c:pt>
                <c:pt idx="33">
                  <c:v>44.420249922094001</c:v>
                </c:pt>
                <c:pt idx="34">
                  <c:v>41.854255383286002</c:v>
                </c:pt>
                <c:pt idx="35">
                  <c:v>39.695069246232002</c:v>
                </c:pt>
                <c:pt idx="36">
                  <c:v>36.580851734036003</c:v>
                </c:pt>
                <c:pt idx="37">
                  <c:v>34.235276553722002</c:v>
                </c:pt>
                <c:pt idx="38">
                  <c:v>32.058374043873002</c:v>
                </c:pt>
                <c:pt idx="39">
                  <c:v>30.048581558692</c:v>
                </c:pt>
                <c:pt idx="40">
                  <c:v>37.655853403959</c:v>
                </c:pt>
                <c:pt idx="41">
                  <c:v>42.019167036220999</c:v>
                </c:pt>
                <c:pt idx="42">
                  <c:v>42.348755123484999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052-4627-AA4A-958E0F42A7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r-g.xlsx]bt'!$E$3:$E$45</c:f>
              <c:numCache>
                <c:formatCode>General</c:formatCode>
                <c:ptCount val="43"/>
                <c:pt idx="0">
                  <c:v>45.547066612367999</c:v>
                </c:pt>
                <c:pt idx="1">
                  <c:v>55.560916297662999</c:v>
                </c:pt>
                <c:pt idx="2">
                  <c:v>67.546869862570006</c:v>
                </c:pt>
                <c:pt idx="3">
                  <c:v>78.657407206133001</c:v>
                </c:pt>
                <c:pt idx="4">
                  <c:v>80.016454853960994</c:v>
                </c:pt>
                <c:pt idx="5">
                  <c:v>77.558100196550001</c:v>
                </c:pt>
                <c:pt idx="6">
                  <c:v>75.020484331329001</c:v>
                </c:pt>
                <c:pt idx="7">
                  <c:v>71.725947250432995</c:v>
                </c:pt>
                <c:pt idx="8">
                  <c:v>70.137823765047997</c:v>
                </c:pt>
                <c:pt idx="9">
                  <c:v>68.254353177791998</c:v>
                </c:pt>
                <c:pt idx="10">
                  <c:v>69.389718804824994</c:v>
                </c:pt>
                <c:pt idx="11">
                  <c:v>70.223339725068996</c:v>
                </c:pt>
                <c:pt idx="12">
                  <c:v>66.770312508464002</c:v>
                </c:pt>
                <c:pt idx="13">
                  <c:v>78.627004112159</c:v>
                </c:pt>
                <c:pt idx="14">
                  <c:v>75.236865075249995</c:v>
                </c:pt>
                <c:pt idx="15">
                  <c:v>71.392680825444998</c:v>
                </c:pt>
                <c:pt idx="16">
                  <c:v>68.260994242774004</c:v>
                </c:pt>
                <c:pt idx="17">
                  <c:v>64.278279321089002</c:v>
                </c:pt>
                <c:pt idx="18">
                  <c:v>60.279497161435998</c:v>
                </c:pt>
                <c:pt idx="19">
                  <c:v>56.764082121849</c:v>
                </c:pt>
                <c:pt idx="20">
                  <c:v>52.354302586986002</c:v>
                </c:pt>
                <c:pt idx="21">
                  <c:v>48.508303889244999</c:v>
                </c:pt>
                <c:pt idx="22">
                  <c:v>49.080957432325</c:v>
                </c:pt>
                <c:pt idx="23">
                  <c:v>46.150098381695997</c:v>
                </c:pt>
                <c:pt idx="24">
                  <c:v>44.155917455621001</c:v>
                </c:pt>
                <c:pt idx="25">
                  <c:v>37.412254734130002</c:v>
                </c:pt>
                <c:pt idx="26">
                  <c:v>31.549403778251001</c:v>
                </c:pt>
                <c:pt idx="27">
                  <c:v>27.345952430520001</c:v>
                </c:pt>
                <c:pt idx="28">
                  <c:v>33.313183122672001</c:v>
                </c:pt>
                <c:pt idx="29">
                  <c:v>40.181796749747001</c:v>
                </c:pt>
                <c:pt idx="30">
                  <c:v>42.587880454530001</c:v>
                </c:pt>
                <c:pt idx="31">
                  <c:v>46.070885949836999</c:v>
                </c:pt>
                <c:pt idx="32">
                  <c:v>44.894200639365998</c:v>
                </c:pt>
                <c:pt idx="33">
                  <c:v>44.045609705666003</c:v>
                </c:pt>
                <c:pt idx="34">
                  <c:v>44.270265222734999</c:v>
                </c:pt>
                <c:pt idx="35">
                  <c:v>39.773693794209002</c:v>
                </c:pt>
                <c:pt idx="36">
                  <c:v>37.193028400580999</c:v>
                </c:pt>
                <c:pt idx="37">
                  <c:v>35.893358747994</c:v>
                </c:pt>
                <c:pt idx="38">
                  <c:v>33.999906803975001</c:v>
                </c:pt>
                <c:pt idx="39">
                  <c:v>33.673394765368002</c:v>
                </c:pt>
                <c:pt idx="40">
                  <c:v>42.208251574925001</c:v>
                </c:pt>
                <c:pt idx="41">
                  <c:v>36.619695812236998</c:v>
                </c:pt>
                <c:pt idx="42">
                  <c:v>29.658210539555999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5C3-49A8-9023-A1E12DD936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r-g.xlsx]bt'!$F$3:$F$45</c:f>
              <c:numCache>
                <c:formatCode>General</c:formatCode>
                <c:ptCount val="43"/>
                <c:pt idx="15">
                  <c:v>8.6589795147250008</c:v>
                </c:pt>
                <c:pt idx="16">
                  <c:v>7.2978961464736001</c:v>
                </c:pt>
                <c:pt idx="17">
                  <c:v>6.0334512294538003</c:v>
                </c:pt>
                <c:pt idx="18">
                  <c:v>5.3982620211462002</c:v>
                </c:pt>
                <c:pt idx="19">
                  <c:v>5.9327325034724998</c:v>
                </c:pt>
                <c:pt idx="20">
                  <c:v>5.1137054110326998</c:v>
                </c:pt>
                <c:pt idx="21">
                  <c:v>4.7716711010481001</c:v>
                </c:pt>
                <c:pt idx="22">
                  <c:v>5.6618148999434998</c:v>
                </c:pt>
                <c:pt idx="23">
                  <c:v>5.6001427195857003</c:v>
                </c:pt>
                <c:pt idx="24">
                  <c:v>5.1127745725632998</c:v>
                </c:pt>
                <c:pt idx="25">
                  <c:v>4.6997029956969998</c:v>
                </c:pt>
                <c:pt idx="26">
                  <c:v>4.6289574785926</c:v>
                </c:pt>
                <c:pt idx="27">
                  <c:v>3.7649385751033999</c:v>
                </c:pt>
                <c:pt idx="28">
                  <c:v>4.5095489428073998</c:v>
                </c:pt>
                <c:pt idx="29">
                  <c:v>7.2396697957663996</c:v>
                </c:pt>
                <c:pt idx="30">
                  <c:v>6.6609683130838002</c:v>
                </c:pt>
                <c:pt idx="31">
                  <c:v>6.1604880900627998</c:v>
                </c:pt>
                <c:pt idx="32">
                  <c:v>9.8371964910929002</c:v>
                </c:pt>
                <c:pt idx="33">
                  <c:v>10.228028669362001</c:v>
                </c:pt>
                <c:pt idx="34">
                  <c:v>10.623880512145</c:v>
                </c:pt>
                <c:pt idx="35">
                  <c:v>10.069132587899</c:v>
                </c:pt>
                <c:pt idx="36">
                  <c:v>9.9968272798752995</c:v>
                </c:pt>
                <c:pt idx="37">
                  <c:v>9.1219843557191993</c:v>
                </c:pt>
                <c:pt idx="38">
                  <c:v>8.2037099093519998</c:v>
                </c:pt>
                <c:pt idx="39">
                  <c:v>8.5482552864732</c:v>
                </c:pt>
                <c:pt idx="40">
                  <c:v>18.548711850509001</c:v>
                </c:pt>
                <c:pt idx="41">
                  <c:v>17.599345140646001</c:v>
                </c:pt>
                <c:pt idx="42">
                  <c:v>17.160184105492998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641-4977-9D4A-863992EA55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r-g.xlsx]bt'!$G$3:$G$45</c:f>
              <c:numCache>
                <c:formatCode>General</c:formatCode>
                <c:ptCount val="43"/>
                <c:pt idx="0">
                  <c:v>10.893434547361</c:v>
                </c:pt>
                <c:pt idx="1">
                  <c:v>11.543959394113999</c:v>
                </c:pt>
                <c:pt idx="2">
                  <c:v>13.851154915897</c:v>
                </c:pt>
                <c:pt idx="3">
                  <c:v>15.379206406627</c:v>
                </c:pt>
                <c:pt idx="4">
                  <c:v>15.179735338898</c:v>
                </c:pt>
                <c:pt idx="5">
                  <c:v>15.837202054982001</c:v>
                </c:pt>
                <c:pt idx="6">
                  <c:v>16.442756195432999</c:v>
                </c:pt>
                <c:pt idx="7">
                  <c:v>17.649202186715002</c:v>
                </c:pt>
                <c:pt idx="8">
                  <c:v>16.535041508258001</c:v>
                </c:pt>
                <c:pt idx="9">
                  <c:v>14.269444313971</c:v>
                </c:pt>
                <c:pt idx="10">
                  <c:v>13.855517479821</c:v>
                </c:pt>
                <c:pt idx="11">
                  <c:v>21.893661006849001</c:v>
                </c:pt>
                <c:pt idx="12">
                  <c:v>39.287610583556003</c:v>
                </c:pt>
                <c:pt idx="13">
                  <c:v>54.133552250515002</c:v>
                </c:pt>
                <c:pt idx="14">
                  <c:v>56.129815180027002</c:v>
                </c:pt>
                <c:pt idx="15">
                  <c:v>55.151244558544001</c:v>
                </c:pt>
                <c:pt idx="16">
                  <c:v>55.305976509311002</c:v>
                </c:pt>
                <c:pt idx="17">
                  <c:v>52.215112763633996</c:v>
                </c:pt>
                <c:pt idx="18">
                  <c:v>46.826701196938998</c:v>
                </c:pt>
                <c:pt idx="19">
                  <c:v>44.010999401178999</c:v>
                </c:pt>
                <c:pt idx="20">
                  <c:v>42.429750370120999</c:v>
                </c:pt>
                <c:pt idx="21">
                  <c:v>40.892496611997998</c:v>
                </c:pt>
                <c:pt idx="22">
                  <c:v>40.116239914874001</c:v>
                </c:pt>
                <c:pt idx="23">
                  <c:v>42.687595964388997</c:v>
                </c:pt>
                <c:pt idx="24">
                  <c:v>42.572342811071003</c:v>
                </c:pt>
                <c:pt idx="25">
                  <c:v>39.864713061746997</c:v>
                </c:pt>
                <c:pt idx="26">
                  <c:v>37.997189077889999</c:v>
                </c:pt>
                <c:pt idx="27">
                  <c:v>33.904000067794001</c:v>
                </c:pt>
                <c:pt idx="28">
                  <c:v>32.560677425167</c:v>
                </c:pt>
                <c:pt idx="29">
                  <c:v>41.531359527254999</c:v>
                </c:pt>
                <c:pt idx="30">
                  <c:v>50.113951094020997</c:v>
                </c:pt>
                <c:pt idx="31">
                  <c:v>51.934307925748001</c:v>
                </c:pt>
                <c:pt idx="32">
                  <c:v>57.666942407031001</c:v>
                </c:pt>
                <c:pt idx="33">
                  <c:v>60.554662030247997</c:v>
                </c:pt>
                <c:pt idx="34">
                  <c:v>64.456657663873003</c:v>
                </c:pt>
                <c:pt idx="35">
                  <c:v>68.331570833702997</c:v>
                </c:pt>
                <c:pt idx="36">
                  <c:v>68.023193945707007</c:v>
                </c:pt>
                <c:pt idx="37">
                  <c:v>66.043318857108005</c:v>
                </c:pt>
                <c:pt idx="38">
                  <c:v>64.862671872434007</c:v>
                </c:pt>
                <c:pt idx="39">
                  <c:v>64.892432608803006</c:v>
                </c:pt>
                <c:pt idx="40">
                  <c:v>74.752640757704</c:v>
                </c:pt>
                <c:pt idx="41">
                  <c:v>72.595389756667004</c:v>
                </c:pt>
                <c:pt idx="42">
                  <c:v>74.807149209949003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3AC-4E0F-B387-359B5DDF3C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r-g.xlsx]bt'!$H$3:$H$45</c:f>
              <c:numCache>
                <c:formatCode>General</c:formatCode>
                <c:ptCount val="43"/>
                <c:pt idx="0">
                  <c:v>20.829182991345</c:v>
                </c:pt>
                <c:pt idx="1">
                  <c:v>22.039863917565999</c:v>
                </c:pt>
                <c:pt idx="2">
                  <c:v>25.358837793883001</c:v>
                </c:pt>
                <c:pt idx="3">
                  <c:v>26.686671421894999</c:v>
                </c:pt>
                <c:pt idx="4">
                  <c:v>29.093532099061999</c:v>
                </c:pt>
                <c:pt idx="5">
                  <c:v>30.698611171602</c:v>
                </c:pt>
                <c:pt idx="6">
                  <c:v>31.303861055051001</c:v>
                </c:pt>
                <c:pt idx="7">
                  <c:v>33.680575431988999</c:v>
                </c:pt>
                <c:pt idx="8">
                  <c:v>33.635425279529997</c:v>
                </c:pt>
                <c:pt idx="9">
                  <c:v>34.439150313752997</c:v>
                </c:pt>
                <c:pt idx="10">
                  <c:v>35.584587668692002</c:v>
                </c:pt>
                <c:pt idx="11">
                  <c:v>36.475055074402</c:v>
                </c:pt>
                <c:pt idx="12">
                  <c:v>40.221647893911999</c:v>
                </c:pt>
                <c:pt idx="13">
                  <c:v>46.553817947166998</c:v>
                </c:pt>
                <c:pt idx="14">
                  <c:v>49.886978786592003</c:v>
                </c:pt>
                <c:pt idx="15">
                  <c:v>56.104009528242003</c:v>
                </c:pt>
                <c:pt idx="16">
                  <c:v>59.995240627789997</c:v>
                </c:pt>
                <c:pt idx="17">
                  <c:v>61.425907175018999</c:v>
                </c:pt>
                <c:pt idx="18">
                  <c:v>61.350873144087998</c:v>
                </c:pt>
                <c:pt idx="19">
                  <c:v>60.499686295278998</c:v>
                </c:pt>
                <c:pt idx="20">
                  <c:v>58.880618970164001</c:v>
                </c:pt>
                <c:pt idx="21">
                  <c:v>58.340917956052998</c:v>
                </c:pt>
                <c:pt idx="22">
                  <c:v>60.258377948758998</c:v>
                </c:pt>
                <c:pt idx="23">
                  <c:v>64.415398370971999</c:v>
                </c:pt>
                <c:pt idx="24">
                  <c:v>65.938231909386005</c:v>
                </c:pt>
                <c:pt idx="25">
                  <c:v>67.381880678745006</c:v>
                </c:pt>
                <c:pt idx="26">
                  <c:v>64.610521542883006</c:v>
                </c:pt>
                <c:pt idx="27">
                  <c:v>64.537231631433997</c:v>
                </c:pt>
                <c:pt idx="28">
                  <c:v>68.777040524398004</c:v>
                </c:pt>
                <c:pt idx="29">
                  <c:v>83.039750632868007</c:v>
                </c:pt>
                <c:pt idx="30">
                  <c:v>85.255820084207997</c:v>
                </c:pt>
                <c:pt idx="31">
                  <c:v>87.836534654378994</c:v>
                </c:pt>
                <c:pt idx="32">
                  <c:v>90.602086169884998</c:v>
                </c:pt>
                <c:pt idx="33">
                  <c:v>93.411594335697004</c:v>
                </c:pt>
                <c:pt idx="34">
                  <c:v>94.889441404059994</c:v>
                </c:pt>
                <c:pt idx="35">
                  <c:v>95.581760090827999</c:v>
                </c:pt>
                <c:pt idx="36">
                  <c:v>97.957638077300004</c:v>
                </c:pt>
                <c:pt idx="37">
                  <c:v>98.130715005211002</c:v>
                </c:pt>
                <c:pt idx="38">
                  <c:v>97.782513140489996</c:v>
                </c:pt>
                <c:pt idx="39">
                  <c:v>97.426398948160994</c:v>
                </c:pt>
                <c:pt idx="40">
                  <c:v>115.05818721224</c:v>
                </c:pt>
                <c:pt idx="41">
                  <c:v>113.00120096541001</c:v>
                </c:pt>
                <c:pt idx="42">
                  <c:v>111.67081110485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CB3-4515-823F-5E9B08A787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8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r-g.xlsx]bt'!$I$3:$I$45</c:f>
              <c:numCache>
                <c:formatCode>General</c:formatCode>
                <c:ptCount val="43"/>
                <c:pt idx="0">
                  <c:v>30.245445588934999</c:v>
                </c:pt>
                <c:pt idx="1">
                  <c:v>33.736863453249001</c:v>
                </c:pt>
                <c:pt idx="2">
                  <c:v>36.571678186272997</c:v>
                </c:pt>
                <c:pt idx="3">
                  <c:v>38.104848833882997</c:v>
                </c:pt>
                <c:pt idx="4">
                  <c:v>38.799812341005001</c:v>
                </c:pt>
                <c:pt idx="5">
                  <c:v>39.373046920438</c:v>
                </c:pt>
                <c:pt idx="6">
                  <c:v>39.230406504582</c:v>
                </c:pt>
                <c:pt idx="7">
                  <c:v>40.255003675140998</c:v>
                </c:pt>
                <c:pt idx="8">
                  <c:v>40.673404069558998</c:v>
                </c:pt>
                <c:pt idx="9">
                  <c:v>39.336959923262</c:v>
                </c:pt>
                <c:pt idx="10">
                  <c:v>40.885551620519998</c:v>
                </c:pt>
                <c:pt idx="11">
                  <c:v>38.984613444318001</c:v>
                </c:pt>
                <c:pt idx="12">
                  <c:v>41.453709034934</c:v>
                </c:pt>
                <c:pt idx="13">
                  <c:v>45.095351506947999</c:v>
                </c:pt>
                <c:pt idx="14">
                  <c:v>47.536989970211003</c:v>
                </c:pt>
                <c:pt idx="15">
                  <c:v>54.902433746259</c:v>
                </c:pt>
                <c:pt idx="16">
                  <c:v>57.793929363270003</c:v>
                </c:pt>
                <c:pt idx="17">
                  <c:v>58.866583382199003</c:v>
                </c:pt>
                <c:pt idx="18">
                  <c:v>59.534704778547002</c:v>
                </c:pt>
                <c:pt idx="19">
                  <c:v>60.387379338473998</c:v>
                </c:pt>
                <c:pt idx="20">
                  <c:v>59.339857474075998</c:v>
                </c:pt>
                <c:pt idx="21">
                  <c:v>58.193036721993998</c:v>
                </c:pt>
                <c:pt idx="22">
                  <c:v>59.945771841392002</c:v>
                </c:pt>
                <c:pt idx="23">
                  <c:v>63.538346061847001</c:v>
                </c:pt>
                <c:pt idx="24">
                  <c:v>65.200882202146005</c:v>
                </c:pt>
                <c:pt idx="25">
                  <c:v>67.546311470036997</c:v>
                </c:pt>
                <c:pt idx="26">
                  <c:v>66.887106512150993</c:v>
                </c:pt>
                <c:pt idx="27">
                  <c:v>64.158308495528999</c:v>
                </c:pt>
                <c:pt idx="28">
                  <c:v>65.681624510600997</c:v>
                </c:pt>
                <c:pt idx="29">
                  <c:v>73.156603549859994</c:v>
                </c:pt>
                <c:pt idx="30">
                  <c:v>81.994696615193007</c:v>
                </c:pt>
                <c:pt idx="31">
                  <c:v>79.417165387070995</c:v>
                </c:pt>
                <c:pt idx="32">
                  <c:v>80.745161748582007</c:v>
                </c:pt>
                <c:pt idx="33">
                  <c:v>78.322442954452001</c:v>
                </c:pt>
                <c:pt idx="34">
                  <c:v>75.279101464424002</c:v>
                </c:pt>
                <c:pt idx="35">
                  <c:v>71.946513426167996</c:v>
                </c:pt>
                <c:pt idx="36">
                  <c:v>68.955320058441998</c:v>
                </c:pt>
                <c:pt idx="37">
                  <c:v>64.635677469116999</c:v>
                </c:pt>
                <c:pt idx="38">
                  <c:v>61.316346996687003</c:v>
                </c:pt>
                <c:pt idx="39">
                  <c:v>58.925562727812</c:v>
                </c:pt>
                <c:pt idx="40">
                  <c:v>67.986010577225002</c:v>
                </c:pt>
                <c:pt idx="41">
                  <c:v>68.622974942735993</c:v>
                </c:pt>
                <c:pt idx="42">
                  <c:v>66.535291759868997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7D8-41E4-BBE0-F8BE8CB687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tx>
            <c:v>xt1</c:v>
          </c:tx>
          <c:spPr>
            <a:ln w="19050">
              <a:solidFill>
                <a:srgbClr val="4B82AD"/>
              </a:solidFill>
              <a:prstDash val="solid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xt!$J$3:$J$45</c:f>
              <c:numCache>
                <c:formatCode>0.000</c:formatCode>
                <c:ptCount val="43"/>
                <c:pt idx="0">
                  <c:v>3.093</c:v>
                </c:pt>
                <c:pt idx="1">
                  <c:v>0.61899999999999999</c:v>
                </c:pt>
                <c:pt idx="2">
                  <c:v>-1.198</c:v>
                </c:pt>
                <c:pt idx="3">
                  <c:v>-2.7189999999999999</c:v>
                </c:pt>
                <c:pt idx="4">
                  <c:v>-1.298</c:v>
                </c:pt>
                <c:pt idx="5">
                  <c:v>1.1990000000000001</c:v>
                </c:pt>
                <c:pt idx="6">
                  <c:v>1.742</c:v>
                </c:pt>
                <c:pt idx="7">
                  <c:v>-0.73599999999999999</c:v>
                </c:pt>
                <c:pt idx="8">
                  <c:v>2.464</c:v>
                </c:pt>
                <c:pt idx="9">
                  <c:v>5.0220000000000002</c:v>
                </c:pt>
                <c:pt idx="10">
                  <c:v>3.3929999999999998</c:v>
                </c:pt>
                <c:pt idx="11">
                  <c:v>4.452</c:v>
                </c:pt>
                <c:pt idx="12">
                  <c:v>3.617</c:v>
                </c:pt>
                <c:pt idx="13">
                  <c:v>0.622</c:v>
                </c:pt>
                <c:pt idx="14">
                  <c:v>0.69799999999999995</c:v>
                </c:pt>
                <c:pt idx="15">
                  <c:v>0.5</c:v>
                </c:pt>
                <c:pt idx="16">
                  <c:v>0.42499999999999999</c:v>
                </c:pt>
                <c:pt idx="17">
                  <c:v>1.486</c:v>
                </c:pt>
                <c:pt idx="18">
                  <c:v>1.8</c:v>
                </c:pt>
                <c:pt idx="19">
                  <c:v>1.01</c:v>
                </c:pt>
                <c:pt idx="20">
                  <c:v>0.55300000000000005</c:v>
                </c:pt>
                <c:pt idx="21">
                  <c:v>0.27900000000000003</c:v>
                </c:pt>
                <c:pt idx="22">
                  <c:v>-0.127</c:v>
                </c:pt>
                <c:pt idx="23">
                  <c:v>0.58899999999999997</c:v>
                </c:pt>
                <c:pt idx="24">
                  <c:v>1.4690000000000001</c:v>
                </c:pt>
                <c:pt idx="25">
                  <c:v>-0.61899999999999999</c:v>
                </c:pt>
                <c:pt idx="26">
                  <c:v>2.1190000000000002</c:v>
                </c:pt>
                <c:pt idx="27">
                  <c:v>3.101</c:v>
                </c:pt>
                <c:pt idx="28">
                  <c:v>1.4059999999999999</c:v>
                </c:pt>
                <c:pt idx="29">
                  <c:v>-3.1080000000000001</c:v>
                </c:pt>
                <c:pt idx="30">
                  <c:v>-7.548</c:v>
                </c:pt>
                <c:pt idx="31">
                  <c:v>-14.83</c:v>
                </c:pt>
                <c:pt idx="32">
                  <c:v>-18.391999999999999</c:v>
                </c:pt>
                <c:pt idx="33">
                  <c:v>-18.193999999999999</c:v>
                </c:pt>
                <c:pt idx="34">
                  <c:v>-15.976000000000001</c:v>
                </c:pt>
                <c:pt idx="35">
                  <c:v>-14.717000000000001</c:v>
                </c:pt>
                <c:pt idx="36">
                  <c:v>-13.455</c:v>
                </c:pt>
                <c:pt idx="37">
                  <c:v>-11.362</c:v>
                </c:pt>
                <c:pt idx="38">
                  <c:v>-8.6349999999999998</c:v>
                </c:pt>
                <c:pt idx="39">
                  <c:v>-6.2140000000000004</c:v>
                </c:pt>
                <c:pt idx="40">
                  <c:v>-14.096</c:v>
                </c:pt>
                <c:pt idx="41">
                  <c:v>-6.5069999999999997</c:v>
                </c:pt>
                <c:pt idx="42">
                  <c:v>-1.272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6F2-42A8-986F-4AAE6324E278}"/>
            </c:ext>
          </c:extLst>
        </c:ser>
        <c:ser>
          <c:idx val="1"/>
          <c:order val="1"/>
          <c:tx>
            <c:v>xt2</c:v>
          </c:tx>
          <c:spPr>
            <a:ln w="19050">
              <a:solidFill>
                <a:srgbClr val="C00000"/>
              </a:solidFill>
              <a:prstDash val="sysDash"/>
            </a:ln>
            <a:effectLst/>
          </c:spPr>
          <c:marker>
            <c:symbol val="none"/>
          </c:marker>
          <c:cat>
            <c:numRef>
              <c:f>xt!$A$3:$A$45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xt!$J$51:$J$93</c:f>
              <c:numCache>
                <c:formatCode>0.00</c:formatCode>
                <c:ptCount val="43"/>
                <c:pt idx="0">
                  <c:v>3.1664620285005349</c:v>
                </c:pt>
                <c:pt idx="1">
                  <c:v>1.1249306304220839</c:v>
                </c:pt>
                <c:pt idx="2">
                  <c:v>-0.47750025876194924</c:v>
                </c:pt>
                <c:pt idx="3">
                  <c:v>-2.0724542345357779</c:v>
                </c:pt>
                <c:pt idx="4">
                  <c:v>-0.74468010438821641</c:v>
                </c:pt>
                <c:pt idx="5">
                  <c:v>0.97816597794796489</c:v>
                </c:pt>
                <c:pt idx="6">
                  <c:v>0.59762710700228239</c:v>
                </c:pt>
                <c:pt idx="7">
                  <c:v>-2.6842113196226145</c:v>
                </c:pt>
                <c:pt idx="8">
                  <c:v>0.27991597413051383</c:v>
                </c:pt>
                <c:pt idx="9">
                  <c:v>2.6898461156423799</c:v>
                </c:pt>
                <c:pt idx="10">
                  <c:v>1.1583697000208926</c:v>
                </c:pt>
                <c:pt idx="11">
                  <c:v>2.5654812736195853</c:v>
                </c:pt>
                <c:pt idx="12">
                  <c:v>1.3668279707002062</c:v>
                </c:pt>
                <c:pt idx="13">
                  <c:v>-2.3448236436462597</c:v>
                </c:pt>
                <c:pt idx="14">
                  <c:v>-2.7760288726767812</c:v>
                </c:pt>
                <c:pt idx="15">
                  <c:v>-3.4297899980959707</c:v>
                </c:pt>
                <c:pt idx="16">
                  <c:v>-3.6743951830040777</c:v>
                </c:pt>
                <c:pt idx="17">
                  <c:v>-2.6760140326832853</c:v>
                </c:pt>
                <c:pt idx="18">
                  <c:v>-2.4204276323134475</c:v>
                </c:pt>
                <c:pt idx="19">
                  <c:v>-3.0452078604332349</c:v>
                </c:pt>
                <c:pt idx="20">
                  <c:v>-2.8780855472925788</c:v>
                </c:pt>
                <c:pt idx="21">
                  <c:v>-2.4002911025811038</c:v>
                </c:pt>
                <c:pt idx="22">
                  <c:v>-1.8773603147171394</c:v>
                </c:pt>
                <c:pt idx="23">
                  <c:v>0.80929566823888333</c:v>
                </c:pt>
                <c:pt idx="24">
                  <c:v>3.3885674085635169</c:v>
                </c:pt>
                <c:pt idx="25">
                  <c:v>2.1880986304097285</c:v>
                </c:pt>
                <c:pt idx="26">
                  <c:v>6.8606984395825226</c:v>
                </c:pt>
                <c:pt idx="27">
                  <c:v>10.127803810914576</c:v>
                </c:pt>
                <c:pt idx="28">
                  <c:v>10.460520605705252</c:v>
                </c:pt>
                <c:pt idx="29">
                  <c:v>7.2358449936686124</c:v>
                </c:pt>
                <c:pt idx="30">
                  <c:v>3.4978284303728078</c:v>
                </c:pt>
                <c:pt idx="31">
                  <c:v>-4.6329983620608468</c:v>
                </c:pt>
                <c:pt idx="32">
                  <c:v>-8.979980401127257</c:v>
                </c:pt>
                <c:pt idx="33">
                  <c:v>-8.932610819701102</c:v>
                </c:pt>
                <c:pt idx="34">
                  <c:v>-6.3399604722055694</c:v>
                </c:pt>
                <c:pt idx="35">
                  <c:v>-4.6712910017959413</c:v>
                </c:pt>
                <c:pt idx="36">
                  <c:v>-3.6550026970177805</c:v>
                </c:pt>
                <c:pt idx="37">
                  <c:v>-1.4818009305385342</c:v>
                </c:pt>
                <c:pt idx="38">
                  <c:v>0.95807185394346017</c:v>
                </c:pt>
                <c:pt idx="39">
                  <c:v>3.3839650583221261</c:v>
                </c:pt>
                <c:pt idx="40">
                  <c:v>-5.9646434861133173</c:v>
                </c:pt>
                <c:pt idx="41">
                  <c:v>2.0438499482184658</c:v>
                </c:pt>
                <c:pt idx="42">
                  <c:v>7.7674241960361785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6F2-42A8-986F-4AAE6324E2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0"/>
          <c:min val="-10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solidFill>
                  <a:srgbClr val="000000"/>
                </a:solidFill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7321168187309918"/>
          <c:y val="0.1683333105058307"/>
          <c:w val="0.72162490105403487"/>
          <c:h val="0.70807937736648385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r-g.xlsx]bt'!$J$3:$J$45</c:f>
              <c:numCache>
                <c:formatCode>General</c:formatCode>
                <c:ptCount val="43"/>
                <c:pt idx="0">
                  <c:v>22.717751262048999</c:v>
                </c:pt>
                <c:pt idx="1">
                  <c:v>26.908273363302001</c:v>
                </c:pt>
                <c:pt idx="2">
                  <c:v>29.559094071427001</c:v>
                </c:pt>
                <c:pt idx="3">
                  <c:v>33.876292270362001</c:v>
                </c:pt>
                <c:pt idx="4">
                  <c:v>40.401215057739002</c:v>
                </c:pt>
                <c:pt idx="5">
                  <c:v>47.017663269198998</c:v>
                </c:pt>
                <c:pt idx="6">
                  <c:v>47.542782892279</c:v>
                </c:pt>
                <c:pt idx="7">
                  <c:v>52.858359828421001</c:v>
                </c:pt>
                <c:pt idx="8">
                  <c:v>57.554344584355</c:v>
                </c:pt>
                <c:pt idx="9">
                  <c:v>60.330015537008002</c:v>
                </c:pt>
                <c:pt idx="10">
                  <c:v>73.776527497730001</c:v>
                </c:pt>
                <c:pt idx="11">
                  <c:v>75.317780919968001</c:v>
                </c:pt>
                <c:pt idx="12">
                  <c:v>80.647634272947997</c:v>
                </c:pt>
                <c:pt idx="13">
                  <c:v>101.1411770914</c:v>
                </c:pt>
                <c:pt idx="14">
                  <c:v>99.131369204148001</c:v>
                </c:pt>
                <c:pt idx="15">
                  <c:v>99.832031123006999</c:v>
                </c:pt>
                <c:pt idx="16">
                  <c:v>102.19736120899</c:v>
                </c:pt>
                <c:pt idx="17">
                  <c:v>100.29803769869</c:v>
                </c:pt>
                <c:pt idx="18">
                  <c:v>98.253707550360005</c:v>
                </c:pt>
                <c:pt idx="19">
                  <c:v>99.748228554199002</c:v>
                </c:pt>
                <c:pt idx="20">
                  <c:v>105.82771054229001</c:v>
                </c:pt>
                <c:pt idx="21">
                  <c:v>107.99218077</c:v>
                </c:pt>
                <c:pt idx="22">
                  <c:v>105.75511161017</c:v>
                </c:pt>
                <c:pt idx="23">
                  <c:v>102.31910527859</c:v>
                </c:pt>
                <c:pt idx="24">
                  <c:v>103.74839912121</c:v>
                </c:pt>
                <c:pt idx="25">
                  <c:v>108.30882613471</c:v>
                </c:pt>
                <c:pt idx="26">
                  <c:v>104.49301929415</c:v>
                </c:pt>
                <c:pt idx="27">
                  <c:v>103.97994209733</c:v>
                </c:pt>
                <c:pt idx="28">
                  <c:v>110.34682514545</c:v>
                </c:pt>
                <c:pt idx="29">
                  <c:v>127.82320723475</c:v>
                </c:pt>
                <c:pt idx="30">
                  <c:v>147.49424425763999</c:v>
                </c:pt>
                <c:pt idx="31">
                  <c:v>175.21937159384001</c:v>
                </c:pt>
                <c:pt idx="32">
                  <c:v>162.1142313055</c:v>
                </c:pt>
                <c:pt idx="33">
                  <c:v>178.84336205661</c:v>
                </c:pt>
                <c:pt idx="34">
                  <c:v>181.75302820415999</c:v>
                </c:pt>
                <c:pt idx="35">
                  <c:v>179.08032618847</c:v>
                </c:pt>
                <c:pt idx="36">
                  <c:v>183.69565878103001</c:v>
                </c:pt>
                <c:pt idx="37">
                  <c:v>183.20571099988001</c:v>
                </c:pt>
                <c:pt idx="38">
                  <c:v>190.67407752080001</c:v>
                </c:pt>
                <c:pt idx="39">
                  <c:v>185.50505582693</c:v>
                </c:pt>
                <c:pt idx="40">
                  <c:v>212.38811617829001</c:v>
                </c:pt>
                <c:pt idx="41">
                  <c:v>200.71245799156</c:v>
                </c:pt>
                <c:pt idx="42">
                  <c:v>177.43427657063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165-4CAE-9632-AB793B6628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4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r-g.xlsx]bt'!$K$3:$K$45</c:f>
              <c:numCache>
                <c:formatCode>General</c:formatCode>
                <c:ptCount val="43"/>
                <c:pt idx="9">
                  <c:v>70.687871926499</c:v>
                </c:pt>
                <c:pt idx="10">
                  <c:v>63.652025917438003</c:v>
                </c:pt>
                <c:pt idx="11">
                  <c:v>74.238556253637</c:v>
                </c:pt>
                <c:pt idx="12">
                  <c:v>76.483931694961001</c:v>
                </c:pt>
                <c:pt idx="13">
                  <c:v>87.240940215010994</c:v>
                </c:pt>
                <c:pt idx="14">
                  <c:v>86.161511072541003</c:v>
                </c:pt>
                <c:pt idx="15">
                  <c:v>84.155546387173999</c:v>
                </c:pt>
                <c:pt idx="16">
                  <c:v>71.407083604663995</c:v>
                </c:pt>
                <c:pt idx="17">
                  <c:v>62.040158196899</c:v>
                </c:pt>
                <c:pt idx="18">
                  <c:v>60.076594260611003</c:v>
                </c:pt>
                <c:pt idx="19">
                  <c:v>60.015135493342001</c:v>
                </c:pt>
                <c:pt idx="20">
                  <c:v>55.227959182387004</c:v>
                </c:pt>
                <c:pt idx="21">
                  <c:v>51.699834940622999</c:v>
                </c:pt>
                <c:pt idx="22">
                  <c:v>54.888800006929003</c:v>
                </c:pt>
                <c:pt idx="23">
                  <c:v>57.370824303237001</c:v>
                </c:pt>
                <c:pt idx="24">
                  <c:v>58.154927854770001</c:v>
                </c:pt>
                <c:pt idx="25">
                  <c:v>59.995518470796</c:v>
                </c:pt>
                <c:pt idx="26">
                  <c:v>64.063161315678002</c:v>
                </c:pt>
                <c:pt idx="27">
                  <c:v>65.058275811675003</c:v>
                </c:pt>
                <c:pt idx="28">
                  <c:v>71.133474622920005</c:v>
                </c:pt>
                <c:pt idx="29">
                  <c:v>77.343381656706001</c:v>
                </c:pt>
                <c:pt idx="30">
                  <c:v>79.491129973618996</c:v>
                </c:pt>
                <c:pt idx="31">
                  <c:v>79.774076166396</c:v>
                </c:pt>
                <c:pt idx="32">
                  <c:v>77.369164024607002</c:v>
                </c:pt>
                <c:pt idx="33">
                  <c:v>76.010281793534006</c:v>
                </c:pt>
                <c:pt idx="34">
                  <c:v>75.109879810845001</c:v>
                </c:pt>
                <c:pt idx="35">
                  <c:v>73.838612108554997</c:v>
                </c:pt>
                <c:pt idx="36">
                  <c:v>72.807369228639004</c:v>
                </c:pt>
                <c:pt idx="37">
                  <c:v>70.239441583304995</c:v>
                </c:pt>
                <c:pt idx="38">
                  <c:v>67.315839616690994</c:v>
                </c:pt>
                <c:pt idx="39">
                  <c:v>63.765811783700002</c:v>
                </c:pt>
                <c:pt idx="40">
                  <c:v>77.319365095261006</c:v>
                </c:pt>
                <c:pt idx="41">
                  <c:v>74.550925658606999</c:v>
                </c:pt>
                <c:pt idx="42">
                  <c:v>75.931649597611994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560-4D15-BCCE-B0A0F79242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r-g.xlsx]bt'!$L$3:$L$45</c:f>
              <c:numCache>
                <c:formatCode>General</c:formatCode>
                <c:ptCount val="43"/>
                <c:pt idx="0">
                  <c:v>24.77404794253</c:v>
                </c:pt>
                <c:pt idx="1">
                  <c:v>22.372046724044001</c:v>
                </c:pt>
                <c:pt idx="2">
                  <c:v>28.948087957266999</c:v>
                </c:pt>
                <c:pt idx="3">
                  <c:v>30.751437664091</c:v>
                </c:pt>
                <c:pt idx="4">
                  <c:v>32.424857848579997</c:v>
                </c:pt>
                <c:pt idx="5">
                  <c:v>32.01679134994</c:v>
                </c:pt>
                <c:pt idx="6">
                  <c:v>29.865559928953999</c:v>
                </c:pt>
                <c:pt idx="7">
                  <c:v>27.326042978758</c:v>
                </c:pt>
                <c:pt idx="8">
                  <c:v>30.588220536893999</c:v>
                </c:pt>
                <c:pt idx="9">
                  <c:v>35.286097329976997</c:v>
                </c:pt>
                <c:pt idx="10">
                  <c:v>35.489942282596999</c:v>
                </c:pt>
                <c:pt idx="11">
                  <c:v>37.60761908752</c:v>
                </c:pt>
                <c:pt idx="12">
                  <c:v>45.401091933570001</c:v>
                </c:pt>
                <c:pt idx="13">
                  <c:v>52.293819519709999</c:v>
                </c:pt>
                <c:pt idx="14">
                  <c:v>54.808422532677</c:v>
                </c:pt>
                <c:pt idx="15">
                  <c:v>58.070268499903001</c:v>
                </c:pt>
                <c:pt idx="16">
                  <c:v>55.574694734326002</c:v>
                </c:pt>
                <c:pt idx="17">
                  <c:v>52.047711939723001</c:v>
                </c:pt>
                <c:pt idx="18">
                  <c:v>50.280490614129</c:v>
                </c:pt>
                <c:pt idx="19">
                  <c:v>76.592957878714003</c:v>
                </c:pt>
                <c:pt idx="20">
                  <c:v>75.796302220669006</c:v>
                </c:pt>
                <c:pt idx="21">
                  <c:v>83.382672069622004</c:v>
                </c:pt>
                <c:pt idx="22">
                  <c:v>82.159950359426006</c:v>
                </c:pt>
                <c:pt idx="23">
                  <c:v>85.067859884366001</c:v>
                </c:pt>
                <c:pt idx="24">
                  <c:v>80.861399330805995</c:v>
                </c:pt>
                <c:pt idx="25">
                  <c:v>68.931071095798004</c:v>
                </c:pt>
                <c:pt idx="26">
                  <c:v>70.651031723499003</c:v>
                </c:pt>
                <c:pt idx="27">
                  <c:v>68.404313920020002</c:v>
                </c:pt>
                <c:pt idx="28">
                  <c:v>110.35665644413</c:v>
                </c:pt>
                <c:pt idx="29">
                  <c:v>128.77333925236999</c:v>
                </c:pt>
                <c:pt idx="30">
                  <c:v>133.14110271051999</c:v>
                </c:pt>
                <c:pt idx="31">
                  <c:v>138.17589598692999</c:v>
                </c:pt>
                <c:pt idx="32">
                  <c:v>133.92495289029</c:v>
                </c:pt>
                <c:pt idx="33">
                  <c:v>121.96030141929</c:v>
                </c:pt>
                <c:pt idx="34">
                  <c:v>115.29913341897</c:v>
                </c:pt>
                <c:pt idx="35">
                  <c:v>97.322974077048997</c:v>
                </c:pt>
                <c:pt idx="36">
                  <c:v>82.471489489088</c:v>
                </c:pt>
                <c:pt idx="37">
                  <c:v>71.742256408974995</c:v>
                </c:pt>
                <c:pt idx="38">
                  <c:v>63.246715254552001</c:v>
                </c:pt>
                <c:pt idx="39">
                  <c:v>66.57563719254</c:v>
                </c:pt>
                <c:pt idx="40">
                  <c:v>77.788029485173993</c:v>
                </c:pt>
                <c:pt idx="41">
                  <c:v>75.574909681373995</c:v>
                </c:pt>
                <c:pt idx="42">
                  <c:v>68.725865650527993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B0A-4988-8DCD-FE47FF5A08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r-g.xlsx]bt'!$M$3:$M$45</c:f>
              <c:numCache>
                <c:formatCode>General</c:formatCode>
                <c:ptCount val="43"/>
                <c:pt idx="0">
                  <c:v>64.601484435638994</c:v>
                </c:pt>
                <c:pt idx="1">
                  <c:v>68.781936346644002</c:v>
                </c:pt>
                <c:pt idx="2">
                  <c:v>73.450465827676993</c:v>
                </c:pt>
                <c:pt idx="3">
                  <c:v>86.146981658705997</c:v>
                </c:pt>
                <c:pt idx="4">
                  <c:v>90.231415472964997</c:v>
                </c:pt>
                <c:pt idx="5">
                  <c:v>92.958830773234993</c:v>
                </c:pt>
                <c:pt idx="6">
                  <c:v>107.23113832352</c:v>
                </c:pt>
                <c:pt idx="7">
                  <c:v>108.26388745093</c:v>
                </c:pt>
                <c:pt idx="8">
                  <c:v>106.50777716767</c:v>
                </c:pt>
                <c:pt idx="9">
                  <c:v>97.920509044365005</c:v>
                </c:pt>
                <c:pt idx="10">
                  <c:v>92.656185442362997</c:v>
                </c:pt>
                <c:pt idx="11">
                  <c:v>93.763032897835998</c:v>
                </c:pt>
                <c:pt idx="12">
                  <c:v>90.567091649134994</c:v>
                </c:pt>
                <c:pt idx="13">
                  <c:v>93.368514800602995</c:v>
                </c:pt>
                <c:pt idx="14">
                  <c:v>88.020232052603006</c:v>
                </c:pt>
                <c:pt idx="15">
                  <c:v>78.521928102838004</c:v>
                </c:pt>
                <c:pt idx="16">
                  <c:v>69.833402706902007</c:v>
                </c:pt>
                <c:pt idx="17">
                  <c:v>61.578386167147002</c:v>
                </c:pt>
                <c:pt idx="18">
                  <c:v>51.413882706915999</c:v>
                </c:pt>
                <c:pt idx="19">
                  <c:v>46.570141500791998</c:v>
                </c:pt>
                <c:pt idx="20">
                  <c:v>36.401341984958002</c:v>
                </c:pt>
                <c:pt idx="21">
                  <c:v>33.556831491780997</c:v>
                </c:pt>
                <c:pt idx="22">
                  <c:v>30.873542257974002</c:v>
                </c:pt>
                <c:pt idx="23">
                  <c:v>29.818790056122001</c:v>
                </c:pt>
                <c:pt idx="24">
                  <c:v>28.087278172777001</c:v>
                </c:pt>
                <c:pt idx="25">
                  <c:v>26.053867743943002</c:v>
                </c:pt>
                <c:pt idx="26">
                  <c:v>23.64522269571</c:v>
                </c:pt>
                <c:pt idx="27">
                  <c:v>23.942304764804</c:v>
                </c:pt>
                <c:pt idx="28">
                  <c:v>42.513735897011003</c:v>
                </c:pt>
                <c:pt idx="29">
                  <c:v>61.754375615713002</c:v>
                </c:pt>
                <c:pt idx="30">
                  <c:v>86.162779583253993</c:v>
                </c:pt>
                <c:pt idx="31">
                  <c:v>110.49766455836</c:v>
                </c:pt>
                <c:pt idx="32">
                  <c:v>119.59462460496</c:v>
                </c:pt>
                <c:pt idx="33">
                  <c:v>119.94048713619</c:v>
                </c:pt>
                <c:pt idx="34">
                  <c:v>104.25281287644</c:v>
                </c:pt>
                <c:pt idx="35">
                  <c:v>76.689089498661005</c:v>
                </c:pt>
                <c:pt idx="36">
                  <c:v>74.252607270008994</c:v>
                </c:pt>
                <c:pt idx="37">
                  <c:v>67.593018608758996</c:v>
                </c:pt>
                <c:pt idx="38">
                  <c:v>63.021421726657998</c:v>
                </c:pt>
                <c:pt idx="39">
                  <c:v>57.011732383903002</c:v>
                </c:pt>
                <c:pt idx="40">
                  <c:v>58.401415099399998</c:v>
                </c:pt>
                <c:pt idx="41">
                  <c:v>55.379407576657002</c:v>
                </c:pt>
                <c:pt idx="42">
                  <c:v>45.189869785671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AA0-4B87-9D33-3ACF6CF66F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r-g.xlsx]bt'!$N$3:$N$45</c:f>
              <c:numCache>
                <c:formatCode>General</c:formatCode>
                <c:ptCount val="43"/>
                <c:pt idx="0">
                  <c:v>55.185962523872</c:v>
                </c:pt>
                <c:pt idx="1">
                  <c:v>57.396118604339001</c:v>
                </c:pt>
                <c:pt idx="2">
                  <c:v>61.906638983340002</c:v>
                </c:pt>
                <c:pt idx="3">
                  <c:v>67.936062203540004</c:v>
                </c:pt>
                <c:pt idx="4">
                  <c:v>73.259316926167998</c:v>
                </c:pt>
                <c:pt idx="5">
                  <c:v>79.237926242841993</c:v>
                </c:pt>
                <c:pt idx="6">
                  <c:v>83.537427494728007</c:v>
                </c:pt>
                <c:pt idx="7">
                  <c:v>87.560780221751997</c:v>
                </c:pt>
                <c:pt idx="8">
                  <c:v>89.382307842147995</c:v>
                </c:pt>
                <c:pt idx="9">
                  <c:v>91.9470761635</c:v>
                </c:pt>
                <c:pt idx="10">
                  <c:v>95.46416367514</c:v>
                </c:pt>
                <c:pt idx="11">
                  <c:v>98.818066118822003</c:v>
                </c:pt>
                <c:pt idx="12">
                  <c:v>105.54348510993</c:v>
                </c:pt>
                <c:pt idx="13">
                  <c:v>115.68377833072</c:v>
                </c:pt>
                <c:pt idx="14">
                  <c:v>121.79353248495001</c:v>
                </c:pt>
                <c:pt idx="15">
                  <c:v>119.36208692236001</c:v>
                </c:pt>
                <c:pt idx="16">
                  <c:v>119.10947290249</c:v>
                </c:pt>
                <c:pt idx="17">
                  <c:v>116.78212418394</c:v>
                </c:pt>
                <c:pt idx="18">
                  <c:v>114.12691978354</c:v>
                </c:pt>
                <c:pt idx="19">
                  <c:v>113.28951463423</c:v>
                </c:pt>
                <c:pt idx="20">
                  <c:v>109.02587705942</c:v>
                </c:pt>
                <c:pt idx="21">
                  <c:v>108.88630684568</c:v>
                </c:pt>
                <c:pt idx="22">
                  <c:v>106.36047160515</c:v>
                </c:pt>
                <c:pt idx="23">
                  <c:v>105.49451602825</c:v>
                </c:pt>
                <c:pt idx="24">
                  <c:v>105.10091219208999</c:v>
                </c:pt>
                <c:pt idx="25">
                  <c:v>106.55753532295</c:v>
                </c:pt>
                <c:pt idx="26">
                  <c:v>106.73967791192</c:v>
                </c:pt>
                <c:pt idx="27">
                  <c:v>103.88953645408</c:v>
                </c:pt>
                <c:pt idx="28">
                  <c:v>106.16394789644001</c:v>
                </c:pt>
                <c:pt idx="29">
                  <c:v>116.60964510872</c:v>
                </c:pt>
                <c:pt idx="30">
                  <c:v>119.19841533557</c:v>
                </c:pt>
                <c:pt idx="31">
                  <c:v>119.69298111285001</c:v>
                </c:pt>
                <c:pt idx="32">
                  <c:v>126.49469350218</c:v>
                </c:pt>
                <c:pt idx="33">
                  <c:v>132.45711379030001</c:v>
                </c:pt>
                <c:pt idx="34">
                  <c:v>135.36705023854</c:v>
                </c:pt>
                <c:pt idx="35">
                  <c:v>135.28112886177999</c:v>
                </c:pt>
                <c:pt idx="36">
                  <c:v>134.78507141929001</c:v>
                </c:pt>
                <c:pt idx="37">
                  <c:v>134.1626181673</c:v>
                </c:pt>
                <c:pt idx="38">
                  <c:v>134.44311348494</c:v>
                </c:pt>
                <c:pt idx="39">
                  <c:v>134.14984127130001</c:v>
                </c:pt>
                <c:pt idx="40">
                  <c:v>154.92735037634</c:v>
                </c:pt>
                <c:pt idx="41">
                  <c:v>149.89330532630001</c:v>
                </c:pt>
                <c:pt idx="42">
                  <c:v>144.40798792370001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13B-43BA-B169-0B1A6404A8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r-g.xlsx]bt'!$O$3:$O$45</c:f>
              <c:numCache>
                <c:formatCode>General</c:formatCode>
                <c:ptCount val="43"/>
                <c:pt idx="15">
                  <c:v>9.4724834102377002</c:v>
                </c:pt>
                <c:pt idx="16">
                  <c:v>8.7282119014437001</c:v>
                </c:pt>
                <c:pt idx="17">
                  <c:v>7.2639107683757</c:v>
                </c:pt>
                <c:pt idx="18">
                  <c:v>9.5516704177211995</c:v>
                </c:pt>
                <c:pt idx="19">
                  <c:v>14.421378049198999</c:v>
                </c:pt>
                <c:pt idx="20">
                  <c:v>14.719393087632</c:v>
                </c:pt>
                <c:pt idx="21">
                  <c:v>17.459587519178999</c:v>
                </c:pt>
                <c:pt idx="22">
                  <c:v>14.887529072371001</c:v>
                </c:pt>
                <c:pt idx="23">
                  <c:v>14.318111757496</c:v>
                </c:pt>
                <c:pt idx="24">
                  <c:v>13.74444460534</c:v>
                </c:pt>
                <c:pt idx="25">
                  <c:v>11.105239015820001</c:v>
                </c:pt>
                <c:pt idx="26">
                  <c:v>9.1136237102754993</c:v>
                </c:pt>
                <c:pt idx="27">
                  <c:v>7.2022561088897001</c:v>
                </c:pt>
                <c:pt idx="28">
                  <c:v>16.135331366277001</c:v>
                </c:pt>
                <c:pt idx="29">
                  <c:v>32.407685948375999</c:v>
                </c:pt>
                <c:pt idx="30">
                  <c:v>40.068956808712002</c:v>
                </c:pt>
                <c:pt idx="31">
                  <c:v>38.507802665775998</c:v>
                </c:pt>
                <c:pt idx="32">
                  <c:v>36.657422907814002</c:v>
                </c:pt>
                <c:pt idx="33">
                  <c:v>35.896115918890999</c:v>
                </c:pt>
                <c:pt idx="34">
                  <c:v>38.464810633730004</c:v>
                </c:pt>
                <c:pt idx="35">
                  <c:v>34.581399265167001</c:v>
                </c:pt>
                <c:pt idx="36">
                  <c:v>38.553640322436003</c:v>
                </c:pt>
                <c:pt idx="37">
                  <c:v>38.980622968551003</c:v>
                </c:pt>
                <c:pt idx="38">
                  <c:v>37.098732505805003</c:v>
                </c:pt>
                <c:pt idx="39">
                  <c:v>36.659376742881001</c:v>
                </c:pt>
                <c:pt idx="40">
                  <c:v>42.087149974311998</c:v>
                </c:pt>
                <c:pt idx="41">
                  <c:v>44.715180249452999</c:v>
                </c:pt>
                <c:pt idx="42">
                  <c:v>41.609253287915998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AF7-4DB1-AF51-B5F91ACC91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r-g.xlsx]bt'!$P$3:$P$45</c:f>
              <c:numCache>
                <c:formatCode>General</c:formatCode>
                <c:ptCount val="43"/>
                <c:pt idx="15">
                  <c:v>11.531139571596</c:v>
                </c:pt>
                <c:pt idx="16">
                  <c:v>13.916920668917999</c:v>
                </c:pt>
                <c:pt idx="17">
                  <c:v>15.373984849518999</c:v>
                </c:pt>
                <c:pt idx="18">
                  <c:v>16.540331313504002</c:v>
                </c:pt>
                <c:pt idx="19">
                  <c:v>22.702311456579999</c:v>
                </c:pt>
                <c:pt idx="20">
                  <c:v>23.51813292988</c:v>
                </c:pt>
                <c:pt idx="21">
                  <c:v>22.922903294068</c:v>
                </c:pt>
                <c:pt idx="22">
                  <c:v>22.16658762778</c:v>
                </c:pt>
                <c:pt idx="23">
                  <c:v>20.388650982889001</c:v>
                </c:pt>
                <c:pt idx="24">
                  <c:v>18.685818097993</c:v>
                </c:pt>
                <c:pt idx="25">
                  <c:v>17.644899904671</c:v>
                </c:pt>
                <c:pt idx="26">
                  <c:v>17.261248976232</c:v>
                </c:pt>
                <c:pt idx="27">
                  <c:v>15.889325883363</c:v>
                </c:pt>
                <c:pt idx="28">
                  <c:v>14.580832823025</c:v>
                </c:pt>
                <c:pt idx="29">
                  <c:v>27.990006357563001</c:v>
                </c:pt>
                <c:pt idx="30">
                  <c:v>36.209018367048003</c:v>
                </c:pt>
                <c:pt idx="31">
                  <c:v>37.133587932509997</c:v>
                </c:pt>
                <c:pt idx="32">
                  <c:v>39.700750070338003</c:v>
                </c:pt>
                <c:pt idx="33">
                  <c:v>38.670532768638999</c:v>
                </c:pt>
                <c:pt idx="34">
                  <c:v>40.526170475078999</c:v>
                </c:pt>
                <c:pt idx="35">
                  <c:v>42.681218989066998</c:v>
                </c:pt>
                <c:pt idx="36">
                  <c:v>39.895705568798</c:v>
                </c:pt>
                <c:pt idx="37">
                  <c:v>39.338352694062998</c:v>
                </c:pt>
                <c:pt idx="38">
                  <c:v>33.662820332548002</c:v>
                </c:pt>
                <c:pt idx="39">
                  <c:v>35.829697269579</c:v>
                </c:pt>
                <c:pt idx="40">
                  <c:v>46.334642702860002</c:v>
                </c:pt>
                <c:pt idx="41">
                  <c:v>44.02627316257</c:v>
                </c:pt>
                <c:pt idx="42">
                  <c:v>39.560997026221997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7AD-4B86-B8E5-B3DE736930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r-g.xlsx]bt'!$Q$3:$Q$45</c:f>
              <c:numCache>
                <c:formatCode>General</c:formatCode>
                <c:ptCount val="43"/>
                <c:pt idx="0">
                  <c:v>8.8259763310305992</c:v>
                </c:pt>
                <c:pt idx="1">
                  <c:v>9.3116458326951008</c:v>
                </c:pt>
                <c:pt idx="2">
                  <c:v>9.8389078746495002</c:v>
                </c:pt>
                <c:pt idx="3">
                  <c:v>9.9958455965628996</c:v>
                </c:pt>
                <c:pt idx="4">
                  <c:v>9.9910413907822999</c:v>
                </c:pt>
                <c:pt idx="5">
                  <c:v>10.392487108479999</c:v>
                </c:pt>
                <c:pt idx="6">
                  <c:v>8.5659464848554006</c:v>
                </c:pt>
                <c:pt idx="7">
                  <c:v>7.1820541517571002</c:v>
                </c:pt>
                <c:pt idx="8">
                  <c:v>5.9134308787872998</c:v>
                </c:pt>
                <c:pt idx="9">
                  <c:v>5.0929062961914999</c:v>
                </c:pt>
                <c:pt idx="10">
                  <c:v>4.7170940122834999</c:v>
                </c:pt>
                <c:pt idx="11">
                  <c:v>4.0803578307850001</c:v>
                </c:pt>
                <c:pt idx="12">
                  <c:v>4.8259205051945999</c:v>
                </c:pt>
                <c:pt idx="13">
                  <c:v>6.0279157367670004</c:v>
                </c:pt>
                <c:pt idx="14">
                  <c:v>5.4950153731183002</c:v>
                </c:pt>
                <c:pt idx="15">
                  <c:v>10.282946122822</c:v>
                </c:pt>
                <c:pt idx="16">
                  <c:v>10.167885776803001</c:v>
                </c:pt>
                <c:pt idx="17">
                  <c:v>10.062666448791999</c:v>
                </c:pt>
                <c:pt idx="18">
                  <c:v>9.5124984666831001</c:v>
                </c:pt>
                <c:pt idx="19">
                  <c:v>8.3981767099338001</c:v>
                </c:pt>
                <c:pt idx="20">
                  <c:v>7.4949643480189998</c:v>
                </c:pt>
                <c:pt idx="21">
                  <c:v>7.6365159128978002</c:v>
                </c:pt>
                <c:pt idx="22">
                  <c:v>7.4543200991563996</c:v>
                </c:pt>
                <c:pt idx="23">
                  <c:v>7.4391950372322002</c:v>
                </c:pt>
                <c:pt idx="24">
                  <c:v>7.8341504253372003</c:v>
                </c:pt>
                <c:pt idx="25">
                  <c:v>7.9561441167728999</c:v>
                </c:pt>
                <c:pt idx="26">
                  <c:v>8.2100950987563994</c:v>
                </c:pt>
                <c:pt idx="27">
                  <c:v>8.0997290260878998</c:v>
                </c:pt>
                <c:pt idx="28">
                  <c:v>14.634987602975</c:v>
                </c:pt>
                <c:pt idx="29">
                  <c:v>15.288842453528</c:v>
                </c:pt>
                <c:pt idx="30">
                  <c:v>19.092416284812</c:v>
                </c:pt>
                <c:pt idx="31">
                  <c:v>18.505717044644001</c:v>
                </c:pt>
                <c:pt idx="32">
                  <c:v>20.851692164845002</c:v>
                </c:pt>
                <c:pt idx="33">
                  <c:v>22.402871191536001</c:v>
                </c:pt>
                <c:pt idx="34">
                  <c:v>21.852125743127001</c:v>
                </c:pt>
                <c:pt idx="35">
                  <c:v>21.117091226100001</c:v>
                </c:pt>
                <c:pt idx="36">
                  <c:v>19.590271847423999</c:v>
                </c:pt>
                <c:pt idx="37">
                  <c:v>21.795704913975001</c:v>
                </c:pt>
                <c:pt idx="38">
                  <c:v>20.908265304086001</c:v>
                </c:pt>
                <c:pt idx="39">
                  <c:v>22.385877381012001</c:v>
                </c:pt>
                <c:pt idx="40">
                  <c:v>24.510928375492998</c:v>
                </c:pt>
                <c:pt idx="41">
                  <c:v>24.52908223252</c:v>
                </c:pt>
                <c:pt idx="42">
                  <c:v>24.305104335023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713-4909-9748-FA406ACD9D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r-g.xlsx]bt'!$S$3:$S$45</c:f>
              <c:numCache>
                <c:formatCode>General</c:formatCode>
                <c:ptCount val="43"/>
                <c:pt idx="0">
                  <c:v>47.683234625626</c:v>
                </c:pt>
                <c:pt idx="1">
                  <c:v>43.395299618743998</c:v>
                </c:pt>
                <c:pt idx="2">
                  <c:v>38.488391129298002</c:v>
                </c:pt>
                <c:pt idx="3">
                  <c:v>35.405423401238998</c:v>
                </c:pt>
                <c:pt idx="4">
                  <c:v>35.212363851896001</c:v>
                </c:pt>
                <c:pt idx="5">
                  <c:v>36.921428033544998</c:v>
                </c:pt>
                <c:pt idx="6">
                  <c:v>45.995717402571003</c:v>
                </c:pt>
                <c:pt idx="7">
                  <c:v>38.519393606869997</c:v>
                </c:pt>
                <c:pt idx="8">
                  <c:v>32.429622344972998</c:v>
                </c:pt>
                <c:pt idx="9">
                  <c:v>32.338066458061</c:v>
                </c:pt>
                <c:pt idx="10">
                  <c:v>28.944201045581</c:v>
                </c:pt>
                <c:pt idx="11">
                  <c:v>39.241697784731997</c:v>
                </c:pt>
                <c:pt idx="12">
                  <c:v>44.995186458573997</c:v>
                </c:pt>
                <c:pt idx="13">
                  <c:v>53.651698086688</c:v>
                </c:pt>
                <c:pt idx="14">
                  <c:v>50.643379975819002</c:v>
                </c:pt>
                <c:pt idx="15">
                  <c:v>32.737746057423003</c:v>
                </c:pt>
                <c:pt idx="16">
                  <c:v>28.445878485559</c:v>
                </c:pt>
                <c:pt idx="17">
                  <c:v>25.756917307725999</c:v>
                </c:pt>
                <c:pt idx="18">
                  <c:v>23.573859891396999</c:v>
                </c:pt>
                <c:pt idx="19">
                  <c:v>24.959493518963001</c:v>
                </c:pt>
                <c:pt idx="20">
                  <c:v>28.667870007394999</c:v>
                </c:pt>
                <c:pt idx="21">
                  <c:v>27.233391778563</c:v>
                </c:pt>
                <c:pt idx="22">
                  <c:v>33.944998705362998</c:v>
                </c:pt>
                <c:pt idx="23">
                  <c:v>43.077617428548002</c:v>
                </c:pt>
                <c:pt idx="24">
                  <c:v>43.829031895457</c:v>
                </c:pt>
                <c:pt idx="25">
                  <c:v>42.326585673381999</c:v>
                </c:pt>
                <c:pt idx="26">
                  <c:v>52.587025231113998</c:v>
                </c:pt>
                <c:pt idx="27">
                  <c:v>49.515078125595998</c:v>
                </c:pt>
                <c:pt idx="28">
                  <c:v>47.545023631615003</c:v>
                </c:pt>
                <c:pt idx="29">
                  <c:v>42.543956007921999</c:v>
                </c:pt>
                <c:pt idx="30">
                  <c:v>42.951602298499999</c:v>
                </c:pt>
                <c:pt idx="31">
                  <c:v>29.610854936191998</c:v>
                </c:pt>
                <c:pt idx="32">
                  <c:v>30.908325380152</c:v>
                </c:pt>
                <c:pt idx="33">
                  <c:v>31.427175370954998</c:v>
                </c:pt>
                <c:pt idx="34">
                  <c:v>29.660978620567001</c:v>
                </c:pt>
                <c:pt idx="35">
                  <c:v>34.334254578725997</c:v>
                </c:pt>
                <c:pt idx="36">
                  <c:v>37.906987565929001</c:v>
                </c:pt>
                <c:pt idx="37">
                  <c:v>38.313828972499998</c:v>
                </c:pt>
                <c:pt idx="38">
                  <c:v>39.406293328739999</c:v>
                </c:pt>
                <c:pt idx="39">
                  <c:v>40.556462500305997</c:v>
                </c:pt>
                <c:pt idx="40">
                  <c:v>46.109097737302001</c:v>
                </c:pt>
                <c:pt idx="41">
                  <c:v>42.703272682893001</c:v>
                </c:pt>
                <c:pt idx="42">
                  <c:v>39.603272682893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3CE-4ACA-89DC-502DCCB146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9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xMode val="edge"/>
          <c:yMode val="edge"/>
          <c:x val="2.3436620550040876E-2"/>
          <c:y val="0.13640828476250291"/>
          <c:w val="0.95703211186095993"/>
          <c:h val="0.78739999999999999"/>
        </c:manualLayout>
      </c:layout>
      <c:lineChart>
        <c:grouping val="standard"/>
        <c:varyColors val="0"/>
        <c:ser>
          <c:idx val="0"/>
          <c:order val="0"/>
          <c:spPr>
            <a:ln w="19050"/>
          </c:spPr>
          <c:marker>
            <c:symbol val="none"/>
          </c:marker>
          <c:cat>
            <c:numRef>
              <c:f>'[Dataset with r-g.xlsx]bt'!$A$3:$A$45</c:f>
              <c:numCache>
                <c:formatCode>General</c:formatCode>
                <c:ptCount val="43"/>
                <c:pt idx="0">
                  <c:v>1980</c:v>
                </c:pt>
                <c:pt idx="1">
                  <c:v>1981</c:v>
                </c:pt>
                <c:pt idx="2">
                  <c:v>1982</c:v>
                </c:pt>
                <c:pt idx="3">
                  <c:v>1983</c:v>
                </c:pt>
                <c:pt idx="4">
                  <c:v>1984</c:v>
                </c:pt>
                <c:pt idx="5">
                  <c:v>1985</c:v>
                </c:pt>
                <c:pt idx="6">
                  <c:v>1986</c:v>
                </c:pt>
                <c:pt idx="7">
                  <c:v>1987</c:v>
                </c:pt>
                <c:pt idx="8">
                  <c:v>1988</c:v>
                </c:pt>
                <c:pt idx="9">
                  <c:v>1989</c:v>
                </c:pt>
                <c:pt idx="10">
                  <c:v>1990</c:v>
                </c:pt>
                <c:pt idx="11">
                  <c:v>1991</c:v>
                </c:pt>
                <c:pt idx="12">
                  <c:v>1992</c:v>
                </c:pt>
                <c:pt idx="13">
                  <c:v>1993</c:v>
                </c:pt>
                <c:pt idx="14">
                  <c:v>1994</c:v>
                </c:pt>
                <c:pt idx="15">
                  <c:v>1995</c:v>
                </c:pt>
                <c:pt idx="16">
                  <c:v>1996</c:v>
                </c:pt>
                <c:pt idx="17">
                  <c:v>1997</c:v>
                </c:pt>
                <c:pt idx="18">
                  <c:v>1998</c:v>
                </c:pt>
                <c:pt idx="19">
                  <c:v>1999</c:v>
                </c:pt>
                <c:pt idx="20">
                  <c:v>2000</c:v>
                </c:pt>
                <c:pt idx="21">
                  <c:v>2001</c:v>
                </c:pt>
                <c:pt idx="22">
                  <c:v>2002</c:v>
                </c:pt>
                <c:pt idx="23">
                  <c:v>2003</c:v>
                </c:pt>
                <c:pt idx="24">
                  <c:v>2004</c:v>
                </c:pt>
                <c:pt idx="25">
                  <c:v>2005</c:v>
                </c:pt>
                <c:pt idx="26">
                  <c:v>2006</c:v>
                </c:pt>
                <c:pt idx="27">
                  <c:v>2007</c:v>
                </c:pt>
                <c:pt idx="28">
                  <c:v>2008</c:v>
                </c:pt>
                <c:pt idx="29">
                  <c:v>2009</c:v>
                </c:pt>
                <c:pt idx="30">
                  <c:v>2010</c:v>
                </c:pt>
                <c:pt idx="31">
                  <c:v>2011</c:v>
                </c:pt>
                <c:pt idx="32">
                  <c:v>2012</c:v>
                </c:pt>
                <c:pt idx="33">
                  <c:v>2013</c:v>
                </c:pt>
                <c:pt idx="34">
                  <c:v>2014</c:v>
                </c:pt>
                <c:pt idx="35">
                  <c:v>2015</c:v>
                </c:pt>
                <c:pt idx="36">
                  <c:v>2016</c:v>
                </c:pt>
                <c:pt idx="37">
                  <c:v>2017</c:v>
                </c:pt>
                <c:pt idx="38">
                  <c:v>2018</c:v>
                </c:pt>
                <c:pt idx="39">
                  <c:v>2019</c:v>
                </c:pt>
                <c:pt idx="40">
                  <c:v>2020</c:v>
                </c:pt>
                <c:pt idx="41">
                  <c:v>2021</c:v>
                </c:pt>
                <c:pt idx="42">
                  <c:v>2022</c:v>
                </c:pt>
              </c:numCache>
            </c:numRef>
          </c:cat>
          <c:val>
            <c:numRef>
              <c:f>'[Dataset with r-g.xlsx]bt'!$R$3:$R$45</c:f>
              <c:numCache>
                <c:formatCode>General</c:formatCode>
                <c:ptCount val="43"/>
                <c:pt idx="0">
                  <c:v>43.617972276320003</c:v>
                </c:pt>
                <c:pt idx="1">
                  <c:v>46.943565259667999</c:v>
                </c:pt>
                <c:pt idx="2">
                  <c:v>52.517862467973998</c:v>
                </c:pt>
                <c:pt idx="3">
                  <c:v>58.484555327030002</c:v>
                </c:pt>
                <c:pt idx="4">
                  <c:v>62.004647251568002</c:v>
                </c:pt>
                <c:pt idx="5">
                  <c:v>67.187728855572004</c:v>
                </c:pt>
                <c:pt idx="6">
                  <c:v>69.046109874159001</c:v>
                </c:pt>
                <c:pt idx="7">
                  <c:v>71.393052387276995</c:v>
                </c:pt>
                <c:pt idx="8">
                  <c:v>73.798675185845994</c:v>
                </c:pt>
                <c:pt idx="9">
                  <c:v>73.844366627403005</c:v>
                </c:pt>
                <c:pt idx="10">
                  <c:v>75.126025386018</c:v>
                </c:pt>
                <c:pt idx="11">
                  <c:v>74.919987853238993</c:v>
                </c:pt>
                <c:pt idx="12">
                  <c:v>75.696289052447</c:v>
                </c:pt>
                <c:pt idx="13">
                  <c:v>76.773214702645006</c:v>
                </c:pt>
                <c:pt idx="14">
                  <c:v>73.600932631638997</c:v>
                </c:pt>
                <c:pt idx="15">
                  <c:v>73.137974249500004</c:v>
                </c:pt>
                <c:pt idx="16">
                  <c:v>71.385418933623001</c:v>
                </c:pt>
                <c:pt idx="17">
                  <c:v>65.805617727870995</c:v>
                </c:pt>
                <c:pt idx="18">
                  <c:v>62.766456587073002</c:v>
                </c:pt>
                <c:pt idx="19">
                  <c:v>58.696559139271997</c:v>
                </c:pt>
                <c:pt idx="20">
                  <c:v>52.175961876697002</c:v>
                </c:pt>
                <c:pt idx="21">
                  <c:v>49.522807498116997</c:v>
                </c:pt>
                <c:pt idx="22">
                  <c:v>48.864083075087002</c:v>
                </c:pt>
                <c:pt idx="23">
                  <c:v>50.007410151907997</c:v>
                </c:pt>
                <c:pt idx="24">
                  <c:v>50.311551788636002</c:v>
                </c:pt>
                <c:pt idx="25">
                  <c:v>49.781351030981</c:v>
                </c:pt>
                <c:pt idx="26">
                  <c:v>45.183270435517002</c:v>
                </c:pt>
                <c:pt idx="27">
                  <c:v>42.989970444303999</c:v>
                </c:pt>
                <c:pt idx="28">
                  <c:v>54.696707962632999</c:v>
                </c:pt>
                <c:pt idx="29">
                  <c:v>56.770031463953998</c:v>
                </c:pt>
                <c:pt idx="30">
                  <c:v>59.250579251455001</c:v>
                </c:pt>
                <c:pt idx="31">
                  <c:v>61.698692568257997</c:v>
                </c:pt>
                <c:pt idx="32">
                  <c:v>66.220140099177996</c:v>
                </c:pt>
                <c:pt idx="33">
                  <c:v>67.679642917166007</c:v>
                </c:pt>
                <c:pt idx="34">
                  <c:v>67.872714277205006</c:v>
                </c:pt>
                <c:pt idx="35">
                  <c:v>64.646931629777995</c:v>
                </c:pt>
                <c:pt idx="36">
                  <c:v>61.900197222507998</c:v>
                </c:pt>
                <c:pt idx="37">
                  <c:v>56.950115559794</c:v>
                </c:pt>
                <c:pt idx="38">
                  <c:v>52.434989218165001</c:v>
                </c:pt>
                <c:pt idx="39">
                  <c:v>48.549237136479</c:v>
                </c:pt>
                <c:pt idx="40">
                  <c:v>54.669503973485</c:v>
                </c:pt>
                <c:pt idx="41">
                  <c:v>52.434501539080003</c:v>
                </c:pt>
                <c:pt idx="42">
                  <c:v>48.506731892864998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E91-42C1-B4AB-3540FB302E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79385728"/>
        <c:axId val="679409920"/>
      </c:lineChart>
      <c:catAx>
        <c:axId val="67938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40992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79409920"/>
        <c:scaling>
          <c:orientation val="minMax"/>
          <c:max val="150"/>
          <c:min val="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800">
                <a:latin typeface="Segoe UI"/>
                <a:ea typeface="Segoe UI"/>
                <a:cs typeface="Segoe UI"/>
              </a:defRPr>
            </a:pPr>
            <a:endParaRPr lang="en-US"/>
          </a:p>
        </c:txPr>
        <c:crossAx val="679385728"/>
        <c:crosses val="autoZero"/>
        <c:crossBetween val="between"/>
      </c:valAx>
      <c:spPr>
        <a:solidFill>
          <a:srgbClr val="FFFFFF"/>
        </a:solidFill>
        <a:ln w="12700">
          <a:solidFill>
            <a:sysClr val="windowText" lastClr="000000"/>
          </a:solidFill>
          <a:prstDash val="solid"/>
        </a:ln>
      </c:spPr>
    </c:plotArea>
    <c:plotVisOnly val="1"/>
    <c:dispBlanksAs val="span"/>
    <c:showDLblsOverMax val="0"/>
  </c:chart>
  <c:spPr>
    <a:noFill/>
    <a:ln w="25400">
      <a:noFill/>
    </a:ln>
  </c:spPr>
  <c:txPr>
    <a:bodyPr/>
    <a:lstStyle/>
    <a:p>
      <a:pPr>
        <a:defRPr sz="1800" b="0" i="0" u="none" strike="noStrike" baseline="0">
          <a:solidFill>
            <a:srgbClr val="000000"/>
          </a:solidFill>
          <a:latin typeface="Segoe UI" pitchFamily="34" charset="0"/>
          <a:ea typeface="Frutiger LT Std 45 Light"/>
          <a:cs typeface="Segoe UI" pitchFamily="34" charset="0"/>
        </a:defRPr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0.2239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991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Austria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295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Hungary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0.21985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1133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192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Portugal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0.24781</cdr:x>
      <cdr:y>0.06955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6466" y="0"/>
          <a:ext cx="45736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Slovakia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0.25272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62371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Slovenia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0.1884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229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Spain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0.23843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140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Sweden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0.32513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1933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Switzerland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0.43142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84972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Kingdom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0.363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70141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States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0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0.2239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991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Austria</a:t>
          </a: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0.22517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26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Iceland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1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0.24916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5467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Belgium</a:t>
          </a:r>
        </a:p>
      </cdr:txBody>
    </cdr:sp>
  </cdr:relSizeAnchor>
</c:userShapes>
</file>

<file path=word/drawings/drawing11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0.23289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1941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Czechia</a:t>
          </a:r>
        </a:p>
      </cdr:txBody>
    </cdr:sp>
  </cdr:relSizeAnchor>
</c:userShapes>
</file>

<file path=word/drawings/drawing11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0.26828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609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Denmark</a:t>
          </a:r>
        </a:p>
      </cdr:txBody>
    </cdr:sp>
  </cdr:relSizeAnchor>
</c:userShapes>
</file>

<file path=word/drawings/drawing11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0.22591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427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Estonia</a:t>
          </a:r>
        </a:p>
      </cdr:txBody>
    </cdr:sp>
  </cdr:relSizeAnchor>
</c:userShapes>
</file>

<file path=word/drawings/drawing11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0.22855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998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Finland</a:t>
          </a:r>
        </a:p>
      </cdr:txBody>
    </cdr:sp>
  </cdr:relSizeAnchor>
</c:userShapes>
</file>

<file path=word/drawings/drawing11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0.21086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7164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France</a:t>
          </a:r>
        </a:p>
      </cdr:txBody>
    </cdr:sp>
  </cdr:relSizeAnchor>
</c:userShapes>
</file>

<file path=word/drawings/drawing11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0.26603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122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Germany</a:t>
          </a:r>
        </a:p>
      </cdr:txBody>
    </cdr:sp>
  </cdr:relSizeAnchor>
</c:userShapes>
</file>

<file path=word/drawings/drawing11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0.21704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85042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Greece</a:t>
          </a:r>
        </a:p>
      </cdr:txBody>
    </cdr:sp>
  </cdr:relSizeAnchor>
</c:userShapes>
</file>

<file path=word/drawings/drawing11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295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Hungary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1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0.22517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26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Iceland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427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Ireland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427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Ireland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0.16279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26744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Italy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0.19763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4297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Latvia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0244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Lithuania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0.91692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190205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Luxembourg		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0.33705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4517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Netherlands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0.23881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223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Norway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0.21985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1133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192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Portugal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2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0.41802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8206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Slovak Republic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0.16279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26744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Italy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3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0.25272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62371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Slovenia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3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0.1884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229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Spain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3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0.23843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140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Sweden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3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0.32513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1933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Switzerland</a:t>
          </a:r>
        </a:p>
      </cdr:txBody>
    </cdr:sp>
  </cdr:relSizeAnchor>
</c:userShapes>
</file>

<file path=word/drawings/drawing13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0.06499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546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  <cdr:relSizeAnchor xmlns:cdr="http://schemas.openxmlformats.org/drawingml/2006/chartDrawing">
    <cdr:from>
      <cdr:x>0.07996</cdr:x>
      <cdr:y>0.00874</cdr:y>
    </cdr:from>
    <cdr:to>
      <cdr:x>0.52247</cdr:x>
      <cdr:y>0.08364</cdr:y>
    </cdr:to>
    <cdr:sp macro="" textlink="">
      <cdr:nvSpPr>
        <cdr:cNvPr id="2" name="Text Box 1">
          <a:extLst xmlns:a="http://schemas.openxmlformats.org/drawingml/2006/main">
            <a:ext uri="{FF2B5EF4-FFF2-40B4-BE49-F238E27FC236}">
              <a16:creationId xmlns:a16="http://schemas.microsoft.com/office/drawing/2014/main" id="{506F3F5A-A09A-E483-0622-F11846C0800C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3542" y="20779"/>
          <a:ext cx="84972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Kingdom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3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0.06499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546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  <cdr:relSizeAnchor xmlns:cdr="http://schemas.openxmlformats.org/drawingml/2006/chartDrawing">
    <cdr:from>
      <cdr:x>0.07996</cdr:x>
      <cdr:y>0.00874</cdr:y>
    </cdr:from>
    <cdr:to>
      <cdr:x>0.44523</cdr:x>
      <cdr:y>0.08364</cdr:y>
    </cdr:to>
    <cdr:sp macro="" textlink="">
      <cdr:nvSpPr>
        <cdr:cNvPr id="2" name="Text Box 1">
          <a:extLst xmlns:a="http://schemas.openxmlformats.org/drawingml/2006/main">
            <a:ext uri="{FF2B5EF4-FFF2-40B4-BE49-F238E27FC236}">
              <a16:creationId xmlns:a16="http://schemas.microsoft.com/office/drawing/2014/main" id="{506F3F5A-A09A-E483-0622-F11846C0800C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3542" y="20779"/>
          <a:ext cx="70141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States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0.19763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4297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Latvia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0244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Lithuania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0.91692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190205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Luxembourg		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0.33705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4517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Netherlands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0.23881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223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Norway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0.21985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1133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0.24916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5467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Belgium</a:t>
          </a:r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192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Portugal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0.27758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5657" y="0"/>
          <a:ext cx="45736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Slovakia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0.25272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62371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Slovenia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0.1884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229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Spain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0.23843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140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Sweden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0.32513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1933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Switzerland</a:t>
          </a:r>
        </a:p>
      </cdr:txBody>
    </cdr:sp>
  </cdr:relSizeAnchor>
</c:userShapes>
</file>

<file path=word/drawings/drawing2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0.06499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546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  <cdr:relSizeAnchor xmlns:cdr="http://schemas.openxmlformats.org/drawingml/2006/chartDrawing">
    <cdr:from>
      <cdr:x>0.07996</cdr:x>
      <cdr:y>0.00874</cdr:y>
    </cdr:from>
    <cdr:to>
      <cdr:x>0.52247</cdr:x>
      <cdr:y>0.08364</cdr:y>
    </cdr:to>
    <cdr:sp macro="" textlink="">
      <cdr:nvSpPr>
        <cdr:cNvPr id="2" name="Text Box 1">
          <a:extLst xmlns:a="http://schemas.openxmlformats.org/drawingml/2006/main">
            <a:ext uri="{FF2B5EF4-FFF2-40B4-BE49-F238E27FC236}">
              <a16:creationId xmlns:a16="http://schemas.microsoft.com/office/drawing/2014/main" id="{506F3F5A-A09A-E483-0622-F11846C0800C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3542" y="20779"/>
          <a:ext cx="84972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Kingdom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0.06499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546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  <cdr:relSizeAnchor xmlns:cdr="http://schemas.openxmlformats.org/drawingml/2006/chartDrawing">
    <cdr:from>
      <cdr:x>0.02983</cdr:x>
      <cdr:y>0.00661</cdr:y>
    </cdr:from>
    <cdr:to>
      <cdr:x>0.3951</cdr:x>
      <cdr:y>0.08151</cdr:y>
    </cdr:to>
    <cdr:sp macro="" textlink="">
      <cdr:nvSpPr>
        <cdr:cNvPr id="2" name="Text Box 1">
          <a:extLst xmlns:a="http://schemas.openxmlformats.org/drawingml/2006/main">
            <a:ext uri="{FF2B5EF4-FFF2-40B4-BE49-F238E27FC236}">
              <a16:creationId xmlns:a16="http://schemas.microsoft.com/office/drawing/2014/main" id="{506F3F5A-A09A-E483-0622-F11846C0800C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7290" y="15716"/>
          <a:ext cx="701406" cy="17807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States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0.2239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991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Austria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2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0.24916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5467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Belgium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0.23289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1941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Czechia</a:t>
          </a:r>
        </a:p>
      </cdr:txBody>
    </cdr:sp>
  </cdr:relSizeAnchor>
</c:userShapes>
</file>

<file path=word/drawings/drawing3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0.23289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1941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Czechia</a:t>
          </a:r>
        </a:p>
      </cdr:txBody>
    </cdr:sp>
  </cdr:relSizeAnchor>
</c:userShapes>
</file>

<file path=word/drawings/drawing3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0.26828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609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Denmark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3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0.22591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427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Estonia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3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0.22855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998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Finland</a:t>
          </a:r>
        </a:p>
      </cdr:txBody>
    </cdr:sp>
  </cdr:relSizeAnchor>
</c:userShapes>
</file>

<file path=word/drawings/drawing3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0.21086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7164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France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3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0.26603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122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Germany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3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0.21704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85042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Greece</a:t>
          </a:r>
        </a:p>
      </cdr:txBody>
    </cdr:sp>
  </cdr:relSizeAnchor>
</c:userShapes>
</file>

<file path=word/drawings/drawing3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295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Hungary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3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0.22517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26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Iceland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3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427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Ireland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0.26828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609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Denmark</a:t>
          </a:r>
        </a:p>
      </cdr:txBody>
    </cdr:sp>
  </cdr:relSizeAnchor>
</c:userShapes>
</file>

<file path=word/drawings/drawing4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0.16279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26744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Italy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4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0.19763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4297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Latvia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4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0244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Lithuania</a:t>
          </a:r>
        </a:p>
      </cdr:txBody>
    </cdr:sp>
  </cdr:relSizeAnchor>
</c:userShapes>
</file>

<file path=word/drawings/drawing4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0.348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68901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Luxembourg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4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0.33705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4517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Netherlands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4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0.23881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223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Norway</a:t>
          </a:r>
        </a:p>
      </cdr:txBody>
    </cdr:sp>
  </cdr:relSizeAnchor>
</c:userShapes>
</file>

<file path=word/drawings/drawing4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0.21985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1133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4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192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Portugal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4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0.27758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5657" y="0"/>
          <a:ext cx="45736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Slovakia</a:t>
          </a:r>
        </a:p>
      </cdr:txBody>
    </cdr:sp>
  </cdr:relSizeAnchor>
</c:userShapes>
</file>

<file path=word/drawings/drawing4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0.1884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229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Spain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0.22591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427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Estonia</a:t>
          </a:r>
        </a:p>
      </cdr:txBody>
    </cdr:sp>
  </cdr:relSizeAnchor>
</c:userShapes>
</file>

<file path=word/drawings/drawing5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0.25272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62371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Slovenia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0.23843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140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Sweden</a:t>
          </a:r>
        </a:p>
      </cdr:txBody>
    </cdr:sp>
  </cdr:relSizeAnchor>
</c:userShapes>
</file>

<file path=word/drawings/drawing5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0.32513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1933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Switzerland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0.43142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84972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Kingdom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0.363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70141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States</a:t>
          </a:r>
        </a:p>
      </cdr:txBody>
    </cdr:sp>
  </cdr:relSizeAnchor>
</c:userShapes>
</file>

<file path=word/drawings/drawing55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0.1845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354285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Austria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6.xml><?xml version="1.0" encoding="utf-8"?>
<c:userShapes xmlns:c="http://schemas.openxmlformats.org/drawingml/2006/chart">
  <cdr:relSizeAnchor xmlns:cdr="http://schemas.openxmlformats.org/drawingml/2006/chartDrawing">
    <cdr:from>
      <cdr:x>0.02964</cdr:x>
      <cdr:y>0.01442</cdr:y>
    </cdr:from>
    <cdr:to>
      <cdr:x>0.23941</cdr:x>
      <cdr:y>0.0852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6912" y="34290"/>
          <a:ext cx="402809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Belgium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7.xml><?xml version="1.0" encoding="utf-8"?>
<c:userShapes xmlns:c="http://schemas.openxmlformats.org/drawingml/2006/chart">
  <cdr:relSizeAnchor xmlns:cdr="http://schemas.openxmlformats.org/drawingml/2006/chartDrawing">
    <cdr:from>
      <cdr:x>0.01773</cdr:x>
      <cdr:y>0</cdr:y>
    </cdr:from>
    <cdr:to>
      <cdr:x>0.21123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052" y="0"/>
          <a:ext cx="371567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Czechia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8.xml><?xml version="1.0" encoding="utf-8"?>
<c:userShapes xmlns:c="http://schemas.openxmlformats.org/drawingml/2006/chart">
  <cdr:relSizeAnchor xmlns:cdr="http://schemas.openxmlformats.org/drawingml/2006/chartDrawing">
    <cdr:from>
      <cdr:x>0.02964</cdr:x>
      <cdr:y>0</cdr:y>
    </cdr:from>
    <cdr:to>
      <cdr:x>0.25852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6912" y="0"/>
          <a:ext cx="439505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Denmark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59.xml><?xml version="1.0" encoding="utf-8"?>
<c:userShapes xmlns:c="http://schemas.openxmlformats.org/drawingml/2006/chart">
  <cdr:relSizeAnchor xmlns:cdr="http://schemas.openxmlformats.org/drawingml/2006/chartDrawing">
    <cdr:from>
      <cdr:x>0.02567</cdr:x>
      <cdr:y>0</cdr:y>
    </cdr:from>
    <cdr:to>
      <cdr:x>0.21218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292" y="0"/>
          <a:ext cx="358144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Estonia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0.22855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998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Finland</a:t>
          </a:r>
        </a:p>
      </cdr:txBody>
    </cdr:sp>
  </cdr:relSizeAnchor>
</c:userShapes>
</file>

<file path=word/drawings/drawing60.xml><?xml version="1.0" encoding="utf-8"?>
<c:userShapes xmlns:c="http://schemas.openxmlformats.org/drawingml/2006/chart">
  <cdr:relSizeAnchor xmlns:cdr="http://schemas.openxmlformats.org/drawingml/2006/chartDrawing">
    <cdr:from>
      <cdr:x>0.02567</cdr:x>
      <cdr:y>0</cdr:y>
    </cdr:from>
    <cdr:to>
      <cdr:x>0.21482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292" y="0"/>
          <a:ext cx="363214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Finland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0.17146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329245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France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2.xml><?xml version="1.0" encoding="utf-8"?>
<c:userShapes xmlns:c="http://schemas.openxmlformats.org/drawingml/2006/chart">
  <cdr:relSizeAnchor xmlns:cdr="http://schemas.openxmlformats.org/drawingml/2006/chartDrawing">
    <cdr:from>
      <cdr:x>0</cdr:x>
      <cdr:y>0.01122</cdr:y>
    </cdr:from>
    <cdr:to>
      <cdr:x>0.22663</cdr:x>
      <cdr:y>0.082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26670"/>
          <a:ext cx="435184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Germany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3.xml><?xml version="1.0" encoding="utf-8"?>
<c:userShapes xmlns:c="http://schemas.openxmlformats.org/drawingml/2006/chart">
  <cdr:relSizeAnchor xmlns:cdr="http://schemas.openxmlformats.org/drawingml/2006/chartDrawing">
    <cdr:from>
      <cdr:x>0.02964</cdr:x>
      <cdr:y>0</cdr:y>
    </cdr:from>
    <cdr:to>
      <cdr:x>0.20728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6912" y="0"/>
          <a:ext cx="341112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Greece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4.xml><?xml version="1.0" encoding="utf-8"?>
<c:userShapes xmlns:c="http://schemas.openxmlformats.org/drawingml/2006/chart">
  <cdr:relSizeAnchor xmlns:cdr="http://schemas.openxmlformats.org/drawingml/2006/chartDrawing">
    <cdr:from>
      <cdr:x>0.03033</cdr:x>
      <cdr:y>0</cdr:y>
    </cdr:from>
    <cdr:to>
      <cdr:x>0.33006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8240" y="0"/>
          <a:ext cx="575554" cy="17807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Hungary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5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0.18577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356723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Iceland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6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0.45154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867065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Ireland	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7.xml><?xml version="1.0" encoding="utf-8"?>
<c:userShapes xmlns:c="http://schemas.openxmlformats.org/drawingml/2006/chart">
  <cdr:relSizeAnchor xmlns:cdr="http://schemas.openxmlformats.org/drawingml/2006/chartDrawing">
    <cdr:from>
      <cdr:x>0.02964</cdr:x>
      <cdr:y>0.0016</cdr:y>
    </cdr:from>
    <cdr:to>
      <cdr:x>0.15303</cdr:x>
      <cdr:y>0.07238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6912" y="3810"/>
          <a:ext cx="236939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Italy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8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0.15823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303840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Latvia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69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0.27989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53744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Lithuania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0.21086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7164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France</a:t>
          </a:r>
        </a:p>
      </cdr:txBody>
    </cdr:sp>
  </cdr:relSizeAnchor>
</c:userShapes>
</file>

<file path=word/drawings/drawing70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0.3086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592586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Luxembourg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0.29765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571560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Netherlands</a:t>
          </a:r>
        </a:p>
      </cdr:txBody>
    </cdr:sp>
  </cdr:relSizeAnchor>
</c:userShapes>
</file>

<file path=word/drawings/drawing72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0.24132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46339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Norway</a:t>
          </a:r>
          <a:r>
            <a:rPr lang="en-US" sz="800" b="1" i="0" u="none" strike="noStrike" baseline="30000">
              <a:solidFill>
                <a:srgbClr val="4B82AD"/>
              </a:solidFill>
              <a:latin typeface="Segoe UI"/>
              <a:cs typeface="Arial"/>
            </a:rPr>
            <a:t>*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3.xml><?xml version="1.0" encoding="utf-8"?>
<c:userShapes xmlns:c="http://schemas.openxmlformats.org/drawingml/2006/chart">
  <cdr:relSizeAnchor xmlns:cdr="http://schemas.openxmlformats.org/drawingml/2006/chartDrawing">
    <cdr:from>
      <cdr:x>0.02446</cdr:x>
      <cdr:y>0</cdr:y>
    </cdr:from>
    <cdr:to>
      <cdr:x>0.20491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6973" y="-1630017"/>
          <a:ext cx="346508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4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0.2974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571072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Portugal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5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0.21101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405190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Slovakia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6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0.21332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409626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Slovenia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7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0.149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286116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Spain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8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0.19903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382186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Sweden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79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0.37709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72409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Switzerland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0.26603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122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Germany</a:t>
          </a:r>
        </a:p>
      </cdr:txBody>
    </cdr:sp>
  </cdr:relSizeAnchor>
</c:userShapes>
</file>

<file path=word/drawings/drawing80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0.46921</cdr:x>
      <cdr:y>0.0749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0"/>
          <a:ext cx="90099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Kingdom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1.xml><?xml version="1.0" encoding="utf-8"?>
<c:userShapes xmlns:c="http://schemas.openxmlformats.org/drawingml/2006/chart">
  <cdr:relSizeAnchor xmlns:cdr="http://schemas.openxmlformats.org/drawingml/2006/chartDrawing">
    <cdr:from>
      <cdr:x>0</cdr:x>
      <cdr:y>0.00128</cdr:y>
    </cdr:from>
    <cdr:to>
      <cdr:x>0.3236</cdr:x>
      <cdr:y>0.07206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040"/>
          <a:ext cx="621390" cy="168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United States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0.2239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991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Austria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0.24916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5467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Belgium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0.23289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1941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Czechia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0.26828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609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Denmark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0.22591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4278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Estonia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0.22855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998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Finland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0.21086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7164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France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8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0.26603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9122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Germany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0.21704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85042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 panose="020B0502040204020203" pitchFamily="34" charset="0"/>
              <a:cs typeface="Arial"/>
            </a:rPr>
            <a:t>Greece</a:t>
          </a:r>
        </a:p>
      </cdr:txBody>
    </cdr:sp>
  </cdr:relSizeAnchor>
</c:userShapes>
</file>

<file path=word/drawings/drawing90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0.21704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85042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Greece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1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0.2576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72950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Hungary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2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0.22517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0267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Iceland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3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0.2213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9427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Ireland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4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0.16279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267446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Italy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5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0.19763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342979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Latvia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6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0.2712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502445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Lithuania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7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0.348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68901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Luxembourg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8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0.23881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432234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Norway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drawings/drawing99.xml><?xml version="1.0" encoding="utf-8"?>
<c:userShapes xmlns:c="http://schemas.openxmlformats.org/drawingml/2006/chart">
  <cdr:relSizeAnchor xmlns:cdr="http://schemas.openxmlformats.org/drawingml/2006/chartDrawing">
    <cdr:from>
      <cdr:x>0.0394</cdr:x>
      <cdr:y>0</cdr:y>
    </cdr:from>
    <cdr:to>
      <cdr:x>0.33705</cdr:x>
      <cdr:y>0.07078</cdr:y>
    </cdr:to>
    <cdr:sp macro="" textlink="">
      <cdr:nvSpPr>
        <cdr:cNvPr id="4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5401" y="0"/>
          <a:ext cx="645177" cy="1780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none" lIns="54864" tIns="41148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4B82AD"/>
              </a:solidFill>
              <a:latin typeface="Segoe UI"/>
              <a:cs typeface="Arial"/>
            </a:rPr>
            <a:t>Netherlands</a:t>
          </a:r>
          <a:endParaRPr lang="en-US" sz="800" b="0" i="0" u="none" strike="noStrike" baseline="0">
            <a:solidFill>
              <a:srgbClr val="4B82AD"/>
            </a:solidFill>
            <a:latin typeface="Segoe UI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Dark Teal">
      <a:srgbClr val="00B0B9"/>
    </a:custClr>
    <a:custClr name="Accent Green">
      <a:srgbClr val="658D1B"/>
    </a:custClr>
    <a:custClr name="Accent Orange">
      <a:srgbClr val="E35205"/>
    </a:custClr>
    <a:custClr name="Plum">
      <a:srgbClr val="910048"/>
    </a:custClr>
    <a:custClr name="Blue-Gray">
      <a:srgbClr val="5E8AB4"/>
    </a:custClr>
    <a:custClr name="Cool Blue">
      <a:srgbClr val="407EC9"/>
    </a:custClr>
    <a:custClr name="Gray">
      <a:srgbClr val="707372"/>
    </a:custClr>
    <a:custClr name="Brown">
      <a:srgbClr val="6E6259"/>
    </a:custClr>
    <a:custClr name="Light Gray">
      <a:srgbClr val="B1B3B3"/>
    </a:custClr>
    <a:custClr name="Accent Dark Blu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87275-D196-489E-99FE-AED9A96D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Paper</Template>
  <TotalTime>0</TotalTime>
  <Pages>17</Pages>
  <Words>633</Words>
  <Characters>3818</Characters>
  <Application>Microsoft Office Word</Application>
  <DocSecurity>0</DocSecurity>
  <Lines>31</Lines>
  <Paragraphs>8</Paragraphs>
  <ScaleCrop>false</ScaleCrop>
  <Company>IMF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PDP-Working Paper</dc:title>
  <dc:subject/>
  <dc:creator>Bulir, Ales</dc:creator>
  <cp:keywords>IMF</cp:keywords>
  <dc:description>Template used Fund-wide for policy discussion papers and working papers.</dc:description>
  <cp:lastModifiedBy>Bulir, Ales</cp:lastModifiedBy>
  <cp:revision>2</cp:revision>
  <cp:lastPrinted>2024-10-30T06:04:00Z</cp:lastPrinted>
  <dcterms:created xsi:type="dcterms:W3CDTF">2025-04-21T18:50:00Z</dcterms:created>
  <dcterms:modified xsi:type="dcterms:W3CDTF">2025-04-21T18:50:00Z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07ed86-5dc5-4593-ad03-a8684b843815_Enabled">
    <vt:lpwstr>true</vt:lpwstr>
  </property>
  <property fmtid="{D5CDD505-2E9C-101B-9397-08002B2CF9AE}" pid="3" name="MSIP_Label_0c07ed86-5dc5-4593-ad03-a8684b843815_SetDate">
    <vt:lpwstr>2024-10-10T08:55:02Z</vt:lpwstr>
  </property>
  <property fmtid="{D5CDD505-2E9C-101B-9397-08002B2CF9AE}" pid="4" name="MSIP_Label_0c07ed86-5dc5-4593-ad03-a8684b843815_Method">
    <vt:lpwstr>Standard</vt:lpwstr>
  </property>
  <property fmtid="{D5CDD505-2E9C-101B-9397-08002B2CF9AE}" pid="5" name="MSIP_Label_0c07ed86-5dc5-4593-ad03-a8684b843815_Name">
    <vt:lpwstr>0c07ed86-5dc5-4593-ad03-a8684b843815</vt:lpwstr>
  </property>
  <property fmtid="{D5CDD505-2E9C-101B-9397-08002B2CF9AE}" pid="6" name="MSIP_Label_0c07ed86-5dc5-4593-ad03-a8684b843815_SiteId">
    <vt:lpwstr>8085fa43-302e-45bd-b171-a6648c3b6be7</vt:lpwstr>
  </property>
  <property fmtid="{D5CDD505-2E9C-101B-9397-08002B2CF9AE}" pid="7" name="MSIP_Label_0c07ed86-5dc5-4593-ad03-a8684b843815_ActionId">
    <vt:lpwstr>ee2928ab-d74e-4d8d-a769-6641e4b1de24</vt:lpwstr>
  </property>
  <property fmtid="{D5CDD505-2E9C-101B-9397-08002B2CF9AE}" pid="8" name="MSIP_Label_0c07ed86-5dc5-4593-ad03-a8684b843815_ContentBits">
    <vt:lpwstr>0</vt:lpwstr>
  </property>
</Properties>
</file>